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8BE56" w14:textId="4D1C8579" w:rsidR="000E6E76" w:rsidRPr="009C3189" w:rsidRDefault="00CC08B1">
      <w:pPr>
        <w:pStyle w:val="LauftextMeMi"/>
        <w:spacing w:after="0" w:line="276" w:lineRule="auto"/>
        <w:rPr>
          <w:rFonts w:ascii="Arial" w:hAnsi="Arial" w:cs="Arial"/>
          <w:color w:val="7030A0"/>
          <w:sz w:val="28"/>
          <w:szCs w:val="28"/>
        </w:rPr>
      </w:pPr>
      <w:proofErr w:type="spellStart"/>
      <w:r w:rsidRPr="009C3189">
        <w:rPr>
          <w:rFonts w:ascii="Arial" w:hAnsi="Arial" w:cs="Arial"/>
          <w:color w:val="7030A0"/>
          <w:sz w:val="28"/>
          <w:szCs w:val="28"/>
        </w:rPr>
        <w:t>EntrepreneurSkills</w:t>
      </w:r>
      <w:proofErr w:type="spellEnd"/>
      <w:r w:rsidR="00DF6497">
        <w:rPr>
          <w:rFonts w:ascii="Arial" w:hAnsi="Arial" w:cs="Arial"/>
          <w:color w:val="7030A0"/>
          <w:sz w:val="28"/>
          <w:szCs w:val="28"/>
        </w:rPr>
        <w:t xml:space="preserve"> - Regionalmeisterschaft</w:t>
      </w:r>
    </w:p>
    <w:p w14:paraId="0F5BB6FC" w14:textId="77777777" w:rsidR="00E671FD" w:rsidRDefault="00E52C1A" w:rsidP="00E671FD">
      <w:pPr>
        <w:pStyle w:val="LauftextMeMi"/>
        <w:spacing w:after="0" w:line="276" w:lineRule="auto"/>
        <w:rPr>
          <w:rFonts w:ascii="Arial" w:hAnsi="Arial" w:cs="Arial"/>
          <w:color w:val="7030A0"/>
          <w:sz w:val="22"/>
          <w:szCs w:val="22"/>
        </w:rPr>
      </w:pPr>
      <w:r>
        <w:rPr>
          <w:rFonts w:ascii="Arial" w:hAnsi="Arial" w:cs="Arial"/>
          <w:b/>
          <w:bCs/>
          <w:color w:val="7030A0"/>
          <w:sz w:val="32"/>
          <w:szCs w:val="32"/>
        </w:rPr>
        <w:t>Website</w:t>
      </w:r>
      <w:r w:rsidRPr="00E52C1A">
        <w:rPr>
          <w:rFonts w:ascii="Arial" w:hAnsi="Arial" w:cs="Arial"/>
          <w:b/>
          <w:bCs/>
          <w:color w:val="7030A0"/>
          <w:sz w:val="32"/>
          <w:szCs w:val="32"/>
        </w:rPr>
        <w:t>texte für Partner</w:t>
      </w:r>
      <w:r w:rsidR="00DF6497">
        <w:rPr>
          <w:rFonts w:ascii="Arial" w:hAnsi="Arial" w:cs="Arial"/>
          <w:b/>
          <w:bCs/>
          <w:color w:val="7030A0"/>
          <w:sz w:val="32"/>
          <w:szCs w:val="32"/>
        </w:rPr>
        <w:t>: Regionalmeisterschaft in Ihrer Region</w:t>
      </w:r>
      <w:r>
        <w:rPr>
          <w:rFonts w:ascii="Arial" w:hAnsi="Arial" w:cs="Arial"/>
          <w:b/>
          <w:bCs/>
          <w:color w:val="7030A0"/>
          <w:sz w:val="32"/>
          <w:szCs w:val="32"/>
        </w:rPr>
        <w:br/>
      </w:r>
      <w:r w:rsidR="00E671FD">
        <w:rPr>
          <w:rFonts w:ascii="Arial" w:hAnsi="Arial" w:cs="Arial"/>
          <w:color w:val="7030A0"/>
          <w:sz w:val="22"/>
          <w:szCs w:val="22"/>
        </w:rPr>
        <w:t xml:space="preserve">Die Kommunikationstexte dienen als Vorschlag und Hilfestellung und können beliebig angepasst werden. Bitte setzen Sie die Angaben zur Regionalmeisterschaft in Ihrer Nähe ein. Die Zuteilung der Kantone ist fix festgelegt. Informationen: </w:t>
      </w:r>
    </w:p>
    <w:p w14:paraId="74012CD6" w14:textId="4C878D88" w:rsidR="00E52C1A" w:rsidRDefault="00E52C1A" w:rsidP="00E671FD">
      <w:pPr>
        <w:spacing w:line="288" w:lineRule="auto"/>
        <w:rPr>
          <w:rFonts w:ascii="Arial" w:hAnsi="Arial" w:cs="Arial"/>
          <w:color w:val="7030A0"/>
          <w:szCs w:val="22"/>
          <w:lang w:val="de-CH" w:eastAsia="de-CH"/>
        </w:rPr>
      </w:pPr>
    </w:p>
    <w:p w14:paraId="303C4518" w14:textId="7683BB8D" w:rsidR="00E52C1A" w:rsidRPr="009C3189" w:rsidRDefault="00E52C1A" w:rsidP="00E52C1A">
      <w:pPr>
        <w:pStyle w:val="LauftextMeMi"/>
        <w:spacing w:after="0" w:line="276" w:lineRule="auto"/>
        <w:rPr>
          <w:rFonts w:ascii="Arial" w:hAnsi="Arial" w:cs="Arial"/>
          <w:color w:val="7030A0"/>
          <w:sz w:val="22"/>
          <w:szCs w:val="22"/>
        </w:rPr>
      </w:pPr>
      <w:r>
        <w:rPr>
          <w:rFonts w:ascii="Arial" w:hAnsi="Arial" w:cs="Arial"/>
          <w:color w:val="7030A0"/>
          <w:sz w:val="22"/>
          <w:szCs w:val="22"/>
        </w:rPr>
        <w:t xml:space="preserve">www.entrepreneurskills.ch </w:t>
      </w:r>
      <w:r w:rsidR="00E671FD">
        <w:rPr>
          <w:rFonts w:ascii="Arial" w:hAnsi="Arial" w:cs="Arial"/>
          <w:color w:val="7030A0"/>
          <w:sz w:val="22"/>
          <w:szCs w:val="22"/>
        </w:rPr>
        <w:t>=&gt; jetzt anmelden</w:t>
      </w:r>
    </w:p>
    <w:p w14:paraId="67A9A214" w14:textId="67BB63B8" w:rsidR="00864146" w:rsidRPr="00864146" w:rsidRDefault="00864146" w:rsidP="00DF6497">
      <w:pPr>
        <w:pStyle w:val="NormalWeb"/>
        <w:rPr>
          <w:rFonts w:ascii="Arial" w:hAnsi="Arial" w:cs="Arial"/>
          <w:b/>
          <w:bCs/>
          <w:color w:val="000000"/>
          <w:lang w:val="en-CH"/>
        </w:rPr>
      </w:pPr>
      <w:r>
        <w:rPr>
          <w:rFonts w:ascii="Arial" w:hAnsi="Arial" w:cs="Arial"/>
          <w:b/>
          <w:bCs/>
          <w:color w:val="000000"/>
          <w:lang w:val="en-CH"/>
        </w:rPr>
        <w:t xml:space="preserve">Titel: </w:t>
      </w:r>
      <w:r w:rsidRPr="00864146">
        <w:rPr>
          <w:rFonts w:ascii="Arial" w:hAnsi="Arial" w:cs="Arial"/>
          <w:b/>
          <w:bCs/>
          <w:color w:val="000000"/>
          <w:lang w:val="en-CH"/>
        </w:rPr>
        <w:t xml:space="preserve">Unser Engagement für unternehmerische Talente in </w:t>
      </w:r>
      <w:r w:rsidRPr="00864146">
        <w:rPr>
          <w:rFonts w:ascii="Arial" w:hAnsi="Arial" w:cs="Arial"/>
          <w:b/>
          <w:bCs/>
          <w:color w:val="000000"/>
          <w:highlight w:val="cyan"/>
          <w:lang w:val="en-CH"/>
        </w:rPr>
        <w:t>[Region/Kanton]</w:t>
      </w:r>
    </w:p>
    <w:p w14:paraId="1E8062A5" w14:textId="3AE7BF7B" w:rsidR="00DF6497" w:rsidRPr="00DF6497" w:rsidRDefault="00DF6497" w:rsidP="00DF6497">
      <w:pPr>
        <w:pStyle w:val="NormalWeb"/>
        <w:rPr>
          <w:rFonts w:ascii="Arial" w:hAnsi="Arial" w:cs="Arial"/>
          <w:color w:val="000000"/>
          <w:lang w:val="en-CH"/>
        </w:rPr>
      </w:pPr>
      <w:r w:rsidRPr="00DF6497">
        <w:rPr>
          <w:rFonts w:ascii="Arial" w:hAnsi="Arial" w:cs="Arial"/>
          <w:color w:val="000000"/>
          <w:lang w:val="en-CH"/>
        </w:rPr>
        <w:t>Die EntrepreneurSkills Regionalmeisterschaft</w:t>
      </w:r>
      <w:r w:rsidRPr="00DF6497">
        <w:rPr>
          <w:rFonts w:ascii="Arial" w:hAnsi="Arial" w:cs="Arial"/>
          <w:b/>
          <w:bCs/>
          <w:color w:val="000000"/>
          <w:lang w:val="en-CH"/>
        </w:rPr>
        <w:t xml:space="preserve"> </w:t>
      </w:r>
      <w:r w:rsidRPr="005C6285">
        <w:rPr>
          <w:rFonts w:ascii="Arial" w:hAnsi="Arial" w:cs="Arial"/>
          <w:color w:val="000000"/>
          <w:highlight w:val="cyan"/>
          <w:lang w:val="en-CH"/>
        </w:rPr>
        <w:t>[Region/Kanton]</w:t>
      </w:r>
      <w:r w:rsidRPr="00DF6497">
        <w:rPr>
          <w:rFonts w:ascii="Arial" w:hAnsi="Arial" w:cs="Arial"/>
          <w:color w:val="000000"/>
          <w:lang w:val="en-CH"/>
        </w:rPr>
        <w:t> findet am </w:t>
      </w:r>
      <w:r w:rsidRPr="005C6285">
        <w:rPr>
          <w:rFonts w:ascii="Arial" w:hAnsi="Arial" w:cs="Arial"/>
          <w:color w:val="000000"/>
          <w:highlight w:val="cyan"/>
          <w:lang w:val="en-CH"/>
        </w:rPr>
        <w:t>[Datum]</w:t>
      </w:r>
      <w:r w:rsidRPr="00DF6497">
        <w:rPr>
          <w:rFonts w:ascii="Arial" w:hAnsi="Arial" w:cs="Arial"/>
          <w:color w:val="000000"/>
          <w:lang w:val="en-CH"/>
        </w:rPr>
        <w:t> von </w:t>
      </w:r>
      <w:r w:rsidR="00E671FD" w:rsidRPr="00DC750E">
        <w:rPr>
          <w:rFonts w:ascii="Arial" w:hAnsi="Arial" w:cs="Arial"/>
        </w:rPr>
        <w:t>9:00-17:00 Uhr</w:t>
      </w:r>
      <w:r w:rsidR="00E671FD" w:rsidRPr="00DF6497">
        <w:rPr>
          <w:rFonts w:ascii="Arial" w:hAnsi="Arial" w:cs="Arial"/>
          <w:color w:val="000000"/>
          <w:lang w:val="en-CH"/>
        </w:rPr>
        <w:t xml:space="preserve"> </w:t>
      </w:r>
      <w:r w:rsidRPr="00DF6497">
        <w:rPr>
          <w:rFonts w:ascii="Arial" w:hAnsi="Arial" w:cs="Arial"/>
          <w:color w:val="000000"/>
          <w:lang w:val="en-CH"/>
        </w:rPr>
        <w:t>in </w:t>
      </w:r>
      <w:r w:rsidRPr="005C6285">
        <w:rPr>
          <w:rFonts w:ascii="Arial" w:hAnsi="Arial" w:cs="Arial"/>
          <w:color w:val="000000"/>
          <w:highlight w:val="cyan"/>
          <w:lang w:val="en-CH"/>
        </w:rPr>
        <w:t>[Ort]</w:t>
      </w:r>
      <w:r w:rsidRPr="00DF6497">
        <w:rPr>
          <w:rFonts w:ascii="Arial" w:hAnsi="Arial" w:cs="Arial"/>
          <w:color w:val="000000"/>
          <w:lang w:val="en-CH"/>
        </w:rPr>
        <w:t> statt. Mit diesem regionalen Wettbewerb engagiert sich </w:t>
      </w:r>
      <w:r w:rsidRPr="005C6285">
        <w:rPr>
          <w:rFonts w:ascii="Arial" w:hAnsi="Arial" w:cs="Arial"/>
          <w:color w:val="000000"/>
          <w:highlight w:val="cyan"/>
          <w:lang w:val="en-CH"/>
        </w:rPr>
        <w:t>[Partnername]</w:t>
      </w:r>
      <w:r w:rsidRPr="00DF6497">
        <w:rPr>
          <w:rFonts w:ascii="Arial" w:hAnsi="Arial" w:cs="Arial"/>
          <w:color w:val="000000"/>
          <w:lang w:val="en-CH"/>
        </w:rPr>
        <w:t> gezielt für die Förderung unternehmerischer Talente und stärkt damit langfristig die Innovations- und Wettbewerbsfähigkeit des Wirtschaftsstandorts </w:t>
      </w:r>
      <w:r w:rsidRPr="005C6285">
        <w:rPr>
          <w:rFonts w:ascii="Arial" w:hAnsi="Arial" w:cs="Arial"/>
          <w:color w:val="000000"/>
          <w:highlight w:val="cyan"/>
          <w:lang w:val="en-CH"/>
        </w:rPr>
        <w:t>[Region/Kanton]</w:t>
      </w:r>
      <w:r w:rsidRPr="005C6285">
        <w:rPr>
          <w:rFonts w:ascii="Arial" w:hAnsi="Arial" w:cs="Arial"/>
          <w:color w:val="000000"/>
          <w:lang w:val="en-CH"/>
        </w:rPr>
        <w:t>.</w:t>
      </w:r>
    </w:p>
    <w:p w14:paraId="3E551235" w14:textId="08FC7279" w:rsidR="00DF6497" w:rsidRPr="00DF6497" w:rsidRDefault="00DF6497" w:rsidP="00DF6497">
      <w:pPr>
        <w:pStyle w:val="NormalWeb"/>
        <w:rPr>
          <w:rFonts w:ascii="Arial" w:hAnsi="Arial" w:cs="Arial"/>
          <w:color w:val="000000"/>
          <w:lang w:val="en-CH"/>
        </w:rPr>
      </w:pPr>
      <w:r w:rsidRPr="00DF6497">
        <w:rPr>
          <w:rFonts w:ascii="Arial" w:hAnsi="Arial" w:cs="Arial"/>
          <w:color w:val="000000"/>
          <w:lang w:val="en-CH"/>
        </w:rPr>
        <w:t>Die Regionalmeisterschaften bilden den Einstieg in EntrepreneurSkills, eine offizielle Disziplin der SwissSkills Berufsmeisterschaften. In Zweierteams entwickeln die Teilnehmenden an einem eintägigen Wettbewerb zu einer vorgegebenen Problemstellung eine innovative Geschäftsidee. Unterstützt von Coaches</w:t>
      </w:r>
      <w:r>
        <w:rPr>
          <w:rFonts w:ascii="Arial" w:hAnsi="Arial" w:cs="Arial"/>
          <w:color w:val="000000"/>
          <w:lang w:val="en-CH"/>
        </w:rPr>
        <w:t xml:space="preserve"> und Experten</w:t>
      </w:r>
      <w:r w:rsidRPr="00DF6497">
        <w:rPr>
          <w:rFonts w:ascii="Arial" w:hAnsi="Arial" w:cs="Arial"/>
          <w:color w:val="000000"/>
          <w:lang w:val="en-CH"/>
        </w:rPr>
        <w:t xml:space="preserve"> erarbeiten sie ihre Lösung und präsentieren diese am Ende des Tages vor einer </w:t>
      </w:r>
      <w:r>
        <w:rPr>
          <w:rFonts w:ascii="Arial" w:hAnsi="Arial" w:cs="Arial"/>
          <w:color w:val="000000"/>
          <w:lang w:val="en-CH"/>
        </w:rPr>
        <w:t>J</w:t>
      </w:r>
      <w:r w:rsidRPr="00DF6497">
        <w:rPr>
          <w:rFonts w:ascii="Arial" w:hAnsi="Arial" w:cs="Arial"/>
          <w:color w:val="000000"/>
          <w:lang w:val="en-CH"/>
        </w:rPr>
        <w:t xml:space="preserve">ury. </w:t>
      </w:r>
      <w:r w:rsidR="00E671FD" w:rsidRPr="00E671FD">
        <w:rPr>
          <w:rFonts w:ascii="Arial" w:hAnsi="Arial" w:cs="Arial"/>
          <w:color w:val="000000"/>
          <w:lang w:val="en-CH"/>
        </w:rPr>
        <w:t>Das erstplatzierte Team darf sich Regionalmeister nennen und qualifiziert sich für das nationale Finale der SwissSkills Championships vom 27.–30. August 2026 an der OBA in St. Gallen.</w:t>
      </w:r>
      <w:r w:rsidRPr="00DF6497">
        <w:rPr>
          <w:rFonts w:ascii="Arial" w:hAnsi="Arial" w:cs="Arial"/>
          <w:color w:val="000000"/>
          <w:lang w:val="en-CH"/>
        </w:rPr>
        <w:t>Es sind keine speziellen Vorkenntnisse oder eine bestehende Geschäftsidee erforderlich – entscheidend sind Motivation, Teamarbeit und unternehmerisches Denken.</w:t>
      </w:r>
    </w:p>
    <w:p w14:paraId="60A852EB" w14:textId="77777777" w:rsidR="00DF6497" w:rsidRPr="00DF6497" w:rsidRDefault="00DF6497" w:rsidP="00DF6497">
      <w:pPr>
        <w:pStyle w:val="NormalWeb"/>
        <w:rPr>
          <w:rFonts w:ascii="Arial" w:hAnsi="Arial" w:cs="Arial"/>
          <w:color w:val="000000"/>
          <w:lang w:val="en-CH"/>
        </w:rPr>
      </w:pPr>
      <w:r w:rsidRPr="00DF6497">
        <w:rPr>
          <w:rFonts w:ascii="Arial" w:hAnsi="Arial" w:cs="Arial"/>
          <w:color w:val="000000"/>
          <w:lang w:val="en-CH"/>
        </w:rPr>
        <w:t>Für die Region bedeutet die Durchführung der Regionalmeisterschaften eine konkrete Investition in den Nachwuchs: Unternehmerische Kompetenzen werden früh gefördert, regionale Talente sichtbar gemacht und der Austausch zwischen Wirtschaft, Berufsbildung und jungen Leistungsträgerinnen und Leistungsträgern gestärkt. Die besten Teams qualifizieren sich für ein Vorbereitungs-Bootcamp und anschliessend für das nationale Finale im Rahmen der SwissSkills Championships.</w:t>
      </w:r>
    </w:p>
    <w:p w14:paraId="2E84C535" w14:textId="78D2AA42" w:rsidR="009C3189" w:rsidRPr="00DF6497" w:rsidRDefault="00A630CB" w:rsidP="00DF6497">
      <w:pPr>
        <w:pStyle w:val="NormalWeb"/>
        <w:rPr>
          <w:rFonts w:ascii="Arial" w:hAnsi="Arial" w:cs="Arial"/>
          <w:b/>
          <w:bCs/>
          <w:color w:val="7030A0"/>
          <w:sz w:val="32"/>
          <w:szCs w:val="32"/>
        </w:rPr>
      </w:pPr>
      <w:r w:rsidRPr="00DC750E">
        <w:rPr>
          <w:rFonts w:ascii="Arial" w:hAnsi="Arial" w:cs="Arial"/>
        </w:rPr>
        <w:t xml:space="preserve">Alle </w:t>
      </w:r>
      <w:r>
        <w:rPr>
          <w:rFonts w:ascii="Arial" w:hAnsi="Arial" w:cs="Arial"/>
        </w:rPr>
        <w:t xml:space="preserve">weiteren </w:t>
      </w:r>
      <w:r w:rsidRPr="00DC750E">
        <w:rPr>
          <w:rFonts w:ascii="Arial" w:hAnsi="Arial" w:cs="Arial"/>
        </w:rPr>
        <w:t xml:space="preserve">Informationen sowie das Anmeldeformular finden Sie unter </w:t>
      </w:r>
      <w:hyperlink r:id="rId8" w:history="1">
        <w:r w:rsidRPr="00DC750E">
          <w:rPr>
            <w:rFonts w:ascii="Arial" w:hAnsi="Arial" w:cs="Arial"/>
          </w:rPr>
          <w:t>www.entrepreneurskills.ch</w:t>
        </w:r>
      </w:hyperlink>
    </w:p>
    <w:sectPr w:rsidR="009C3189" w:rsidRPr="00DF6497" w:rsidSect="001C4EC6">
      <w:headerReference w:type="default" r:id="rId9"/>
      <w:footerReference w:type="default" r:id="rId10"/>
      <w:type w:val="continuous"/>
      <w:pgSz w:w="11900" w:h="16820"/>
      <w:pgMar w:top="2835" w:right="1134" w:bottom="1418" w:left="1418" w:header="709"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1E505C" w14:textId="77777777" w:rsidR="003A6CE3" w:rsidRDefault="003A6CE3">
      <w:r>
        <w:separator/>
      </w:r>
    </w:p>
  </w:endnote>
  <w:endnote w:type="continuationSeparator" w:id="0">
    <w:p w14:paraId="4C8FEC83" w14:textId="77777777" w:rsidR="003A6CE3" w:rsidRDefault="003A6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45 Light">
    <w:altName w:val="Vrinda"/>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HelveticaNeueLT Std Lt">
    <w:altName w:val="Arial"/>
    <w:panose1 w:val="020B0604020202020204"/>
    <w:charset w:val="00"/>
    <w:family w:val="swiss"/>
    <w:notTrueType/>
    <w:pitch w:val="variable"/>
    <w:sig w:usb0="00000003" w:usb1="00000000" w:usb2="00000000" w:usb3="00000000" w:csb0="00000001" w:csb1="00000000"/>
  </w:font>
  <w:font w:name="HelveticaNeueLT Std">
    <w:altName w:val="Arial"/>
    <w:panose1 w:val="020B060402020202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HelveticaNeueLT Std Med">
    <w:altName w:val="Calibri"/>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6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F681" w14:textId="05CD8E66" w:rsidR="000E6E76" w:rsidRPr="00ED7F89" w:rsidRDefault="67D094E1" w:rsidP="67D094E1">
    <w:pPr>
      <w:pStyle w:val="Fusszeile1"/>
      <w:rPr>
        <w:rFonts w:ascii="Arial" w:hAnsi="Arial"/>
        <w:b/>
        <w:color w:val="7030A0"/>
        <w:lang w:val="sv-SE"/>
      </w:rPr>
    </w:pPr>
    <w:r w:rsidRPr="00ED7F89">
      <w:rPr>
        <w:rFonts w:ascii="Arial" w:hAnsi="Arial"/>
        <w:b/>
        <w:color w:val="7030A0"/>
        <w:lang w:val="sv-SE"/>
      </w:rPr>
      <w:t xml:space="preserve">IG </w:t>
    </w:r>
    <w:proofErr w:type="spellStart"/>
    <w:r w:rsidRPr="00ED7F89">
      <w:rPr>
        <w:rFonts w:ascii="Arial" w:hAnsi="Arial"/>
        <w:b/>
        <w:color w:val="7030A0"/>
        <w:lang w:val="sv-SE"/>
      </w:rPr>
      <w:t>EntrepreneurSkills</w:t>
    </w:r>
    <w:proofErr w:type="spellEnd"/>
    <w:r w:rsidRPr="00ED7F89">
      <w:rPr>
        <w:rFonts w:ascii="Arial" w:hAnsi="Arial"/>
        <w:b/>
        <w:color w:val="7030A0"/>
        <w:lang w:val="sv-SE"/>
      </w:rPr>
      <w:t xml:space="preserve"> c/o </w:t>
    </w:r>
    <w:proofErr w:type="spellStart"/>
    <w:r w:rsidRPr="00ED7F89">
      <w:rPr>
        <w:rFonts w:ascii="Arial" w:hAnsi="Arial"/>
        <w:b/>
        <w:color w:val="7030A0"/>
        <w:lang w:val="sv-SE"/>
      </w:rPr>
      <w:t>Solothurner</w:t>
    </w:r>
    <w:proofErr w:type="spellEnd"/>
    <w:r w:rsidRPr="00ED7F89">
      <w:rPr>
        <w:rFonts w:ascii="Arial" w:hAnsi="Arial"/>
        <w:b/>
        <w:color w:val="7030A0"/>
        <w:lang w:val="sv-SE"/>
      </w:rPr>
      <w:t xml:space="preserve"> </w:t>
    </w:r>
    <w:proofErr w:type="spellStart"/>
    <w:r w:rsidRPr="00ED7F89">
      <w:rPr>
        <w:rFonts w:ascii="Arial" w:hAnsi="Arial"/>
        <w:b/>
        <w:color w:val="7030A0"/>
        <w:lang w:val="sv-SE"/>
      </w:rPr>
      <w:t>Handelskammer</w:t>
    </w:r>
    <w:proofErr w:type="spellEnd"/>
    <w:r w:rsidRPr="00ED7F89">
      <w:rPr>
        <w:rFonts w:ascii="Arial" w:hAnsi="Arial"/>
        <w:b/>
        <w:color w:val="7030A0"/>
        <w:lang w:val="sv-SE"/>
      </w:rPr>
      <w:t xml:space="preserve"> </w:t>
    </w:r>
  </w:p>
  <w:p w14:paraId="0A91836A" w14:textId="7F81B4B2" w:rsidR="000E6E76" w:rsidRPr="00ED7F89" w:rsidRDefault="00CC08B1">
    <w:pPr>
      <w:pStyle w:val="Fusszeile2"/>
      <w:rPr>
        <w:rFonts w:ascii="Arial" w:hAnsi="Arial"/>
        <w:color w:val="7030A0"/>
        <w:lang w:val="sv-SE"/>
      </w:rPr>
    </w:pPr>
    <w:proofErr w:type="spellStart"/>
    <w:r w:rsidRPr="00ED7F89">
      <w:rPr>
        <w:rFonts w:ascii="Arial" w:hAnsi="Arial"/>
        <w:color w:val="7030A0"/>
        <w:lang w:val="sv-SE"/>
      </w:rPr>
      <w:t>Grabackerstrasse</w:t>
    </w:r>
    <w:proofErr w:type="spellEnd"/>
    <w:r w:rsidRPr="00ED7F89">
      <w:rPr>
        <w:rFonts w:ascii="Arial" w:hAnsi="Arial"/>
        <w:color w:val="7030A0"/>
        <w:lang w:val="sv-SE"/>
      </w:rPr>
      <w:t xml:space="preserve"> 6 I </w:t>
    </w:r>
    <w:r w:rsidR="00E269E1" w:rsidRPr="00ED7F89">
      <w:rPr>
        <w:rFonts w:ascii="Arial" w:hAnsi="Arial"/>
        <w:color w:val="7030A0"/>
        <w:lang w:val="sv-SE"/>
      </w:rPr>
      <w:t xml:space="preserve">4500 </w:t>
    </w:r>
    <w:r w:rsidRPr="00ED7F89">
      <w:rPr>
        <w:rFonts w:ascii="Arial" w:hAnsi="Arial"/>
        <w:color w:val="7030A0"/>
        <w:lang w:val="sv-SE"/>
      </w:rPr>
      <w:t xml:space="preserve">Solothurn I T 032 626 24 </w:t>
    </w:r>
    <w:r w:rsidR="00F67AB7" w:rsidRPr="00ED7F89">
      <w:rPr>
        <w:rFonts w:ascii="Arial" w:hAnsi="Arial"/>
        <w:color w:val="7030A0"/>
        <w:lang w:val="sv-SE"/>
      </w:rPr>
      <w:t>2</w:t>
    </w:r>
    <w:r w:rsidR="007267AA" w:rsidRPr="00ED7F89">
      <w:rPr>
        <w:rFonts w:ascii="Arial" w:hAnsi="Arial"/>
        <w:color w:val="7030A0"/>
        <w:lang w:val="sv-SE"/>
      </w:rPr>
      <w:t>4</w:t>
    </w:r>
    <w:r w:rsidR="00F67AB7" w:rsidRPr="00ED7F89">
      <w:rPr>
        <w:rFonts w:ascii="Arial" w:hAnsi="Arial"/>
        <w:color w:val="7030A0"/>
        <w:lang w:val="sv-SE"/>
      </w:rPr>
      <w:t xml:space="preserve"> </w:t>
    </w:r>
    <w:r w:rsidRPr="00ED7F89">
      <w:rPr>
        <w:rFonts w:ascii="Arial" w:hAnsi="Arial"/>
        <w:color w:val="7030A0"/>
        <w:lang w:val="sv-SE"/>
      </w:rPr>
      <w:t xml:space="preserve">I </w:t>
    </w:r>
    <w:r w:rsidR="00E269E1" w:rsidRPr="00ED7F89">
      <w:rPr>
        <w:rFonts w:ascii="Arial" w:hAnsi="Arial"/>
        <w:color w:val="7030A0"/>
        <w:lang w:val="sv-SE"/>
      </w:rPr>
      <w:t xml:space="preserve">info@entrepreneurskills.ch </w:t>
    </w:r>
    <w:r w:rsidRPr="00ED7F89">
      <w:rPr>
        <w:rFonts w:ascii="Arial" w:hAnsi="Arial"/>
        <w:color w:val="7030A0"/>
        <w:lang w:val="sv-SE"/>
      </w:rPr>
      <w:t xml:space="preserve">I </w:t>
    </w:r>
    <w:r w:rsidR="00E269E1" w:rsidRPr="00ED7F89">
      <w:rPr>
        <w:rFonts w:ascii="Arial" w:hAnsi="Arial"/>
        <w:color w:val="7030A0"/>
        <w:lang w:val="sv-SE"/>
      </w:rPr>
      <w:t>www.entrepreneurskills.ch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09690" w14:textId="77777777" w:rsidR="003A6CE3" w:rsidRDefault="003A6CE3">
      <w:r>
        <w:separator/>
      </w:r>
    </w:p>
  </w:footnote>
  <w:footnote w:type="continuationSeparator" w:id="0">
    <w:p w14:paraId="7F800EB4" w14:textId="77777777" w:rsidR="003A6CE3" w:rsidRDefault="003A6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A7A6A" w14:textId="77777777" w:rsidR="00171BED" w:rsidRPr="007373F3" w:rsidRDefault="001C4EC6" w:rsidP="00FD2586">
    <w:pPr>
      <w:pStyle w:val="Header"/>
      <w:tabs>
        <w:tab w:val="clear" w:pos="9072"/>
      </w:tabs>
      <w:jc w:val="right"/>
      <w:rPr>
        <w:rFonts w:ascii="Arial" w:hAnsi="Arial" w:cs="Arial"/>
        <w:sz w:val="20"/>
      </w:rPr>
    </w:pPr>
    <w:r>
      <w:rPr>
        <w:rFonts w:ascii="Arial" w:hAnsi="Arial" w:cs="Arial"/>
        <w:noProof/>
        <w:sz w:val="20"/>
      </w:rPr>
      <w:drawing>
        <wp:inline distT="0" distB="0" distL="0" distR="0" wp14:anchorId="1056C1FA" wp14:editId="6B5C47E5">
          <wp:extent cx="4724470" cy="1147762"/>
          <wp:effectExtent l="0" t="0" r="0" b="0"/>
          <wp:docPr id="1970069660" name="Grafik 1970069660" descr="Ein Bild, das Text, Schrift, Grafik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849500" name="Grafik 1" descr="Ein Bild, das Text, Schrift, Grafiken,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801482" cy="11664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692A8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5276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02EFE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28E8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6D2E5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0ADF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3AB7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9654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461D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FCC95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16F35"/>
    <w:multiLevelType w:val="hybridMultilevel"/>
    <w:tmpl w:val="FDDA413E"/>
    <w:lvl w:ilvl="0" w:tplc="C6DA431C">
      <w:numFmt w:val="bullet"/>
      <w:lvlText w:val="-"/>
      <w:lvlJc w:val="left"/>
      <w:pPr>
        <w:ind w:left="413" w:hanging="360"/>
      </w:pPr>
      <w:rPr>
        <w:rFonts w:ascii="Arial" w:eastAsia="Times New Roman" w:hAnsi="Arial" w:cs="Arial" w:hint="default"/>
      </w:rPr>
    </w:lvl>
    <w:lvl w:ilvl="1" w:tplc="08070003">
      <w:start w:val="1"/>
      <w:numFmt w:val="bullet"/>
      <w:lvlText w:val="o"/>
      <w:lvlJc w:val="left"/>
      <w:pPr>
        <w:ind w:left="1133" w:hanging="360"/>
      </w:pPr>
      <w:rPr>
        <w:rFonts w:ascii="Courier New" w:hAnsi="Courier New" w:cs="Courier New" w:hint="default"/>
      </w:rPr>
    </w:lvl>
    <w:lvl w:ilvl="2" w:tplc="08070005" w:tentative="1">
      <w:start w:val="1"/>
      <w:numFmt w:val="bullet"/>
      <w:lvlText w:val=""/>
      <w:lvlJc w:val="left"/>
      <w:pPr>
        <w:ind w:left="1853" w:hanging="360"/>
      </w:pPr>
      <w:rPr>
        <w:rFonts w:ascii="Wingdings" w:hAnsi="Wingdings" w:hint="default"/>
      </w:rPr>
    </w:lvl>
    <w:lvl w:ilvl="3" w:tplc="08070001" w:tentative="1">
      <w:start w:val="1"/>
      <w:numFmt w:val="bullet"/>
      <w:lvlText w:val=""/>
      <w:lvlJc w:val="left"/>
      <w:pPr>
        <w:ind w:left="2573" w:hanging="360"/>
      </w:pPr>
      <w:rPr>
        <w:rFonts w:ascii="Symbol" w:hAnsi="Symbol" w:hint="default"/>
      </w:rPr>
    </w:lvl>
    <w:lvl w:ilvl="4" w:tplc="08070003" w:tentative="1">
      <w:start w:val="1"/>
      <w:numFmt w:val="bullet"/>
      <w:lvlText w:val="o"/>
      <w:lvlJc w:val="left"/>
      <w:pPr>
        <w:ind w:left="3293" w:hanging="360"/>
      </w:pPr>
      <w:rPr>
        <w:rFonts w:ascii="Courier New" w:hAnsi="Courier New" w:cs="Courier New" w:hint="default"/>
      </w:rPr>
    </w:lvl>
    <w:lvl w:ilvl="5" w:tplc="08070005" w:tentative="1">
      <w:start w:val="1"/>
      <w:numFmt w:val="bullet"/>
      <w:lvlText w:val=""/>
      <w:lvlJc w:val="left"/>
      <w:pPr>
        <w:ind w:left="4013" w:hanging="360"/>
      </w:pPr>
      <w:rPr>
        <w:rFonts w:ascii="Wingdings" w:hAnsi="Wingdings" w:hint="default"/>
      </w:rPr>
    </w:lvl>
    <w:lvl w:ilvl="6" w:tplc="08070001" w:tentative="1">
      <w:start w:val="1"/>
      <w:numFmt w:val="bullet"/>
      <w:lvlText w:val=""/>
      <w:lvlJc w:val="left"/>
      <w:pPr>
        <w:ind w:left="4733" w:hanging="360"/>
      </w:pPr>
      <w:rPr>
        <w:rFonts w:ascii="Symbol" w:hAnsi="Symbol" w:hint="default"/>
      </w:rPr>
    </w:lvl>
    <w:lvl w:ilvl="7" w:tplc="08070003" w:tentative="1">
      <w:start w:val="1"/>
      <w:numFmt w:val="bullet"/>
      <w:lvlText w:val="o"/>
      <w:lvlJc w:val="left"/>
      <w:pPr>
        <w:ind w:left="5453" w:hanging="360"/>
      </w:pPr>
      <w:rPr>
        <w:rFonts w:ascii="Courier New" w:hAnsi="Courier New" w:cs="Courier New" w:hint="default"/>
      </w:rPr>
    </w:lvl>
    <w:lvl w:ilvl="8" w:tplc="08070005" w:tentative="1">
      <w:start w:val="1"/>
      <w:numFmt w:val="bullet"/>
      <w:lvlText w:val=""/>
      <w:lvlJc w:val="left"/>
      <w:pPr>
        <w:ind w:left="6173" w:hanging="360"/>
      </w:pPr>
      <w:rPr>
        <w:rFonts w:ascii="Wingdings" w:hAnsi="Wingdings" w:hint="default"/>
      </w:rPr>
    </w:lvl>
  </w:abstractNum>
  <w:abstractNum w:abstractNumId="11" w15:restartNumberingAfterBreak="0">
    <w:nsid w:val="0D9A06F7"/>
    <w:multiLevelType w:val="hybridMultilevel"/>
    <w:tmpl w:val="21D09F9A"/>
    <w:lvl w:ilvl="0" w:tplc="0807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D5E5E94"/>
    <w:multiLevelType w:val="hybridMultilevel"/>
    <w:tmpl w:val="C92C12E4"/>
    <w:lvl w:ilvl="0" w:tplc="6C66E27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749568C"/>
    <w:multiLevelType w:val="hybridMultilevel"/>
    <w:tmpl w:val="C09489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0597D03"/>
    <w:multiLevelType w:val="hybridMultilevel"/>
    <w:tmpl w:val="CB6C9F5A"/>
    <w:lvl w:ilvl="0" w:tplc="D7BCD382">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49087941"/>
    <w:multiLevelType w:val="hybridMultilevel"/>
    <w:tmpl w:val="1E2E14DA"/>
    <w:lvl w:ilvl="0" w:tplc="B13272EE">
      <w:start w:val="1"/>
      <w:numFmt w:val="bullet"/>
      <w:lvlText w:val=""/>
      <w:lvlJc w:val="left"/>
      <w:pPr>
        <w:tabs>
          <w:tab w:val="num" w:pos="170"/>
        </w:tabs>
        <w:ind w:left="170" w:firstLine="0"/>
      </w:pPr>
      <w:rPr>
        <w:rFonts w:ascii="Wingdings" w:hAnsi="Wingdings" w:hint="default"/>
        <w:spacing w:val="0"/>
        <w:w w:val="100"/>
        <w:kern w:val="0"/>
        <w:position w:val="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05468D"/>
    <w:multiLevelType w:val="hybridMultilevel"/>
    <w:tmpl w:val="522616B6"/>
    <w:lvl w:ilvl="0" w:tplc="ABEACDD8">
      <w:start w:val="1"/>
      <w:numFmt w:val="bullet"/>
      <w:lvlText w:val=""/>
      <w:lvlJc w:val="left"/>
      <w:pPr>
        <w:tabs>
          <w:tab w:val="num" w:pos="170"/>
        </w:tabs>
        <w:ind w:left="170" w:hanging="170"/>
      </w:pPr>
      <w:rPr>
        <w:rFonts w:ascii="Wingdings" w:hAnsi="Wingdings" w:hint="default"/>
        <w:spacing w:val="0"/>
        <w:w w:val="100"/>
        <w:kern w:val="0"/>
        <w:position w:val="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E62DEB"/>
    <w:multiLevelType w:val="hybridMultilevel"/>
    <w:tmpl w:val="0196253C"/>
    <w:lvl w:ilvl="0" w:tplc="08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F9326F2"/>
    <w:multiLevelType w:val="hybridMultilevel"/>
    <w:tmpl w:val="2FC64F02"/>
    <w:lvl w:ilvl="0" w:tplc="0807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F331DF7"/>
    <w:multiLevelType w:val="hybridMultilevel"/>
    <w:tmpl w:val="A4E2164A"/>
    <w:lvl w:ilvl="0" w:tplc="87323398">
      <w:start w:val="1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346789322">
    <w:abstractNumId w:val="16"/>
  </w:num>
  <w:num w:numId="2" w16cid:durableId="1429623483">
    <w:abstractNumId w:val="15"/>
  </w:num>
  <w:num w:numId="3" w16cid:durableId="1606419934">
    <w:abstractNumId w:val="13"/>
  </w:num>
  <w:num w:numId="4" w16cid:durableId="1273169319">
    <w:abstractNumId w:val="9"/>
  </w:num>
  <w:num w:numId="5" w16cid:durableId="1572303005">
    <w:abstractNumId w:val="7"/>
  </w:num>
  <w:num w:numId="6" w16cid:durableId="471019051">
    <w:abstractNumId w:val="6"/>
  </w:num>
  <w:num w:numId="7" w16cid:durableId="926428454">
    <w:abstractNumId w:val="5"/>
  </w:num>
  <w:num w:numId="8" w16cid:durableId="1636444943">
    <w:abstractNumId w:val="4"/>
  </w:num>
  <w:num w:numId="9" w16cid:durableId="2030792584">
    <w:abstractNumId w:val="8"/>
  </w:num>
  <w:num w:numId="10" w16cid:durableId="81609601">
    <w:abstractNumId w:val="3"/>
  </w:num>
  <w:num w:numId="11" w16cid:durableId="1996180076">
    <w:abstractNumId w:val="2"/>
  </w:num>
  <w:num w:numId="12" w16cid:durableId="982659420">
    <w:abstractNumId w:val="1"/>
  </w:num>
  <w:num w:numId="13" w16cid:durableId="1522281856">
    <w:abstractNumId w:val="0"/>
  </w:num>
  <w:num w:numId="14" w16cid:durableId="1699306833">
    <w:abstractNumId w:val="14"/>
  </w:num>
  <w:num w:numId="15" w16cid:durableId="2087070897">
    <w:abstractNumId w:val="10"/>
  </w:num>
  <w:num w:numId="16" w16cid:durableId="320279016">
    <w:abstractNumId w:val="12"/>
  </w:num>
  <w:num w:numId="17" w16cid:durableId="1289701390">
    <w:abstractNumId w:val="17"/>
  </w:num>
  <w:num w:numId="18" w16cid:durableId="1590626517">
    <w:abstractNumId w:val="11"/>
  </w:num>
  <w:num w:numId="19" w16cid:durableId="327557233">
    <w:abstractNumId w:val="19"/>
  </w:num>
  <w:num w:numId="20" w16cid:durableId="12257515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2AA"/>
    <w:rsid w:val="00000C37"/>
    <w:rsid w:val="0001410F"/>
    <w:rsid w:val="00015604"/>
    <w:rsid w:val="00015D92"/>
    <w:rsid w:val="00023661"/>
    <w:rsid w:val="000263A4"/>
    <w:rsid w:val="00033E66"/>
    <w:rsid w:val="00034E0A"/>
    <w:rsid w:val="000406F7"/>
    <w:rsid w:val="00041114"/>
    <w:rsid w:val="00047F96"/>
    <w:rsid w:val="00054D36"/>
    <w:rsid w:val="000560F9"/>
    <w:rsid w:val="00075292"/>
    <w:rsid w:val="00077AF5"/>
    <w:rsid w:val="00077F41"/>
    <w:rsid w:val="00087B89"/>
    <w:rsid w:val="0009004A"/>
    <w:rsid w:val="000A5C54"/>
    <w:rsid w:val="000A74FF"/>
    <w:rsid w:val="000B06EC"/>
    <w:rsid w:val="000B4046"/>
    <w:rsid w:val="000B585B"/>
    <w:rsid w:val="000C387D"/>
    <w:rsid w:val="000C4377"/>
    <w:rsid w:val="000C53D5"/>
    <w:rsid w:val="000C72AA"/>
    <w:rsid w:val="000D5F66"/>
    <w:rsid w:val="000E4537"/>
    <w:rsid w:val="000E6E76"/>
    <w:rsid w:val="000E7F6E"/>
    <w:rsid w:val="000F55DE"/>
    <w:rsid w:val="00104FB4"/>
    <w:rsid w:val="00114C2B"/>
    <w:rsid w:val="00122D7A"/>
    <w:rsid w:val="001241B1"/>
    <w:rsid w:val="0012746D"/>
    <w:rsid w:val="00130AFE"/>
    <w:rsid w:val="00141FA2"/>
    <w:rsid w:val="0014602B"/>
    <w:rsid w:val="00154364"/>
    <w:rsid w:val="001548A8"/>
    <w:rsid w:val="00157382"/>
    <w:rsid w:val="001676F4"/>
    <w:rsid w:val="00171BED"/>
    <w:rsid w:val="00176393"/>
    <w:rsid w:val="001776B5"/>
    <w:rsid w:val="0018083D"/>
    <w:rsid w:val="00191E58"/>
    <w:rsid w:val="0019489A"/>
    <w:rsid w:val="001A5949"/>
    <w:rsid w:val="001A6A71"/>
    <w:rsid w:val="001B54CE"/>
    <w:rsid w:val="001B6849"/>
    <w:rsid w:val="001C2618"/>
    <w:rsid w:val="001C4722"/>
    <w:rsid w:val="001C4EC6"/>
    <w:rsid w:val="001C5E96"/>
    <w:rsid w:val="001D6FDA"/>
    <w:rsid w:val="001E1723"/>
    <w:rsid w:val="001E57AA"/>
    <w:rsid w:val="001E672F"/>
    <w:rsid w:val="001F0828"/>
    <w:rsid w:val="002004A9"/>
    <w:rsid w:val="00201071"/>
    <w:rsid w:val="00207943"/>
    <w:rsid w:val="002115EA"/>
    <w:rsid w:val="00213DB2"/>
    <w:rsid w:val="00216F5E"/>
    <w:rsid w:val="002230BB"/>
    <w:rsid w:val="0022786A"/>
    <w:rsid w:val="00230ED1"/>
    <w:rsid w:val="00232CE7"/>
    <w:rsid w:val="00237736"/>
    <w:rsid w:val="00237E3F"/>
    <w:rsid w:val="002405E8"/>
    <w:rsid w:val="0024146A"/>
    <w:rsid w:val="002460D5"/>
    <w:rsid w:val="00256207"/>
    <w:rsid w:val="00256433"/>
    <w:rsid w:val="00262B20"/>
    <w:rsid w:val="00263E5E"/>
    <w:rsid w:val="00272AC7"/>
    <w:rsid w:val="0028446F"/>
    <w:rsid w:val="00290321"/>
    <w:rsid w:val="0029205F"/>
    <w:rsid w:val="00295922"/>
    <w:rsid w:val="002A7B41"/>
    <w:rsid w:val="002B0990"/>
    <w:rsid w:val="002B107A"/>
    <w:rsid w:val="002B4310"/>
    <w:rsid w:val="002C2A1B"/>
    <w:rsid w:val="002C72EA"/>
    <w:rsid w:val="002D35FE"/>
    <w:rsid w:val="002E5834"/>
    <w:rsid w:val="002F2F28"/>
    <w:rsid w:val="002F3FC3"/>
    <w:rsid w:val="002F5D93"/>
    <w:rsid w:val="0031106E"/>
    <w:rsid w:val="00311870"/>
    <w:rsid w:val="003142C6"/>
    <w:rsid w:val="00320C5E"/>
    <w:rsid w:val="00323767"/>
    <w:rsid w:val="0033182F"/>
    <w:rsid w:val="00331DDD"/>
    <w:rsid w:val="00334EB3"/>
    <w:rsid w:val="003369BF"/>
    <w:rsid w:val="00342532"/>
    <w:rsid w:val="00342C1D"/>
    <w:rsid w:val="00344402"/>
    <w:rsid w:val="00351640"/>
    <w:rsid w:val="00357589"/>
    <w:rsid w:val="003612F0"/>
    <w:rsid w:val="003622B2"/>
    <w:rsid w:val="00364465"/>
    <w:rsid w:val="00365B96"/>
    <w:rsid w:val="003907D3"/>
    <w:rsid w:val="00391456"/>
    <w:rsid w:val="003921B1"/>
    <w:rsid w:val="00393A7F"/>
    <w:rsid w:val="003966A2"/>
    <w:rsid w:val="003A6830"/>
    <w:rsid w:val="003A6CE3"/>
    <w:rsid w:val="003B456C"/>
    <w:rsid w:val="003B71AA"/>
    <w:rsid w:val="003B7B5E"/>
    <w:rsid w:val="003C30C1"/>
    <w:rsid w:val="003C37F7"/>
    <w:rsid w:val="003C4F8A"/>
    <w:rsid w:val="003D16B2"/>
    <w:rsid w:val="003E1C32"/>
    <w:rsid w:val="003E4C6B"/>
    <w:rsid w:val="003E679E"/>
    <w:rsid w:val="003F028A"/>
    <w:rsid w:val="003F5F95"/>
    <w:rsid w:val="003F60D7"/>
    <w:rsid w:val="00400C71"/>
    <w:rsid w:val="004011B6"/>
    <w:rsid w:val="004102DD"/>
    <w:rsid w:val="00413162"/>
    <w:rsid w:val="00415E5E"/>
    <w:rsid w:val="004230BC"/>
    <w:rsid w:val="00441785"/>
    <w:rsid w:val="00445B17"/>
    <w:rsid w:val="004462C0"/>
    <w:rsid w:val="00447B93"/>
    <w:rsid w:val="00455113"/>
    <w:rsid w:val="00460720"/>
    <w:rsid w:val="00481DAB"/>
    <w:rsid w:val="00484002"/>
    <w:rsid w:val="00486154"/>
    <w:rsid w:val="004962B7"/>
    <w:rsid w:val="0049738F"/>
    <w:rsid w:val="004C04ED"/>
    <w:rsid w:val="004C0808"/>
    <w:rsid w:val="004C49D9"/>
    <w:rsid w:val="004C7363"/>
    <w:rsid w:val="004D0665"/>
    <w:rsid w:val="004D1474"/>
    <w:rsid w:val="004D4E69"/>
    <w:rsid w:val="004D645F"/>
    <w:rsid w:val="004F4945"/>
    <w:rsid w:val="004F6E6A"/>
    <w:rsid w:val="00501960"/>
    <w:rsid w:val="005024BE"/>
    <w:rsid w:val="00502E92"/>
    <w:rsid w:val="00503814"/>
    <w:rsid w:val="00510FC0"/>
    <w:rsid w:val="00511199"/>
    <w:rsid w:val="00512C3C"/>
    <w:rsid w:val="005177C6"/>
    <w:rsid w:val="00527385"/>
    <w:rsid w:val="00531CCE"/>
    <w:rsid w:val="005322B7"/>
    <w:rsid w:val="00535D35"/>
    <w:rsid w:val="005370AE"/>
    <w:rsid w:val="00541035"/>
    <w:rsid w:val="00542104"/>
    <w:rsid w:val="0054493F"/>
    <w:rsid w:val="00554608"/>
    <w:rsid w:val="00556FD9"/>
    <w:rsid w:val="005603B8"/>
    <w:rsid w:val="0056400B"/>
    <w:rsid w:val="00572209"/>
    <w:rsid w:val="00581B95"/>
    <w:rsid w:val="00581FB4"/>
    <w:rsid w:val="0058416D"/>
    <w:rsid w:val="00591CD9"/>
    <w:rsid w:val="005939C4"/>
    <w:rsid w:val="00594C51"/>
    <w:rsid w:val="0059506F"/>
    <w:rsid w:val="005A01B4"/>
    <w:rsid w:val="005A19E4"/>
    <w:rsid w:val="005A2C06"/>
    <w:rsid w:val="005A2FD7"/>
    <w:rsid w:val="005A414A"/>
    <w:rsid w:val="005B4351"/>
    <w:rsid w:val="005B4A39"/>
    <w:rsid w:val="005B65B6"/>
    <w:rsid w:val="005C6285"/>
    <w:rsid w:val="005D1E5A"/>
    <w:rsid w:val="005D2CE0"/>
    <w:rsid w:val="005E301D"/>
    <w:rsid w:val="005F29E2"/>
    <w:rsid w:val="005F4403"/>
    <w:rsid w:val="005F4532"/>
    <w:rsid w:val="005F6A3B"/>
    <w:rsid w:val="00617203"/>
    <w:rsid w:val="00622A9D"/>
    <w:rsid w:val="00626F05"/>
    <w:rsid w:val="00633017"/>
    <w:rsid w:val="00634278"/>
    <w:rsid w:val="00646728"/>
    <w:rsid w:val="00652483"/>
    <w:rsid w:val="00670580"/>
    <w:rsid w:val="006722BB"/>
    <w:rsid w:val="006761B9"/>
    <w:rsid w:val="0067739B"/>
    <w:rsid w:val="00677CD3"/>
    <w:rsid w:val="0069378A"/>
    <w:rsid w:val="006A4147"/>
    <w:rsid w:val="006B1DB5"/>
    <w:rsid w:val="006B231C"/>
    <w:rsid w:val="006C4B5E"/>
    <w:rsid w:val="006C76C5"/>
    <w:rsid w:val="006D76A2"/>
    <w:rsid w:val="006E013A"/>
    <w:rsid w:val="006E14E7"/>
    <w:rsid w:val="006E7D8F"/>
    <w:rsid w:val="006F5FDE"/>
    <w:rsid w:val="007002AC"/>
    <w:rsid w:val="007027F1"/>
    <w:rsid w:val="0070465F"/>
    <w:rsid w:val="00705BF0"/>
    <w:rsid w:val="0070678D"/>
    <w:rsid w:val="007119BD"/>
    <w:rsid w:val="00712AB0"/>
    <w:rsid w:val="00713271"/>
    <w:rsid w:val="00715E82"/>
    <w:rsid w:val="00722471"/>
    <w:rsid w:val="00725DE4"/>
    <w:rsid w:val="007262FC"/>
    <w:rsid w:val="007264B4"/>
    <w:rsid w:val="007267AA"/>
    <w:rsid w:val="00735ED0"/>
    <w:rsid w:val="007369A5"/>
    <w:rsid w:val="007373F3"/>
    <w:rsid w:val="00752B74"/>
    <w:rsid w:val="007578F5"/>
    <w:rsid w:val="0076291F"/>
    <w:rsid w:val="007706FA"/>
    <w:rsid w:val="00772C38"/>
    <w:rsid w:val="007753AB"/>
    <w:rsid w:val="00775AEE"/>
    <w:rsid w:val="00776400"/>
    <w:rsid w:val="007765B8"/>
    <w:rsid w:val="00780353"/>
    <w:rsid w:val="00791D53"/>
    <w:rsid w:val="0079423A"/>
    <w:rsid w:val="0079718E"/>
    <w:rsid w:val="007A2EF0"/>
    <w:rsid w:val="007A3603"/>
    <w:rsid w:val="007A463B"/>
    <w:rsid w:val="007B2A5C"/>
    <w:rsid w:val="007D201C"/>
    <w:rsid w:val="007E0164"/>
    <w:rsid w:val="007E71A2"/>
    <w:rsid w:val="008004B3"/>
    <w:rsid w:val="00803125"/>
    <w:rsid w:val="00817934"/>
    <w:rsid w:val="00821520"/>
    <w:rsid w:val="0083010D"/>
    <w:rsid w:val="0083262B"/>
    <w:rsid w:val="008337B2"/>
    <w:rsid w:val="0084499F"/>
    <w:rsid w:val="00844DD5"/>
    <w:rsid w:val="00846387"/>
    <w:rsid w:val="008473D0"/>
    <w:rsid w:val="00864146"/>
    <w:rsid w:val="00873974"/>
    <w:rsid w:val="00875A20"/>
    <w:rsid w:val="00875C58"/>
    <w:rsid w:val="00885FC9"/>
    <w:rsid w:val="0088603C"/>
    <w:rsid w:val="00887B99"/>
    <w:rsid w:val="00891B26"/>
    <w:rsid w:val="00894A09"/>
    <w:rsid w:val="008A0C9A"/>
    <w:rsid w:val="008A28E3"/>
    <w:rsid w:val="008A31FD"/>
    <w:rsid w:val="008A3232"/>
    <w:rsid w:val="008A630A"/>
    <w:rsid w:val="008A715B"/>
    <w:rsid w:val="008A74EC"/>
    <w:rsid w:val="008B38D8"/>
    <w:rsid w:val="008D1D50"/>
    <w:rsid w:val="008D7723"/>
    <w:rsid w:val="008E7515"/>
    <w:rsid w:val="008F1C03"/>
    <w:rsid w:val="008F2608"/>
    <w:rsid w:val="008F44B9"/>
    <w:rsid w:val="00900C76"/>
    <w:rsid w:val="00902923"/>
    <w:rsid w:val="00902986"/>
    <w:rsid w:val="00931A14"/>
    <w:rsid w:val="00935365"/>
    <w:rsid w:val="00943AE2"/>
    <w:rsid w:val="009443C5"/>
    <w:rsid w:val="00946FF0"/>
    <w:rsid w:val="00953DCA"/>
    <w:rsid w:val="00963566"/>
    <w:rsid w:val="00966D49"/>
    <w:rsid w:val="009725D0"/>
    <w:rsid w:val="009738AB"/>
    <w:rsid w:val="00977389"/>
    <w:rsid w:val="00981D9D"/>
    <w:rsid w:val="00982F9B"/>
    <w:rsid w:val="00984D7F"/>
    <w:rsid w:val="009924BB"/>
    <w:rsid w:val="00995843"/>
    <w:rsid w:val="009A4191"/>
    <w:rsid w:val="009A5584"/>
    <w:rsid w:val="009A5BFD"/>
    <w:rsid w:val="009B5D22"/>
    <w:rsid w:val="009B6AD8"/>
    <w:rsid w:val="009C3189"/>
    <w:rsid w:val="009C6D98"/>
    <w:rsid w:val="009C7884"/>
    <w:rsid w:val="009D25FE"/>
    <w:rsid w:val="009D491A"/>
    <w:rsid w:val="009E7E88"/>
    <w:rsid w:val="009F29D0"/>
    <w:rsid w:val="009F5990"/>
    <w:rsid w:val="009F625E"/>
    <w:rsid w:val="00A06812"/>
    <w:rsid w:val="00A13CDC"/>
    <w:rsid w:val="00A16CA6"/>
    <w:rsid w:val="00A16EE2"/>
    <w:rsid w:val="00A21572"/>
    <w:rsid w:val="00A257C5"/>
    <w:rsid w:val="00A27622"/>
    <w:rsid w:val="00A318C9"/>
    <w:rsid w:val="00A4159F"/>
    <w:rsid w:val="00A52D75"/>
    <w:rsid w:val="00A52F91"/>
    <w:rsid w:val="00A564A4"/>
    <w:rsid w:val="00A617D6"/>
    <w:rsid w:val="00A62925"/>
    <w:rsid w:val="00A630CB"/>
    <w:rsid w:val="00A64A67"/>
    <w:rsid w:val="00A677B8"/>
    <w:rsid w:val="00A72CFB"/>
    <w:rsid w:val="00A73C0C"/>
    <w:rsid w:val="00A86DD5"/>
    <w:rsid w:val="00A91874"/>
    <w:rsid w:val="00A92D3D"/>
    <w:rsid w:val="00A93F0E"/>
    <w:rsid w:val="00AA3A31"/>
    <w:rsid w:val="00AB2EC6"/>
    <w:rsid w:val="00AC0E07"/>
    <w:rsid w:val="00AC3D26"/>
    <w:rsid w:val="00AC748F"/>
    <w:rsid w:val="00AE2352"/>
    <w:rsid w:val="00AF1820"/>
    <w:rsid w:val="00AF45A6"/>
    <w:rsid w:val="00B033C0"/>
    <w:rsid w:val="00B11D88"/>
    <w:rsid w:val="00B13842"/>
    <w:rsid w:val="00B15866"/>
    <w:rsid w:val="00B1690F"/>
    <w:rsid w:val="00B203C0"/>
    <w:rsid w:val="00B239F8"/>
    <w:rsid w:val="00B2568F"/>
    <w:rsid w:val="00B25F07"/>
    <w:rsid w:val="00B32AB0"/>
    <w:rsid w:val="00B3382C"/>
    <w:rsid w:val="00B3470C"/>
    <w:rsid w:val="00B36D06"/>
    <w:rsid w:val="00B36F26"/>
    <w:rsid w:val="00B37A85"/>
    <w:rsid w:val="00B45714"/>
    <w:rsid w:val="00B45D7A"/>
    <w:rsid w:val="00B505CC"/>
    <w:rsid w:val="00B57090"/>
    <w:rsid w:val="00B623B2"/>
    <w:rsid w:val="00B64833"/>
    <w:rsid w:val="00B72483"/>
    <w:rsid w:val="00B92E37"/>
    <w:rsid w:val="00B9685B"/>
    <w:rsid w:val="00BA0DD7"/>
    <w:rsid w:val="00BA46E2"/>
    <w:rsid w:val="00BA5189"/>
    <w:rsid w:val="00BA6AB6"/>
    <w:rsid w:val="00BB6B91"/>
    <w:rsid w:val="00BC0126"/>
    <w:rsid w:val="00BC0725"/>
    <w:rsid w:val="00BC373C"/>
    <w:rsid w:val="00BD1CE3"/>
    <w:rsid w:val="00BD2C83"/>
    <w:rsid w:val="00BD3825"/>
    <w:rsid w:val="00BD5C43"/>
    <w:rsid w:val="00BE24EA"/>
    <w:rsid w:val="00BE66DF"/>
    <w:rsid w:val="00BF63E1"/>
    <w:rsid w:val="00C00D8C"/>
    <w:rsid w:val="00C03827"/>
    <w:rsid w:val="00C0713A"/>
    <w:rsid w:val="00C105EB"/>
    <w:rsid w:val="00C163B2"/>
    <w:rsid w:val="00C2131B"/>
    <w:rsid w:val="00C230FA"/>
    <w:rsid w:val="00C26148"/>
    <w:rsid w:val="00C30562"/>
    <w:rsid w:val="00C35F0D"/>
    <w:rsid w:val="00C371CA"/>
    <w:rsid w:val="00C44C82"/>
    <w:rsid w:val="00C45675"/>
    <w:rsid w:val="00C553AB"/>
    <w:rsid w:val="00C56536"/>
    <w:rsid w:val="00C56CAA"/>
    <w:rsid w:val="00C5750E"/>
    <w:rsid w:val="00C57EF0"/>
    <w:rsid w:val="00C60014"/>
    <w:rsid w:val="00C61B09"/>
    <w:rsid w:val="00C61E71"/>
    <w:rsid w:val="00C626F1"/>
    <w:rsid w:val="00C70127"/>
    <w:rsid w:val="00C71FCA"/>
    <w:rsid w:val="00C7473A"/>
    <w:rsid w:val="00C80C70"/>
    <w:rsid w:val="00C84B6D"/>
    <w:rsid w:val="00CA0BE0"/>
    <w:rsid w:val="00CA4A32"/>
    <w:rsid w:val="00CA6681"/>
    <w:rsid w:val="00CA6B59"/>
    <w:rsid w:val="00CA729E"/>
    <w:rsid w:val="00CA7798"/>
    <w:rsid w:val="00CB00F0"/>
    <w:rsid w:val="00CB375C"/>
    <w:rsid w:val="00CB3D8F"/>
    <w:rsid w:val="00CB561B"/>
    <w:rsid w:val="00CC08B1"/>
    <w:rsid w:val="00CC61C3"/>
    <w:rsid w:val="00CD1639"/>
    <w:rsid w:val="00CD1BBE"/>
    <w:rsid w:val="00CD382D"/>
    <w:rsid w:val="00CD7C9A"/>
    <w:rsid w:val="00CE13F3"/>
    <w:rsid w:val="00CF1725"/>
    <w:rsid w:val="00CF2684"/>
    <w:rsid w:val="00CF3054"/>
    <w:rsid w:val="00CF59FB"/>
    <w:rsid w:val="00CF6C2D"/>
    <w:rsid w:val="00D03A4A"/>
    <w:rsid w:val="00D1469A"/>
    <w:rsid w:val="00D35883"/>
    <w:rsid w:val="00D363B0"/>
    <w:rsid w:val="00D41B58"/>
    <w:rsid w:val="00D4422A"/>
    <w:rsid w:val="00D6281A"/>
    <w:rsid w:val="00D876AA"/>
    <w:rsid w:val="00D9003F"/>
    <w:rsid w:val="00D9300A"/>
    <w:rsid w:val="00D96CAF"/>
    <w:rsid w:val="00DA6912"/>
    <w:rsid w:val="00DB194D"/>
    <w:rsid w:val="00DB64B5"/>
    <w:rsid w:val="00DC098A"/>
    <w:rsid w:val="00DC523C"/>
    <w:rsid w:val="00DC750E"/>
    <w:rsid w:val="00DD52DA"/>
    <w:rsid w:val="00DD63C6"/>
    <w:rsid w:val="00DE04CC"/>
    <w:rsid w:val="00DE06D6"/>
    <w:rsid w:val="00DE696C"/>
    <w:rsid w:val="00DF2851"/>
    <w:rsid w:val="00DF6497"/>
    <w:rsid w:val="00E04F4F"/>
    <w:rsid w:val="00E0744D"/>
    <w:rsid w:val="00E0770E"/>
    <w:rsid w:val="00E11129"/>
    <w:rsid w:val="00E127D9"/>
    <w:rsid w:val="00E200BB"/>
    <w:rsid w:val="00E21BF9"/>
    <w:rsid w:val="00E2328C"/>
    <w:rsid w:val="00E269E1"/>
    <w:rsid w:val="00E26FE3"/>
    <w:rsid w:val="00E300F5"/>
    <w:rsid w:val="00E370DF"/>
    <w:rsid w:val="00E41807"/>
    <w:rsid w:val="00E44D56"/>
    <w:rsid w:val="00E4591A"/>
    <w:rsid w:val="00E50CFE"/>
    <w:rsid w:val="00E51BF1"/>
    <w:rsid w:val="00E52C1A"/>
    <w:rsid w:val="00E56DF1"/>
    <w:rsid w:val="00E64058"/>
    <w:rsid w:val="00E6444F"/>
    <w:rsid w:val="00E671FD"/>
    <w:rsid w:val="00E73EA2"/>
    <w:rsid w:val="00E92DAF"/>
    <w:rsid w:val="00E9674A"/>
    <w:rsid w:val="00EA4EC8"/>
    <w:rsid w:val="00EB1FF1"/>
    <w:rsid w:val="00EC22EE"/>
    <w:rsid w:val="00EC5E53"/>
    <w:rsid w:val="00EC7D49"/>
    <w:rsid w:val="00ED068A"/>
    <w:rsid w:val="00ED7F89"/>
    <w:rsid w:val="00EE1BA8"/>
    <w:rsid w:val="00EE7C25"/>
    <w:rsid w:val="00EF5DF3"/>
    <w:rsid w:val="00F0675B"/>
    <w:rsid w:val="00F06F2A"/>
    <w:rsid w:val="00F137A4"/>
    <w:rsid w:val="00F16FF5"/>
    <w:rsid w:val="00F201C1"/>
    <w:rsid w:val="00F24277"/>
    <w:rsid w:val="00F2701D"/>
    <w:rsid w:val="00F3415C"/>
    <w:rsid w:val="00F36207"/>
    <w:rsid w:val="00F52335"/>
    <w:rsid w:val="00F552FA"/>
    <w:rsid w:val="00F57A55"/>
    <w:rsid w:val="00F61149"/>
    <w:rsid w:val="00F67AB7"/>
    <w:rsid w:val="00F70ED7"/>
    <w:rsid w:val="00F724AC"/>
    <w:rsid w:val="00F74C18"/>
    <w:rsid w:val="00F76C63"/>
    <w:rsid w:val="00F93076"/>
    <w:rsid w:val="00FA043C"/>
    <w:rsid w:val="00FA10AA"/>
    <w:rsid w:val="00FA2EC3"/>
    <w:rsid w:val="00FA303E"/>
    <w:rsid w:val="00FA4728"/>
    <w:rsid w:val="00FA5D49"/>
    <w:rsid w:val="00FB4B22"/>
    <w:rsid w:val="00FB6E61"/>
    <w:rsid w:val="00FC33E9"/>
    <w:rsid w:val="00FD24D4"/>
    <w:rsid w:val="00FD2586"/>
    <w:rsid w:val="00FD3105"/>
    <w:rsid w:val="00FD47AE"/>
    <w:rsid w:val="00FE072C"/>
    <w:rsid w:val="00FE291A"/>
    <w:rsid w:val="00FE55AA"/>
    <w:rsid w:val="00FE7A39"/>
    <w:rsid w:val="00FF74D8"/>
    <w:rsid w:val="33FCCF5C"/>
    <w:rsid w:val="620DF011"/>
    <w:rsid w:val="67D094E1"/>
    <w:rsid w:val="776269F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2F2D2"/>
  <w15:docId w15:val="{8E53CC12-CBAA-4926-AB78-1818D764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1" w:defUIPriority="0" w:defSemiHidden="0" w:defUnhideWhenUsed="0" w:defQFormat="0" w:count="376">
    <w:lsdException w:name="Normal" w:locked="0" w:qFormat="1"/>
    <w:lsdException w:name="heading 1" w:semiHidden="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FollowedHyperlink" w:semiHidden="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256433"/>
    <w:pPr>
      <w:overflowPunct w:val="0"/>
      <w:autoSpaceDE w:val="0"/>
      <w:autoSpaceDN w:val="0"/>
      <w:adjustRightInd w:val="0"/>
      <w:textAlignment w:val="baseline"/>
    </w:pPr>
    <w:rPr>
      <w:rFonts w:ascii="Frutiger 45 Light" w:hAnsi="Frutiger 45 Light"/>
      <w:sz w:val="22"/>
      <w:lang w:val="de-DE" w:eastAsia="de-DE"/>
    </w:rPr>
  </w:style>
  <w:style w:type="paragraph" w:styleId="Heading2">
    <w:name w:val="heading 2"/>
    <w:basedOn w:val="Normal"/>
    <w:next w:val="Normal"/>
    <w:link w:val="Heading2Char"/>
    <w:semiHidden/>
    <w:unhideWhenUsed/>
    <w:qFormat/>
    <w:locked/>
    <w:rsid w:val="00DF649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locked/>
    <w:rsid w:val="00E50CFE"/>
    <w:pPr>
      <w:tabs>
        <w:tab w:val="center" w:pos="4536"/>
        <w:tab w:val="right" w:pos="9072"/>
      </w:tabs>
    </w:pPr>
  </w:style>
  <w:style w:type="character" w:customStyle="1" w:styleId="FooterChar">
    <w:name w:val="Footer Char"/>
    <w:link w:val="Footer"/>
    <w:semiHidden/>
    <w:rsid w:val="00B25F07"/>
    <w:rPr>
      <w:rFonts w:ascii="Calibri" w:hAnsi="Calibri"/>
      <w:sz w:val="22"/>
      <w:szCs w:val="22"/>
      <w:lang w:val="en-US" w:eastAsia="en-US"/>
    </w:rPr>
  </w:style>
  <w:style w:type="character" w:styleId="Hyperlink">
    <w:name w:val="Hyperlink"/>
    <w:semiHidden/>
    <w:locked/>
    <w:rsid w:val="00E50CFE"/>
    <w:rPr>
      <w:color w:val="0000FF"/>
      <w:u w:val="single"/>
    </w:rPr>
  </w:style>
  <w:style w:type="character" w:styleId="Strong">
    <w:name w:val="Strong"/>
    <w:uiPriority w:val="22"/>
    <w:qFormat/>
    <w:locked/>
    <w:rsid w:val="000B4046"/>
    <w:rPr>
      <w:b/>
      <w:bCs/>
    </w:rPr>
  </w:style>
  <w:style w:type="paragraph" w:styleId="NormalWeb">
    <w:name w:val="Normal (Web)"/>
    <w:basedOn w:val="Normal"/>
    <w:uiPriority w:val="99"/>
    <w:semiHidden/>
    <w:locked/>
    <w:rsid w:val="000B4046"/>
    <w:pPr>
      <w:spacing w:before="100" w:beforeAutospacing="1" w:after="100" w:afterAutospacing="1"/>
    </w:pPr>
    <w:rPr>
      <w:rFonts w:ascii="Times New Roman" w:hAnsi="Times New Roman"/>
      <w:sz w:val="24"/>
      <w:szCs w:val="24"/>
      <w:lang w:val="de-CH" w:eastAsia="de-CH"/>
    </w:rPr>
  </w:style>
  <w:style w:type="paragraph" w:styleId="Header">
    <w:name w:val="header"/>
    <w:basedOn w:val="Normal"/>
    <w:link w:val="HeaderChar"/>
    <w:semiHidden/>
    <w:locked/>
    <w:rsid w:val="00CA0BE0"/>
    <w:pPr>
      <w:tabs>
        <w:tab w:val="center" w:pos="4536"/>
        <w:tab w:val="right" w:pos="9072"/>
      </w:tabs>
    </w:pPr>
  </w:style>
  <w:style w:type="character" w:customStyle="1" w:styleId="HeaderChar">
    <w:name w:val="Header Char"/>
    <w:basedOn w:val="DefaultParagraphFont"/>
    <w:link w:val="Header"/>
    <w:semiHidden/>
    <w:rsid w:val="00B25F07"/>
    <w:rPr>
      <w:rFonts w:ascii="Calibri" w:hAnsi="Calibri"/>
      <w:sz w:val="22"/>
      <w:szCs w:val="22"/>
      <w:lang w:val="en-US" w:eastAsia="en-US"/>
    </w:rPr>
  </w:style>
  <w:style w:type="character" w:customStyle="1" w:styleId="Logo">
    <w:name w:val="Logo"/>
    <w:basedOn w:val="DefaultParagraphFont"/>
    <w:rsid w:val="00CA6681"/>
    <w:rPr>
      <w:rFonts w:ascii="HelveticaNeueLT Std Lt" w:hAnsi="HelveticaNeueLT Std Lt"/>
      <w:vanish w:val="0"/>
    </w:rPr>
  </w:style>
  <w:style w:type="paragraph" w:customStyle="1" w:styleId="Fusszeile1">
    <w:name w:val="Fusszeile_1"/>
    <w:basedOn w:val="Normal"/>
    <w:qFormat/>
    <w:rsid w:val="00B25F07"/>
    <w:pPr>
      <w:keepNext/>
      <w:keepLines/>
      <w:widowControl w:val="0"/>
      <w:spacing w:line="320" w:lineRule="atLeast"/>
      <w:jc w:val="both"/>
    </w:pPr>
    <w:rPr>
      <w:rFonts w:ascii="HelveticaNeueLT Std" w:eastAsia="PMingLiU" w:hAnsi="HelveticaNeueLT Std" w:cs="Arial"/>
      <w:bCs/>
      <w:color w:val="EC3237"/>
      <w:sz w:val="16"/>
      <w:szCs w:val="16"/>
      <w:lang w:val="de-CH"/>
    </w:rPr>
  </w:style>
  <w:style w:type="paragraph" w:customStyle="1" w:styleId="Fusszeile2">
    <w:name w:val="Fusszeile_2"/>
    <w:basedOn w:val="Normal"/>
    <w:qFormat/>
    <w:rsid w:val="00B25F07"/>
    <w:rPr>
      <w:rFonts w:ascii="HelveticaNeueLT Std Lt" w:hAnsi="HelveticaNeueLT Std Lt" w:cs="Arial"/>
      <w:color w:val="6E6F71"/>
      <w:sz w:val="16"/>
      <w:szCs w:val="16"/>
      <w:lang w:val="de-CH"/>
    </w:rPr>
  </w:style>
  <w:style w:type="paragraph" w:customStyle="1" w:styleId="LauftextMeMi">
    <w:name w:val="Lauftext_MeMi"/>
    <w:basedOn w:val="NormalWeb"/>
    <w:uiPriority w:val="99"/>
    <w:rsid w:val="00460720"/>
    <w:pPr>
      <w:spacing w:before="0" w:beforeAutospacing="0" w:after="120" w:afterAutospacing="0" w:line="288" w:lineRule="auto"/>
    </w:pPr>
    <w:rPr>
      <w:rFonts w:ascii="HelveticaNeueLT Std Lt" w:hAnsi="HelveticaNeueLT Std Lt"/>
      <w:sz w:val="20"/>
    </w:rPr>
  </w:style>
  <w:style w:type="character" w:customStyle="1" w:styleId="Lead">
    <w:name w:val="Lead"/>
    <w:basedOn w:val="Strong"/>
    <w:rsid w:val="004011B6"/>
    <w:rPr>
      <w:rFonts w:ascii="HelveticaNeueLT Std Med" w:hAnsi="HelveticaNeueLT Std Med"/>
      <w:b w:val="0"/>
      <w:bCs w:val="0"/>
      <w:sz w:val="20"/>
    </w:rPr>
  </w:style>
  <w:style w:type="paragraph" w:customStyle="1" w:styleId="TitelMeMi">
    <w:name w:val="Titel_MeMi"/>
    <w:basedOn w:val="Normal"/>
    <w:rsid w:val="004011B6"/>
    <w:pPr>
      <w:spacing w:line="500" w:lineRule="atLeast"/>
    </w:pPr>
    <w:rPr>
      <w:rFonts w:ascii="HelveticaNeueLT Std Lt" w:hAnsi="HelveticaNeueLT Std Lt"/>
      <w:color w:val="4B575E"/>
      <w:spacing w:val="3"/>
      <w:sz w:val="28"/>
    </w:rPr>
  </w:style>
  <w:style w:type="character" w:customStyle="1" w:styleId="DatumMeMi">
    <w:name w:val="Datum_MeMi"/>
    <w:basedOn w:val="DefaultParagraphFont"/>
    <w:rsid w:val="004011B6"/>
    <w:rPr>
      <w:rFonts w:ascii="HelveticaNeueLT Std" w:hAnsi="HelveticaNeueLT Std"/>
      <w:color w:val="4B575E"/>
      <w:spacing w:val="3"/>
      <w:sz w:val="28"/>
    </w:rPr>
  </w:style>
  <w:style w:type="paragraph" w:customStyle="1" w:styleId="MeMi">
    <w:name w:val="MeMi"/>
    <w:basedOn w:val="Normal"/>
    <w:rsid w:val="00B25F07"/>
    <w:pPr>
      <w:spacing w:line="500" w:lineRule="atLeast"/>
    </w:pPr>
    <w:rPr>
      <w:rFonts w:ascii="HelveticaNeueLT Std" w:hAnsi="HelveticaNeueLT Std"/>
      <w:color w:val="7F7F7F" w:themeColor="text1" w:themeTint="80"/>
      <w:sz w:val="46"/>
    </w:rPr>
  </w:style>
  <w:style w:type="paragraph" w:styleId="HTMLAddress">
    <w:name w:val="HTML Address"/>
    <w:basedOn w:val="Normal"/>
    <w:link w:val="HTMLAddressChar"/>
    <w:semiHidden/>
    <w:locked/>
    <w:rsid w:val="00DD63C6"/>
    <w:rPr>
      <w:i/>
      <w:iCs/>
    </w:rPr>
  </w:style>
  <w:style w:type="character" w:customStyle="1" w:styleId="HTMLAddressChar">
    <w:name w:val="HTML Address Char"/>
    <w:basedOn w:val="DefaultParagraphFont"/>
    <w:link w:val="HTMLAddress"/>
    <w:semiHidden/>
    <w:rsid w:val="00B25F07"/>
    <w:rPr>
      <w:rFonts w:ascii="Calibri" w:hAnsi="Calibri"/>
      <w:i/>
      <w:iCs/>
      <w:sz w:val="22"/>
      <w:szCs w:val="22"/>
      <w:lang w:val="en-US" w:eastAsia="en-US"/>
    </w:rPr>
  </w:style>
  <w:style w:type="character" w:styleId="HTMLDefinition">
    <w:name w:val="HTML Definition"/>
    <w:basedOn w:val="DefaultParagraphFont"/>
    <w:semiHidden/>
    <w:locked/>
    <w:rsid w:val="00DD63C6"/>
    <w:rPr>
      <w:i/>
      <w:iCs/>
    </w:rPr>
  </w:style>
  <w:style w:type="character" w:styleId="HTMLKeyboard">
    <w:name w:val="HTML Keyboard"/>
    <w:basedOn w:val="DefaultParagraphFont"/>
    <w:semiHidden/>
    <w:locked/>
    <w:rsid w:val="00DD63C6"/>
    <w:rPr>
      <w:rFonts w:ascii="Consolas" w:hAnsi="Consolas" w:cs="Consolas"/>
      <w:sz w:val="20"/>
      <w:szCs w:val="20"/>
    </w:rPr>
  </w:style>
  <w:style w:type="paragraph" w:styleId="Index2">
    <w:name w:val="index 2"/>
    <w:basedOn w:val="Normal"/>
    <w:next w:val="Normal"/>
    <w:autoRedefine/>
    <w:semiHidden/>
    <w:locked/>
    <w:rsid w:val="00DD63C6"/>
    <w:pPr>
      <w:ind w:left="440" w:hanging="220"/>
    </w:pPr>
  </w:style>
  <w:style w:type="paragraph" w:styleId="DocumentMap">
    <w:name w:val="Document Map"/>
    <w:basedOn w:val="Normal"/>
    <w:link w:val="DocumentMapChar"/>
    <w:semiHidden/>
    <w:locked/>
    <w:rsid w:val="00B25F07"/>
    <w:rPr>
      <w:rFonts w:ascii="Tahoma" w:hAnsi="Tahoma" w:cs="Tahoma"/>
      <w:sz w:val="16"/>
      <w:szCs w:val="16"/>
    </w:rPr>
  </w:style>
  <w:style w:type="character" w:customStyle="1" w:styleId="DocumentMapChar">
    <w:name w:val="Document Map Char"/>
    <w:basedOn w:val="DefaultParagraphFont"/>
    <w:link w:val="DocumentMap"/>
    <w:semiHidden/>
    <w:rsid w:val="00B25F07"/>
    <w:rPr>
      <w:rFonts w:ascii="Tahoma" w:hAnsi="Tahoma" w:cs="Tahoma"/>
      <w:sz w:val="16"/>
      <w:szCs w:val="16"/>
      <w:lang w:val="en-US" w:eastAsia="en-US"/>
    </w:rPr>
  </w:style>
  <w:style w:type="paragraph" w:customStyle="1" w:styleId="Betreffzeile">
    <w:name w:val="Betreffzeile"/>
    <w:basedOn w:val="LauftextMeMi"/>
    <w:qFormat/>
    <w:rsid w:val="00256433"/>
    <w:rPr>
      <w:rFonts w:ascii="HelveticaNeueLT Std" w:hAnsi="HelveticaNeueLT Std"/>
    </w:rPr>
  </w:style>
  <w:style w:type="paragraph" w:styleId="BalloonText">
    <w:name w:val="Balloon Text"/>
    <w:basedOn w:val="Normal"/>
    <w:link w:val="BalloonTextChar"/>
    <w:semiHidden/>
    <w:locked/>
    <w:rsid w:val="001A6A71"/>
    <w:rPr>
      <w:rFonts w:ascii="Tahoma" w:hAnsi="Tahoma" w:cs="Tahoma"/>
      <w:sz w:val="16"/>
      <w:szCs w:val="16"/>
    </w:rPr>
  </w:style>
  <w:style w:type="character" w:customStyle="1" w:styleId="BalloonTextChar">
    <w:name w:val="Balloon Text Char"/>
    <w:basedOn w:val="DefaultParagraphFont"/>
    <w:link w:val="BalloonText"/>
    <w:semiHidden/>
    <w:rsid w:val="001A6A71"/>
    <w:rPr>
      <w:rFonts w:ascii="Tahoma" w:hAnsi="Tahoma" w:cs="Tahoma"/>
      <w:sz w:val="16"/>
      <w:szCs w:val="16"/>
      <w:lang w:val="en-US" w:eastAsia="en-US"/>
    </w:rPr>
  </w:style>
  <w:style w:type="character" w:styleId="PlaceholderText">
    <w:name w:val="Placeholder Text"/>
    <w:basedOn w:val="DefaultParagraphFont"/>
    <w:uiPriority w:val="99"/>
    <w:semiHidden/>
    <w:locked/>
    <w:rsid w:val="004102DD"/>
    <w:rPr>
      <w:color w:val="808080"/>
    </w:rPr>
  </w:style>
  <w:style w:type="character" w:styleId="UnresolvedMention">
    <w:name w:val="Unresolved Mention"/>
    <w:basedOn w:val="DefaultParagraphFont"/>
    <w:uiPriority w:val="99"/>
    <w:semiHidden/>
    <w:unhideWhenUsed/>
    <w:rsid w:val="00BA6AB6"/>
    <w:rPr>
      <w:color w:val="605E5C"/>
      <w:shd w:val="clear" w:color="auto" w:fill="E1DFDD"/>
    </w:rPr>
  </w:style>
  <w:style w:type="table" w:styleId="TableGrid">
    <w:name w:val="Table Grid"/>
    <w:basedOn w:val="TableNormal"/>
    <w:locked/>
    <w:rsid w:val="00554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locked/>
    <w:rsid w:val="00B36F26"/>
    <w:pPr>
      <w:ind w:left="720"/>
      <w:contextualSpacing/>
    </w:pPr>
  </w:style>
  <w:style w:type="character" w:styleId="FollowedHyperlink">
    <w:name w:val="FollowedHyperlink"/>
    <w:basedOn w:val="DefaultParagraphFont"/>
    <w:semiHidden/>
    <w:locked/>
    <w:rsid w:val="00DC750E"/>
    <w:rPr>
      <w:color w:val="800080" w:themeColor="followedHyperlink"/>
      <w:u w:val="single"/>
    </w:rPr>
  </w:style>
  <w:style w:type="character" w:customStyle="1" w:styleId="apple-converted-space">
    <w:name w:val="apple-converted-space"/>
    <w:basedOn w:val="DefaultParagraphFont"/>
    <w:rsid w:val="00E52C1A"/>
  </w:style>
  <w:style w:type="character" w:customStyle="1" w:styleId="Heading2Char">
    <w:name w:val="Heading 2 Char"/>
    <w:basedOn w:val="DefaultParagraphFont"/>
    <w:link w:val="Heading2"/>
    <w:semiHidden/>
    <w:rsid w:val="00DF6497"/>
    <w:rPr>
      <w:rFonts w:asciiTheme="majorHAnsi" w:eastAsiaTheme="majorEastAsia" w:hAnsiTheme="majorHAnsi" w:cstheme="majorBidi"/>
      <w:color w:val="365F91" w:themeColor="accent1" w:themeShade="BF"/>
      <w:sz w:val="26"/>
      <w:szCs w:val="2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29728">
      <w:bodyDiv w:val="1"/>
      <w:marLeft w:val="0"/>
      <w:marRight w:val="0"/>
      <w:marTop w:val="0"/>
      <w:marBottom w:val="0"/>
      <w:divBdr>
        <w:top w:val="none" w:sz="0" w:space="0" w:color="auto"/>
        <w:left w:val="none" w:sz="0" w:space="0" w:color="auto"/>
        <w:bottom w:val="none" w:sz="0" w:space="0" w:color="auto"/>
        <w:right w:val="none" w:sz="0" w:space="0" w:color="auto"/>
      </w:divBdr>
    </w:div>
    <w:div w:id="155537723">
      <w:bodyDiv w:val="1"/>
      <w:marLeft w:val="0"/>
      <w:marRight w:val="0"/>
      <w:marTop w:val="0"/>
      <w:marBottom w:val="0"/>
      <w:divBdr>
        <w:top w:val="none" w:sz="0" w:space="0" w:color="auto"/>
        <w:left w:val="none" w:sz="0" w:space="0" w:color="auto"/>
        <w:bottom w:val="none" w:sz="0" w:space="0" w:color="auto"/>
        <w:right w:val="none" w:sz="0" w:space="0" w:color="auto"/>
      </w:divBdr>
    </w:div>
    <w:div w:id="267740911">
      <w:bodyDiv w:val="1"/>
      <w:marLeft w:val="0"/>
      <w:marRight w:val="0"/>
      <w:marTop w:val="0"/>
      <w:marBottom w:val="0"/>
      <w:divBdr>
        <w:top w:val="none" w:sz="0" w:space="0" w:color="auto"/>
        <w:left w:val="none" w:sz="0" w:space="0" w:color="auto"/>
        <w:bottom w:val="none" w:sz="0" w:space="0" w:color="auto"/>
        <w:right w:val="none" w:sz="0" w:space="0" w:color="auto"/>
      </w:divBdr>
    </w:div>
    <w:div w:id="397215175">
      <w:bodyDiv w:val="1"/>
      <w:marLeft w:val="0"/>
      <w:marRight w:val="0"/>
      <w:marTop w:val="0"/>
      <w:marBottom w:val="0"/>
      <w:divBdr>
        <w:top w:val="none" w:sz="0" w:space="0" w:color="auto"/>
        <w:left w:val="none" w:sz="0" w:space="0" w:color="auto"/>
        <w:bottom w:val="none" w:sz="0" w:space="0" w:color="auto"/>
        <w:right w:val="none" w:sz="0" w:space="0" w:color="auto"/>
      </w:divBdr>
    </w:div>
    <w:div w:id="440490735">
      <w:bodyDiv w:val="1"/>
      <w:marLeft w:val="0"/>
      <w:marRight w:val="0"/>
      <w:marTop w:val="0"/>
      <w:marBottom w:val="0"/>
      <w:divBdr>
        <w:top w:val="none" w:sz="0" w:space="0" w:color="auto"/>
        <w:left w:val="none" w:sz="0" w:space="0" w:color="auto"/>
        <w:bottom w:val="none" w:sz="0" w:space="0" w:color="auto"/>
        <w:right w:val="none" w:sz="0" w:space="0" w:color="auto"/>
      </w:divBdr>
    </w:div>
    <w:div w:id="463281919">
      <w:bodyDiv w:val="1"/>
      <w:marLeft w:val="0"/>
      <w:marRight w:val="0"/>
      <w:marTop w:val="0"/>
      <w:marBottom w:val="0"/>
      <w:divBdr>
        <w:top w:val="none" w:sz="0" w:space="0" w:color="auto"/>
        <w:left w:val="none" w:sz="0" w:space="0" w:color="auto"/>
        <w:bottom w:val="none" w:sz="0" w:space="0" w:color="auto"/>
        <w:right w:val="none" w:sz="0" w:space="0" w:color="auto"/>
      </w:divBdr>
      <w:divsChild>
        <w:div w:id="1138108416">
          <w:marLeft w:val="0"/>
          <w:marRight w:val="0"/>
          <w:marTop w:val="0"/>
          <w:marBottom w:val="0"/>
          <w:divBdr>
            <w:top w:val="none" w:sz="0" w:space="0" w:color="auto"/>
            <w:left w:val="none" w:sz="0" w:space="0" w:color="auto"/>
            <w:bottom w:val="none" w:sz="0" w:space="0" w:color="auto"/>
            <w:right w:val="none" w:sz="0" w:space="0" w:color="auto"/>
          </w:divBdr>
          <w:divsChild>
            <w:div w:id="45536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225147">
      <w:bodyDiv w:val="1"/>
      <w:marLeft w:val="0"/>
      <w:marRight w:val="0"/>
      <w:marTop w:val="0"/>
      <w:marBottom w:val="0"/>
      <w:divBdr>
        <w:top w:val="none" w:sz="0" w:space="0" w:color="auto"/>
        <w:left w:val="none" w:sz="0" w:space="0" w:color="auto"/>
        <w:bottom w:val="none" w:sz="0" w:space="0" w:color="auto"/>
        <w:right w:val="none" w:sz="0" w:space="0" w:color="auto"/>
      </w:divBdr>
      <w:divsChild>
        <w:div w:id="1740445877">
          <w:marLeft w:val="0"/>
          <w:marRight w:val="0"/>
          <w:marTop w:val="0"/>
          <w:marBottom w:val="0"/>
          <w:divBdr>
            <w:top w:val="none" w:sz="0" w:space="0" w:color="auto"/>
            <w:left w:val="none" w:sz="0" w:space="0" w:color="auto"/>
            <w:bottom w:val="none" w:sz="0" w:space="0" w:color="auto"/>
            <w:right w:val="none" w:sz="0" w:space="0" w:color="auto"/>
          </w:divBdr>
        </w:div>
      </w:divsChild>
    </w:div>
    <w:div w:id="702708656">
      <w:bodyDiv w:val="1"/>
      <w:marLeft w:val="0"/>
      <w:marRight w:val="0"/>
      <w:marTop w:val="0"/>
      <w:marBottom w:val="0"/>
      <w:divBdr>
        <w:top w:val="none" w:sz="0" w:space="0" w:color="auto"/>
        <w:left w:val="none" w:sz="0" w:space="0" w:color="auto"/>
        <w:bottom w:val="none" w:sz="0" w:space="0" w:color="auto"/>
        <w:right w:val="none" w:sz="0" w:space="0" w:color="auto"/>
      </w:divBdr>
    </w:div>
    <w:div w:id="968435318">
      <w:bodyDiv w:val="1"/>
      <w:marLeft w:val="0"/>
      <w:marRight w:val="0"/>
      <w:marTop w:val="0"/>
      <w:marBottom w:val="0"/>
      <w:divBdr>
        <w:top w:val="none" w:sz="0" w:space="0" w:color="auto"/>
        <w:left w:val="none" w:sz="0" w:space="0" w:color="auto"/>
        <w:bottom w:val="none" w:sz="0" w:space="0" w:color="auto"/>
        <w:right w:val="none" w:sz="0" w:space="0" w:color="auto"/>
      </w:divBdr>
    </w:div>
    <w:div w:id="1121993892">
      <w:bodyDiv w:val="1"/>
      <w:marLeft w:val="0"/>
      <w:marRight w:val="0"/>
      <w:marTop w:val="0"/>
      <w:marBottom w:val="0"/>
      <w:divBdr>
        <w:top w:val="none" w:sz="0" w:space="0" w:color="auto"/>
        <w:left w:val="none" w:sz="0" w:space="0" w:color="auto"/>
        <w:bottom w:val="none" w:sz="0" w:space="0" w:color="auto"/>
        <w:right w:val="none" w:sz="0" w:space="0" w:color="auto"/>
      </w:divBdr>
    </w:div>
    <w:div w:id="1132527916">
      <w:bodyDiv w:val="1"/>
      <w:marLeft w:val="0"/>
      <w:marRight w:val="0"/>
      <w:marTop w:val="0"/>
      <w:marBottom w:val="0"/>
      <w:divBdr>
        <w:top w:val="none" w:sz="0" w:space="0" w:color="auto"/>
        <w:left w:val="none" w:sz="0" w:space="0" w:color="auto"/>
        <w:bottom w:val="none" w:sz="0" w:space="0" w:color="auto"/>
        <w:right w:val="none" w:sz="0" w:space="0" w:color="auto"/>
      </w:divBdr>
    </w:div>
    <w:div w:id="1302225990">
      <w:bodyDiv w:val="1"/>
      <w:marLeft w:val="0"/>
      <w:marRight w:val="0"/>
      <w:marTop w:val="0"/>
      <w:marBottom w:val="0"/>
      <w:divBdr>
        <w:top w:val="none" w:sz="0" w:space="0" w:color="auto"/>
        <w:left w:val="none" w:sz="0" w:space="0" w:color="auto"/>
        <w:bottom w:val="none" w:sz="0" w:space="0" w:color="auto"/>
        <w:right w:val="none" w:sz="0" w:space="0" w:color="auto"/>
      </w:divBdr>
    </w:div>
    <w:div w:id="1440371313">
      <w:bodyDiv w:val="1"/>
      <w:marLeft w:val="0"/>
      <w:marRight w:val="0"/>
      <w:marTop w:val="0"/>
      <w:marBottom w:val="0"/>
      <w:divBdr>
        <w:top w:val="none" w:sz="0" w:space="0" w:color="auto"/>
        <w:left w:val="none" w:sz="0" w:space="0" w:color="auto"/>
        <w:bottom w:val="none" w:sz="0" w:space="0" w:color="auto"/>
        <w:right w:val="none" w:sz="0" w:space="0" w:color="auto"/>
      </w:divBdr>
      <w:divsChild>
        <w:div w:id="95947545">
          <w:marLeft w:val="0"/>
          <w:marRight w:val="0"/>
          <w:marTop w:val="0"/>
          <w:marBottom w:val="0"/>
          <w:divBdr>
            <w:top w:val="none" w:sz="0" w:space="0" w:color="auto"/>
            <w:left w:val="none" w:sz="0" w:space="0" w:color="auto"/>
            <w:bottom w:val="none" w:sz="0" w:space="0" w:color="auto"/>
            <w:right w:val="none" w:sz="0" w:space="0" w:color="auto"/>
          </w:divBdr>
        </w:div>
      </w:divsChild>
    </w:div>
    <w:div w:id="1561937831">
      <w:bodyDiv w:val="1"/>
      <w:marLeft w:val="0"/>
      <w:marRight w:val="0"/>
      <w:marTop w:val="0"/>
      <w:marBottom w:val="0"/>
      <w:divBdr>
        <w:top w:val="none" w:sz="0" w:space="0" w:color="auto"/>
        <w:left w:val="none" w:sz="0" w:space="0" w:color="auto"/>
        <w:bottom w:val="none" w:sz="0" w:space="0" w:color="auto"/>
        <w:right w:val="none" w:sz="0" w:space="0" w:color="auto"/>
      </w:divBdr>
    </w:div>
    <w:div w:id="1711958142">
      <w:bodyDiv w:val="1"/>
      <w:marLeft w:val="0"/>
      <w:marRight w:val="0"/>
      <w:marTop w:val="0"/>
      <w:marBottom w:val="0"/>
      <w:divBdr>
        <w:top w:val="none" w:sz="0" w:space="0" w:color="auto"/>
        <w:left w:val="none" w:sz="0" w:space="0" w:color="auto"/>
        <w:bottom w:val="none" w:sz="0" w:space="0" w:color="auto"/>
        <w:right w:val="none" w:sz="0" w:space="0" w:color="auto"/>
      </w:divBdr>
    </w:div>
    <w:div w:id="2047103201">
      <w:bodyDiv w:val="1"/>
      <w:marLeft w:val="0"/>
      <w:marRight w:val="0"/>
      <w:marTop w:val="0"/>
      <w:marBottom w:val="0"/>
      <w:divBdr>
        <w:top w:val="none" w:sz="0" w:space="0" w:color="auto"/>
        <w:left w:val="none" w:sz="0" w:space="0" w:color="auto"/>
        <w:bottom w:val="none" w:sz="0" w:space="0" w:color="auto"/>
        <w:right w:val="none" w:sz="0" w:space="0" w:color="auto"/>
      </w:divBdr>
    </w:div>
    <w:div w:id="2048989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ntrepreneurskills.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VERWALTUNG\EDV\Vorlagen\SOHK\GZS%20GmbH_Brief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BFA4E-C128-446C-B668-8A0D41099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N:\VERWALTUNG\EDV\Vorlagen\SOHK\GZS GmbH_Briefvorlage.dotx</Template>
  <TotalTime>98</TotalTime>
  <Pages>1</Pages>
  <Words>322</Words>
  <Characters>1836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Solothurner Handelskammer</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Heimann</dc:creator>
  <cp:keywords>, docId:38E90B9D82B6EF1832807E2969115D24</cp:keywords>
  <dc:description/>
  <cp:lastModifiedBy>Noel Benz</cp:lastModifiedBy>
  <cp:revision>9</cp:revision>
  <cp:lastPrinted>2025-07-18T09:18:00Z</cp:lastPrinted>
  <dcterms:created xsi:type="dcterms:W3CDTF">2026-01-11T16:39:00Z</dcterms:created>
  <dcterms:modified xsi:type="dcterms:W3CDTF">2026-01-11T19:49:00Z</dcterms:modified>
</cp:coreProperties>
</file>