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8BE56" w14:textId="6E31C7EC" w:rsidR="000E6E76" w:rsidRPr="009C3189" w:rsidRDefault="00CC08B1">
      <w:pPr>
        <w:pStyle w:val="LauftextMeMi"/>
        <w:spacing w:after="0" w:line="276" w:lineRule="auto"/>
        <w:rPr>
          <w:rFonts w:ascii="Arial" w:hAnsi="Arial" w:cs="Arial"/>
          <w:color w:val="7030A0"/>
          <w:sz w:val="28"/>
          <w:szCs w:val="28"/>
        </w:rPr>
      </w:pPr>
      <w:proofErr w:type="spellStart"/>
      <w:r w:rsidRPr="009C3189">
        <w:rPr>
          <w:rFonts w:ascii="Arial" w:hAnsi="Arial" w:cs="Arial"/>
          <w:color w:val="7030A0"/>
          <w:sz w:val="28"/>
          <w:szCs w:val="28"/>
        </w:rPr>
        <w:t>EntrepreneurSkills</w:t>
      </w:r>
      <w:proofErr w:type="spellEnd"/>
    </w:p>
    <w:p w14:paraId="7C4AB6E2" w14:textId="6F410205" w:rsidR="00E52C1A" w:rsidRPr="00E52C1A" w:rsidRDefault="00E52C1A" w:rsidP="00E52C1A">
      <w:pPr>
        <w:spacing w:line="288" w:lineRule="auto"/>
        <w:rPr>
          <w:rFonts w:ascii="Arial" w:hAnsi="Arial" w:cs="Arial"/>
          <w:b/>
          <w:bCs/>
          <w:color w:val="7030A0"/>
          <w:sz w:val="32"/>
          <w:szCs w:val="32"/>
          <w:lang w:val="de-CH" w:eastAsia="de-CH"/>
        </w:rPr>
      </w:pPr>
      <w:r>
        <w:rPr>
          <w:rFonts w:ascii="Arial" w:hAnsi="Arial" w:cs="Arial"/>
          <w:b/>
          <w:bCs/>
          <w:color w:val="7030A0"/>
          <w:sz w:val="32"/>
          <w:szCs w:val="32"/>
          <w:lang w:val="de-CH" w:eastAsia="de-CH"/>
        </w:rPr>
        <w:t>Website</w:t>
      </w:r>
      <w:r w:rsidRPr="00E52C1A">
        <w:rPr>
          <w:rFonts w:ascii="Arial" w:hAnsi="Arial" w:cs="Arial"/>
          <w:b/>
          <w:bCs/>
          <w:color w:val="7030A0"/>
          <w:sz w:val="32"/>
          <w:szCs w:val="32"/>
          <w:lang w:val="de-CH" w:eastAsia="de-CH"/>
        </w:rPr>
        <w:t>texte für Partner</w:t>
      </w:r>
      <w:r w:rsidR="00EA4477">
        <w:rPr>
          <w:rFonts w:ascii="Arial" w:hAnsi="Arial" w:cs="Arial"/>
          <w:b/>
          <w:bCs/>
          <w:color w:val="7030A0"/>
          <w:sz w:val="32"/>
          <w:szCs w:val="32"/>
          <w:lang w:val="de-CH" w:eastAsia="de-CH"/>
        </w:rPr>
        <w:t xml:space="preserve"> – </w:t>
      </w:r>
      <w:r w:rsidR="00E1043A">
        <w:rPr>
          <w:rFonts w:ascii="Arial" w:hAnsi="Arial" w:cs="Arial"/>
          <w:b/>
          <w:bCs/>
          <w:color w:val="7030A0"/>
          <w:sz w:val="32"/>
          <w:szCs w:val="32"/>
          <w:lang w:val="de-CH" w:eastAsia="de-CH"/>
        </w:rPr>
        <w:t>Erklärung</w:t>
      </w:r>
      <w:r w:rsidR="00EA4477">
        <w:rPr>
          <w:rFonts w:ascii="Arial" w:hAnsi="Arial" w:cs="Arial"/>
          <w:b/>
          <w:bCs/>
          <w:color w:val="7030A0"/>
          <w:sz w:val="32"/>
          <w:szCs w:val="32"/>
          <w:lang w:val="de-CH" w:eastAsia="de-CH"/>
        </w:rPr>
        <w:t xml:space="preserve"> </w:t>
      </w:r>
      <w:proofErr w:type="spellStart"/>
      <w:r w:rsidR="00EA4477">
        <w:rPr>
          <w:rFonts w:ascii="Arial" w:hAnsi="Arial" w:cs="Arial"/>
          <w:b/>
          <w:bCs/>
          <w:color w:val="7030A0"/>
          <w:sz w:val="32"/>
          <w:szCs w:val="32"/>
          <w:lang w:val="de-CH" w:eastAsia="de-CH"/>
        </w:rPr>
        <w:t>EntrepreneurSkills</w:t>
      </w:r>
      <w:proofErr w:type="spellEnd"/>
      <w:r>
        <w:rPr>
          <w:rFonts w:ascii="Arial" w:hAnsi="Arial" w:cs="Arial"/>
          <w:b/>
          <w:bCs/>
          <w:color w:val="7030A0"/>
          <w:sz w:val="32"/>
          <w:szCs w:val="32"/>
          <w:lang w:val="de-CH" w:eastAsia="de-CH"/>
        </w:rPr>
        <w:br/>
      </w:r>
      <w:r w:rsidRPr="00E52C1A">
        <w:rPr>
          <w:rFonts w:ascii="Arial" w:hAnsi="Arial" w:cs="Arial"/>
          <w:color w:val="7030A0"/>
          <w:szCs w:val="22"/>
          <w:lang w:val="de-CH" w:eastAsia="de-CH"/>
        </w:rPr>
        <w:t xml:space="preserve">Die folgenden Kommunikationstexte richten sich an Partnerorganisationen wie Handelskammern, Stiftungen und Unternehmen und dienen als Hilfestellung für die externe Kommunikation von </w:t>
      </w:r>
      <w:proofErr w:type="spellStart"/>
      <w:r w:rsidRPr="00E52C1A">
        <w:rPr>
          <w:rFonts w:ascii="Arial" w:hAnsi="Arial" w:cs="Arial"/>
          <w:color w:val="7030A0"/>
          <w:szCs w:val="22"/>
          <w:lang w:val="de-CH" w:eastAsia="de-CH"/>
        </w:rPr>
        <w:t>EntrepreneurSkills</w:t>
      </w:r>
      <w:proofErr w:type="spellEnd"/>
      <w:r w:rsidRPr="00E52C1A">
        <w:rPr>
          <w:rFonts w:ascii="Arial" w:hAnsi="Arial" w:cs="Arial"/>
          <w:color w:val="7030A0"/>
          <w:szCs w:val="22"/>
          <w:lang w:val="de-CH" w:eastAsia="de-CH"/>
        </w:rPr>
        <w:t xml:space="preserve">. </w:t>
      </w:r>
    </w:p>
    <w:p w14:paraId="59570645" w14:textId="77777777" w:rsidR="00E52C1A" w:rsidRPr="00E52C1A" w:rsidRDefault="00E52C1A" w:rsidP="00E52C1A">
      <w:pPr>
        <w:spacing w:line="288" w:lineRule="auto"/>
        <w:rPr>
          <w:rFonts w:ascii="Arial" w:hAnsi="Arial" w:cs="Arial"/>
          <w:color w:val="7030A0"/>
          <w:szCs w:val="22"/>
          <w:lang w:val="de-CH" w:eastAsia="de-CH"/>
        </w:rPr>
      </w:pPr>
      <w:r w:rsidRPr="00E52C1A">
        <w:rPr>
          <w:rFonts w:ascii="Arial" w:hAnsi="Arial" w:cs="Arial"/>
          <w:color w:val="7030A0"/>
          <w:szCs w:val="22"/>
          <w:lang w:val="de-CH" w:eastAsia="de-CH"/>
        </w:rPr>
        <w:t xml:space="preserve">Die Texte können von den Partnern frei verwendet und an die eigenen Kommunikationskanäle angepasst werden (z. B. Website, Newsletter). Vorgesehene Platzhalter wie [Partnername] oder [Region/Kanton] sind entsprechend zu ergänzen. Für aktuelle Informationen zu </w:t>
      </w:r>
      <w:proofErr w:type="spellStart"/>
      <w:r w:rsidRPr="00E52C1A">
        <w:rPr>
          <w:rFonts w:ascii="Arial" w:hAnsi="Arial" w:cs="Arial"/>
          <w:color w:val="7030A0"/>
          <w:szCs w:val="22"/>
          <w:lang w:val="de-CH" w:eastAsia="de-CH"/>
        </w:rPr>
        <w:t>EntrepreneurSkills</w:t>
      </w:r>
      <w:proofErr w:type="spellEnd"/>
      <w:r w:rsidRPr="00E52C1A">
        <w:rPr>
          <w:rFonts w:ascii="Arial" w:hAnsi="Arial" w:cs="Arial"/>
          <w:color w:val="7030A0"/>
          <w:szCs w:val="22"/>
          <w:lang w:val="de-CH" w:eastAsia="de-CH"/>
        </w:rPr>
        <w:t xml:space="preserve"> besuchen Sie:</w:t>
      </w:r>
    </w:p>
    <w:p w14:paraId="74012CD6" w14:textId="77777777" w:rsidR="00E52C1A" w:rsidRDefault="00E52C1A" w:rsidP="00E52C1A">
      <w:pPr>
        <w:spacing w:line="288" w:lineRule="auto"/>
        <w:rPr>
          <w:rFonts w:ascii="Arial" w:hAnsi="Arial" w:cs="Arial"/>
          <w:color w:val="7030A0"/>
          <w:szCs w:val="22"/>
          <w:lang w:val="de-CH" w:eastAsia="de-CH"/>
        </w:rPr>
      </w:pPr>
    </w:p>
    <w:p w14:paraId="31C702DC" w14:textId="7590B994" w:rsidR="00E52C1A" w:rsidRPr="00EA4477" w:rsidRDefault="00E52C1A" w:rsidP="00EA4477">
      <w:pPr>
        <w:pStyle w:val="LauftextMeMi"/>
        <w:spacing w:after="0" w:line="276" w:lineRule="auto"/>
        <w:rPr>
          <w:rFonts w:ascii="Arial" w:hAnsi="Arial" w:cs="Arial"/>
          <w:color w:val="7030A0"/>
          <w:sz w:val="22"/>
          <w:szCs w:val="22"/>
        </w:rPr>
      </w:pPr>
      <w:r>
        <w:rPr>
          <w:rFonts w:ascii="Arial" w:hAnsi="Arial" w:cs="Arial"/>
          <w:color w:val="7030A0"/>
          <w:sz w:val="22"/>
          <w:szCs w:val="22"/>
        </w:rPr>
        <w:t xml:space="preserve">www.entrepreneurskills.ch </w:t>
      </w:r>
    </w:p>
    <w:p w14:paraId="4171C91D" w14:textId="7C0F6488" w:rsidR="00EA4477" w:rsidRDefault="00EA4477" w:rsidP="00E52C1A">
      <w:pPr>
        <w:pStyle w:val="NormalWeb"/>
        <w:rPr>
          <w:rStyle w:val="Strong"/>
          <w:rFonts w:ascii="Arial" w:hAnsi="Arial" w:cs="Arial"/>
          <w:color w:val="000000"/>
          <w:highlight w:val="cyan"/>
        </w:rPr>
      </w:pPr>
      <w:r>
        <w:rPr>
          <w:rFonts w:ascii="Arial" w:hAnsi="Arial" w:cs="Arial"/>
          <w:b/>
          <w:bCs/>
        </w:rPr>
        <w:t xml:space="preserve">Titel: </w:t>
      </w:r>
      <w:proofErr w:type="spellStart"/>
      <w:r>
        <w:rPr>
          <w:rFonts w:ascii="Arial" w:hAnsi="Arial" w:cs="Arial"/>
          <w:b/>
          <w:bCs/>
        </w:rPr>
        <w:t>EntrepreneurSkills</w:t>
      </w:r>
      <w:proofErr w:type="spellEnd"/>
      <w:r>
        <w:rPr>
          <w:rFonts w:ascii="Arial" w:hAnsi="Arial" w:cs="Arial"/>
          <w:b/>
          <w:bCs/>
        </w:rPr>
        <w:t xml:space="preserve"> – Die </w:t>
      </w:r>
      <w:proofErr w:type="spellStart"/>
      <w:r w:rsidRPr="00DC750E">
        <w:rPr>
          <w:rFonts w:ascii="Arial" w:hAnsi="Arial" w:cs="Arial"/>
          <w:b/>
          <w:bCs/>
        </w:rPr>
        <w:t>SwissSkills</w:t>
      </w:r>
      <w:proofErr w:type="spellEnd"/>
      <w:r w:rsidRPr="00DC750E">
        <w:rPr>
          <w:rFonts w:ascii="Arial" w:hAnsi="Arial" w:cs="Arial"/>
          <w:b/>
          <w:bCs/>
        </w:rPr>
        <w:t xml:space="preserve"> Berufsmeisterschaften in Entrepreneurship!</w:t>
      </w:r>
    </w:p>
    <w:p w14:paraId="60A4ED06" w14:textId="4EF5A96E" w:rsidR="00E52C1A" w:rsidRPr="00E52C1A" w:rsidRDefault="00E52C1A" w:rsidP="00E52C1A">
      <w:pPr>
        <w:pStyle w:val="NormalWeb"/>
        <w:rPr>
          <w:rFonts w:ascii="Arial" w:hAnsi="Arial" w:cs="Arial"/>
          <w:color w:val="000000"/>
          <w:lang w:val="en-CH" w:eastAsia="en-GB"/>
        </w:rPr>
      </w:pPr>
      <w:r w:rsidRPr="00992DB9">
        <w:rPr>
          <w:rStyle w:val="Strong"/>
          <w:rFonts w:ascii="Arial" w:hAnsi="Arial" w:cs="Arial"/>
          <w:b w:val="0"/>
          <w:bCs w:val="0"/>
          <w:color w:val="000000"/>
          <w:highlight w:val="cyan"/>
        </w:rPr>
        <w:t>[Partnername]</w:t>
      </w:r>
      <w:r w:rsidRPr="00E52C1A">
        <w:rPr>
          <w:rStyle w:val="apple-converted-space"/>
          <w:rFonts w:ascii="Arial" w:hAnsi="Arial" w:cs="Arial"/>
          <w:color w:val="000000"/>
        </w:rPr>
        <w:t> </w:t>
      </w:r>
      <w:r w:rsidRPr="00E52C1A">
        <w:rPr>
          <w:rFonts w:ascii="Arial" w:hAnsi="Arial" w:cs="Arial"/>
          <w:color w:val="000000"/>
        </w:rPr>
        <w:t>engagiert sich als Partner von</w:t>
      </w:r>
      <w:r w:rsidRPr="00E52C1A">
        <w:rPr>
          <w:rStyle w:val="apple-converted-space"/>
          <w:rFonts w:ascii="Arial" w:hAnsi="Arial" w:cs="Arial"/>
          <w:color w:val="000000"/>
        </w:rPr>
        <w:t> </w:t>
      </w:r>
      <w:proofErr w:type="spellStart"/>
      <w:r w:rsidRPr="00E52C1A">
        <w:rPr>
          <w:rStyle w:val="Strong"/>
          <w:rFonts w:ascii="Arial" w:hAnsi="Arial" w:cs="Arial"/>
          <w:b w:val="0"/>
          <w:bCs w:val="0"/>
          <w:color w:val="000000"/>
        </w:rPr>
        <w:t>EntrepreneurSkills</w:t>
      </w:r>
      <w:proofErr w:type="spellEnd"/>
      <w:r w:rsidRPr="00E52C1A">
        <w:rPr>
          <w:rFonts w:ascii="Arial" w:hAnsi="Arial" w:cs="Arial"/>
          <w:color w:val="000000"/>
        </w:rPr>
        <w:t>, um junge Berufstalente gezielt zu fördern und unternehmerische Kompetenzen nachhaltig zu stärken. Denn Innovationsfähigkeit, Eigeninitiative und unternehmerisches Denken sind zentrale Voraussetzungen dafür, dass die Schweizer Wirtschaft auch langfristig erfolgreich bleibt. Mit diesem Engagement investiert</w:t>
      </w:r>
      <w:r w:rsidRPr="00E52C1A">
        <w:rPr>
          <w:rStyle w:val="apple-converted-space"/>
          <w:rFonts w:ascii="Arial" w:hAnsi="Arial" w:cs="Arial"/>
          <w:color w:val="000000"/>
        </w:rPr>
        <w:t> </w:t>
      </w:r>
      <w:r w:rsidRPr="00992DB9">
        <w:rPr>
          <w:rStyle w:val="Strong"/>
          <w:rFonts w:ascii="Arial" w:hAnsi="Arial" w:cs="Arial"/>
          <w:b w:val="0"/>
          <w:bCs w:val="0"/>
          <w:color w:val="000000"/>
          <w:highlight w:val="cyan"/>
        </w:rPr>
        <w:t>[Partnername]</w:t>
      </w:r>
      <w:r w:rsidRPr="00E52C1A">
        <w:rPr>
          <w:rStyle w:val="apple-converted-space"/>
          <w:rFonts w:ascii="Arial" w:hAnsi="Arial" w:cs="Arial"/>
          <w:color w:val="000000"/>
        </w:rPr>
        <w:t> </w:t>
      </w:r>
      <w:r w:rsidRPr="00E52C1A">
        <w:rPr>
          <w:rFonts w:ascii="Arial" w:hAnsi="Arial" w:cs="Arial"/>
          <w:color w:val="000000"/>
        </w:rPr>
        <w:t>bewusst in die Zukunft des Wirtschaftsstandorts</w:t>
      </w:r>
      <w:r w:rsidRPr="00E52C1A">
        <w:rPr>
          <w:rStyle w:val="apple-converted-space"/>
          <w:rFonts w:ascii="Arial" w:hAnsi="Arial" w:cs="Arial"/>
          <w:color w:val="000000"/>
        </w:rPr>
        <w:t> </w:t>
      </w:r>
      <w:r w:rsidRPr="00992DB9">
        <w:rPr>
          <w:rStyle w:val="Strong"/>
          <w:rFonts w:ascii="Arial" w:hAnsi="Arial" w:cs="Arial"/>
          <w:b w:val="0"/>
          <w:bCs w:val="0"/>
          <w:color w:val="000000"/>
          <w:highlight w:val="cyan"/>
        </w:rPr>
        <w:t>[Region/Kanton]</w:t>
      </w:r>
      <w:r w:rsidRPr="00992DB9">
        <w:rPr>
          <w:rStyle w:val="apple-converted-space"/>
          <w:rFonts w:ascii="Arial" w:hAnsi="Arial" w:cs="Arial"/>
          <w:b/>
          <w:bCs/>
          <w:color w:val="000000"/>
        </w:rPr>
        <w:t>.</w:t>
      </w:r>
    </w:p>
    <w:p w14:paraId="3225F2CC" w14:textId="76A1C9D3" w:rsidR="00E52C1A" w:rsidRPr="00E52C1A" w:rsidRDefault="00E52C1A" w:rsidP="00E52C1A">
      <w:pPr>
        <w:pStyle w:val="NormalWeb"/>
        <w:rPr>
          <w:rFonts w:ascii="Arial" w:hAnsi="Arial" w:cs="Arial"/>
          <w:color w:val="000000"/>
        </w:rPr>
      </w:pPr>
      <w:proofErr w:type="spellStart"/>
      <w:r w:rsidRPr="00E52C1A">
        <w:rPr>
          <w:rFonts w:ascii="Arial" w:hAnsi="Arial" w:cs="Arial"/>
          <w:color w:val="000000"/>
        </w:rPr>
        <w:t>EntrepreneurSkills</w:t>
      </w:r>
      <w:proofErr w:type="spellEnd"/>
      <w:r w:rsidRPr="00E52C1A">
        <w:rPr>
          <w:rFonts w:ascii="Arial" w:hAnsi="Arial" w:cs="Arial"/>
          <w:color w:val="000000"/>
        </w:rPr>
        <w:t xml:space="preserve"> ist eine offizielle Disziplin der </w:t>
      </w:r>
      <w:proofErr w:type="spellStart"/>
      <w:r w:rsidRPr="00E52C1A">
        <w:rPr>
          <w:rFonts w:ascii="Arial" w:hAnsi="Arial" w:cs="Arial"/>
          <w:color w:val="000000"/>
        </w:rPr>
        <w:t>SwissSkills</w:t>
      </w:r>
      <w:proofErr w:type="spellEnd"/>
      <w:r w:rsidRPr="00E52C1A">
        <w:rPr>
          <w:rFonts w:ascii="Arial" w:hAnsi="Arial" w:cs="Arial"/>
          <w:color w:val="000000"/>
        </w:rPr>
        <w:t xml:space="preserve"> Berufsmeisterschaften und steht jungen </w:t>
      </w:r>
      <w:r w:rsidR="007D201C">
        <w:rPr>
          <w:rFonts w:ascii="Arial" w:hAnsi="Arial" w:cs="Arial"/>
          <w:color w:val="000000"/>
        </w:rPr>
        <w:t>Lehrlingen</w:t>
      </w:r>
      <w:r w:rsidRPr="00E52C1A">
        <w:rPr>
          <w:rFonts w:ascii="Arial" w:hAnsi="Arial" w:cs="Arial"/>
          <w:color w:val="000000"/>
        </w:rPr>
        <w:t xml:space="preserve"> aus allen Berufen offen. In Zweierteams entwickeln die Teilnehmenden an einem Wettbewerb zu einer vorgegebenen Problemstellung eine eigene Geschäftsidee. Unterstützt von Coaches </w:t>
      </w:r>
      <w:r>
        <w:rPr>
          <w:rFonts w:ascii="Arial" w:hAnsi="Arial" w:cs="Arial"/>
          <w:color w:val="000000"/>
        </w:rPr>
        <w:t xml:space="preserve">und Experten </w:t>
      </w:r>
      <w:r w:rsidRPr="00E52C1A">
        <w:rPr>
          <w:rFonts w:ascii="Arial" w:hAnsi="Arial" w:cs="Arial"/>
          <w:color w:val="000000"/>
        </w:rPr>
        <w:t xml:space="preserve">erarbeiten sie ihre Lösung und präsentieren diese </w:t>
      </w:r>
      <w:r w:rsidR="007D201C">
        <w:rPr>
          <w:rFonts w:ascii="Arial" w:hAnsi="Arial" w:cs="Arial"/>
          <w:color w:val="000000"/>
        </w:rPr>
        <w:t xml:space="preserve">schliesslich </w:t>
      </w:r>
      <w:r w:rsidRPr="00E52C1A">
        <w:rPr>
          <w:rFonts w:ascii="Arial" w:hAnsi="Arial" w:cs="Arial"/>
          <w:color w:val="000000"/>
        </w:rPr>
        <w:t xml:space="preserve">vor einer </w:t>
      </w:r>
      <w:r>
        <w:rPr>
          <w:rFonts w:ascii="Arial" w:hAnsi="Arial" w:cs="Arial"/>
          <w:color w:val="000000"/>
        </w:rPr>
        <w:t>J</w:t>
      </w:r>
      <w:r w:rsidRPr="00E52C1A">
        <w:rPr>
          <w:rFonts w:ascii="Arial" w:hAnsi="Arial" w:cs="Arial"/>
          <w:color w:val="000000"/>
        </w:rPr>
        <w:t>ury.</w:t>
      </w:r>
    </w:p>
    <w:p w14:paraId="74E039FF" w14:textId="77777777" w:rsidR="00E52C1A" w:rsidRPr="00E52C1A" w:rsidRDefault="00E52C1A" w:rsidP="00E52C1A">
      <w:pPr>
        <w:pStyle w:val="NormalWeb"/>
        <w:rPr>
          <w:rFonts w:ascii="Arial" w:hAnsi="Arial" w:cs="Arial"/>
          <w:color w:val="000000"/>
        </w:rPr>
      </w:pPr>
      <w:r w:rsidRPr="00E52C1A">
        <w:rPr>
          <w:rFonts w:ascii="Arial" w:hAnsi="Arial" w:cs="Arial"/>
          <w:color w:val="000000"/>
        </w:rPr>
        <w:t>Der Wettbewerb setzt dort an, wo Wirtschaft und Berufsbildung aufeinandertreffen: bei der Förderung von Kreativität, Problemlösefähigkeit, wirtschaftlichem Denken, Teamarbeit und überzeugender Kommunikation. Es sind keine speziellen Vorkenntnisse oder eine bestehende Geschäftsidee erforderlich – entscheidend ist die Motivation, Verantwortung zu übernehmen und Ideen in Lösungen zu übersetzen.</w:t>
      </w:r>
    </w:p>
    <w:p w14:paraId="65F3E4EB" w14:textId="77777777" w:rsidR="007D201C" w:rsidRDefault="007D201C" w:rsidP="00E52C1A">
      <w:pPr>
        <w:pStyle w:val="NormalWeb"/>
        <w:rPr>
          <w:rFonts w:ascii="Arial" w:hAnsi="Arial" w:cs="Arial"/>
          <w:color w:val="000000"/>
        </w:rPr>
      </w:pPr>
      <w:proofErr w:type="spellStart"/>
      <w:r w:rsidRPr="007D201C">
        <w:rPr>
          <w:rFonts w:ascii="Arial" w:hAnsi="Arial" w:cs="Arial"/>
          <w:color w:val="000000"/>
        </w:rPr>
        <w:t>EntrepreneurSkills</w:t>
      </w:r>
      <w:proofErr w:type="spellEnd"/>
      <w:r w:rsidRPr="007D201C">
        <w:rPr>
          <w:rFonts w:ascii="Arial" w:hAnsi="Arial" w:cs="Arial"/>
          <w:color w:val="000000"/>
        </w:rPr>
        <w:t xml:space="preserve"> umfasst Regionalmeisterschaften in der ganzen Schweiz, ein Vorbereitungs-Bootcamp an einem Wochenende sowie das nationale Finale im Rahmen der </w:t>
      </w:r>
      <w:proofErr w:type="spellStart"/>
      <w:r w:rsidRPr="007D201C">
        <w:rPr>
          <w:rFonts w:ascii="Arial" w:hAnsi="Arial" w:cs="Arial"/>
          <w:color w:val="000000"/>
        </w:rPr>
        <w:t>SwissSkills</w:t>
      </w:r>
      <w:proofErr w:type="spellEnd"/>
      <w:r w:rsidRPr="007D201C">
        <w:rPr>
          <w:rFonts w:ascii="Arial" w:hAnsi="Arial" w:cs="Arial"/>
          <w:color w:val="000000"/>
        </w:rPr>
        <w:t xml:space="preserve"> Championships.</w:t>
      </w:r>
    </w:p>
    <w:p w14:paraId="591DED30" w14:textId="2F0ECDA4" w:rsidR="00E52C1A" w:rsidRPr="00E52C1A" w:rsidRDefault="00E52C1A" w:rsidP="00E52C1A">
      <w:pPr>
        <w:pStyle w:val="NormalWeb"/>
        <w:rPr>
          <w:rFonts w:ascii="Arial" w:hAnsi="Arial" w:cs="Arial"/>
          <w:color w:val="000000"/>
        </w:rPr>
      </w:pPr>
      <w:r w:rsidRPr="00E52C1A">
        <w:rPr>
          <w:rFonts w:ascii="Arial" w:hAnsi="Arial" w:cs="Arial"/>
          <w:color w:val="000000"/>
        </w:rPr>
        <w:br/>
        <w:t>Aktuelle Informationen zu Wettkämpfen, Durchführungsorten und Anmeldungen finden Sie unter</w:t>
      </w:r>
      <w:r w:rsidRPr="00E52C1A">
        <w:rPr>
          <w:rStyle w:val="apple-converted-space"/>
          <w:rFonts w:ascii="Arial" w:hAnsi="Arial" w:cs="Arial"/>
          <w:color w:val="000000"/>
        </w:rPr>
        <w:t> </w:t>
      </w:r>
      <w:hyperlink r:id="rId8" w:tgtFrame="_new" w:history="1">
        <w:r w:rsidRPr="00E52C1A">
          <w:rPr>
            <w:rStyle w:val="Hyperlink"/>
            <w:rFonts w:ascii="Arial" w:hAnsi="Arial" w:cs="Arial"/>
            <w:b/>
            <w:bCs/>
          </w:rPr>
          <w:t>www.entrepreneurskills.ch</w:t>
        </w:r>
      </w:hyperlink>
      <w:r w:rsidRPr="00E52C1A">
        <w:rPr>
          <w:rFonts w:ascii="Arial" w:hAnsi="Arial" w:cs="Arial"/>
          <w:color w:val="000000"/>
        </w:rPr>
        <w:t>.</w:t>
      </w:r>
    </w:p>
    <w:p w14:paraId="2E84C535" w14:textId="77777777" w:rsidR="009C3189" w:rsidRPr="00E52C1A" w:rsidRDefault="009C3189" w:rsidP="009C3189">
      <w:pPr>
        <w:pStyle w:val="LauftextMeMi"/>
        <w:spacing w:after="0"/>
        <w:rPr>
          <w:rFonts w:ascii="Arial" w:hAnsi="Arial" w:cs="Arial"/>
          <w:b/>
          <w:bCs/>
          <w:color w:val="7030A0"/>
          <w:sz w:val="32"/>
          <w:szCs w:val="32"/>
          <w:lang w:val="en-CH"/>
        </w:rPr>
      </w:pPr>
    </w:p>
    <w:sectPr w:rsidR="009C3189" w:rsidRPr="00E52C1A" w:rsidSect="001C4EC6">
      <w:headerReference w:type="default" r:id="rId9"/>
      <w:footerReference w:type="default" r:id="rId10"/>
      <w:type w:val="continuous"/>
      <w:pgSz w:w="11900" w:h="16820"/>
      <w:pgMar w:top="2835" w:right="1134" w:bottom="1418" w:left="1418" w:header="709"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3D5B0" w14:textId="77777777" w:rsidR="00861132" w:rsidRDefault="00861132">
      <w:r>
        <w:separator/>
      </w:r>
    </w:p>
  </w:endnote>
  <w:endnote w:type="continuationSeparator" w:id="0">
    <w:p w14:paraId="3456803D" w14:textId="77777777" w:rsidR="00861132" w:rsidRDefault="0086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45 Light">
    <w:altName w:val="Vrinda"/>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HelveticaNeueLT Std Lt">
    <w:altName w:val="Arial"/>
    <w:panose1 w:val="020B0604020202020204"/>
    <w:charset w:val="00"/>
    <w:family w:val="swiss"/>
    <w:notTrueType/>
    <w:pitch w:val="variable"/>
    <w:sig w:usb0="00000003" w:usb1="00000000" w:usb2="00000000" w:usb3="00000000" w:csb0="00000001" w:csb1="00000000"/>
  </w:font>
  <w:font w:name="HelveticaNeueLT Std">
    <w:altName w:val="Arial"/>
    <w:panose1 w:val="020B060402020202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HelveticaNeueLT Std Med">
    <w:altName w:val="Calibri"/>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6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F681" w14:textId="05CD8E66" w:rsidR="000E6E76" w:rsidRPr="00ED7F89" w:rsidRDefault="67D094E1" w:rsidP="67D094E1">
    <w:pPr>
      <w:pStyle w:val="Fusszeile1"/>
      <w:rPr>
        <w:rFonts w:ascii="Arial" w:hAnsi="Arial"/>
        <w:b/>
        <w:color w:val="7030A0"/>
        <w:lang w:val="sv-SE"/>
      </w:rPr>
    </w:pPr>
    <w:r w:rsidRPr="00ED7F89">
      <w:rPr>
        <w:rFonts w:ascii="Arial" w:hAnsi="Arial"/>
        <w:b/>
        <w:color w:val="7030A0"/>
        <w:lang w:val="sv-SE"/>
      </w:rPr>
      <w:t xml:space="preserve">IG </w:t>
    </w:r>
    <w:proofErr w:type="spellStart"/>
    <w:r w:rsidRPr="00ED7F89">
      <w:rPr>
        <w:rFonts w:ascii="Arial" w:hAnsi="Arial"/>
        <w:b/>
        <w:color w:val="7030A0"/>
        <w:lang w:val="sv-SE"/>
      </w:rPr>
      <w:t>EntrepreneurSkills</w:t>
    </w:r>
    <w:proofErr w:type="spellEnd"/>
    <w:r w:rsidRPr="00ED7F89">
      <w:rPr>
        <w:rFonts w:ascii="Arial" w:hAnsi="Arial"/>
        <w:b/>
        <w:color w:val="7030A0"/>
        <w:lang w:val="sv-SE"/>
      </w:rPr>
      <w:t xml:space="preserve"> c/o </w:t>
    </w:r>
    <w:proofErr w:type="spellStart"/>
    <w:r w:rsidRPr="00ED7F89">
      <w:rPr>
        <w:rFonts w:ascii="Arial" w:hAnsi="Arial"/>
        <w:b/>
        <w:color w:val="7030A0"/>
        <w:lang w:val="sv-SE"/>
      </w:rPr>
      <w:t>Solothurner</w:t>
    </w:r>
    <w:proofErr w:type="spellEnd"/>
    <w:r w:rsidRPr="00ED7F89">
      <w:rPr>
        <w:rFonts w:ascii="Arial" w:hAnsi="Arial"/>
        <w:b/>
        <w:color w:val="7030A0"/>
        <w:lang w:val="sv-SE"/>
      </w:rPr>
      <w:t xml:space="preserve"> </w:t>
    </w:r>
    <w:proofErr w:type="spellStart"/>
    <w:r w:rsidRPr="00ED7F89">
      <w:rPr>
        <w:rFonts w:ascii="Arial" w:hAnsi="Arial"/>
        <w:b/>
        <w:color w:val="7030A0"/>
        <w:lang w:val="sv-SE"/>
      </w:rPr>
      <w:t>Handelskammer</w:t>
    </w:r>
    <w:proofErr w:type="spellEnd"/>
    <w:r w:rsidRPr="00ED7F89">
      <w:rPr>
        <w:rFonts w:ascii="Arial" w:hAnsi="Arial"/>
        <w:b/>
        <w:color w:val="7030A0"/>
        <w:lang w:val="sv-SE"/>
      </w:rPr>
      <w:t xml:space="preserve"> </w:t>
    </w:r>
  </w:p>
  <w:p w14:paraId="0A91836A" w14:textId="7F81B4B2" w:rsidR="000E6E76" w:rsidRPr="00ED7F89" w:rsidRDefault="00CC08B1">
    <w:pPr>
      <w:pStyle w:val="Fusszeile2"/>
      <w:rPr>
        <w:rFonts w:ascii="Arial" w:hAnsi="Arial"/>
        <w:color w:val="7030A0"/>
        <w:lang w:val="sv-SE"/>
      </w:rPr>
    </w:pPr>
    <w:proofErr w:type="spellStart"/>
    <w:r w:rsidRPr="00ED7F89">
      <w:rPr>
        <w:rFonts w:ascii="Arial" w:hAnsi="Arial"/>
        <w:color w:val="7030A0"/>
        <w:lang w:val="sv-SE"/>
      </w:rPr>
      <w:t>Grabackerstrasse</w:t>
    </w:r>
    <w:proofErr w:type="spellEnd"/>
    <w:r w:rsidRPr="00ED7F89">
      <w:rPr>
        <w:rFonts w:ascii="Arial" w:hAnsi="Arial"/>
        <w:color w:val="7030A0"/>
        <w:lang w:val="sv-SE"/>
      </w:rPr>
      <w:t xml:space="preserve"> 6 I </w:t>
    </w:r>
    <w:r w:rsidR="00E269E1" w:rsidRPr="00ED7F89">
      <w:rPr>
        <w:rFonts w:ascii="Arial" w:hAnsi="Arial"/>
        <w:color w:val="7030A0"/>
        <w:lang w:val="sv-SE"/>
      </w:rPr>
      <w:t xml:space="preserve">4500 </w:t>
    </w:r>
    <w:r w:rsidRPr="00ED7F89">
      <w:rPr>
        <w:rFonts w:ascii="Arial" w:hAnsi="Arial"/>
        <w:color w:val="7030A0"/>
        <w:lang w:val="sv-SE"/>
      </w:rPr>
      <w:t xml:space="preserve">Solothurn I T 032 626 24 </w:t>
    </w:r>
    <w:r w:rsidR="00F67AB7" w:rsidRPr="00ED7F89">
      <w:rPr>
        <w:rFonts w:ascii="Arial" w:hAnsi="Arial"/>
        <w:color w:val="7030A0"/>
        <w:lang w:val="sv-SE"/>
      </w:rPr>
      <w:t>2</w:t>
    </w:r>
    <w:r w:rsidR="007267AA" w:rsidRPr="00ED7F89">
      <w:rPr>
        <w:rFonts w:ascii="Arial" w:hAnsi="Arial"/>
        <w:color w:val="7030A0"/>
        <w:lang w:val="sv-SE"/>
      </w:rPr>
      <w:t>4</w:t>
    </w:r>
    <w:r w:rsidR="00F67AB7" w:rsidRPr="00ED7F89">
      <w:rPr>
        <w:rFonts w:ascii="Arial" w:hAnsi="Arial"/>
        <w:color w:val="7030A0"/>
        <w:lang w:val="sv-SE"/>
      </w:rPr>
      <w:t xml:space="preserve"> </w:t>
    </w:r>
    <w:r w:rsidRPr="00ED7F89">
      <w:rPr>
        <w:rFonts w:ascii="Arial" w:hAnsi="Arial"/>
        <w:color w:val="7030A0"/>
        <w:lang w:val="sv-SE"/>
      </w:rPr>
      <w:t xml:space="preserve">I </w:t>
    </w:r>
    <w:r w:rsidR="00E269E1" w:rsidRPr="00ED7F89">
      <w:rPr>
        <w:rFonts w:ascii="Arial" w:hAnsi="Arial"/>
        <w:color w:val="7030A0"/>
        <w:lang w:val="sv-SE"/>
      </w:rPr>
      <w:t xml:space="preserve">info@entrepreneurskills.ch </w:t>
    </w:r>
    <w:r w:rsidRPr="00ED7F89">
      <w:rPr>
        <w:rFonts w:ascii="Arial" w:hAnsi="Arial"/>
        <w:color w:val="7030A0"/>
        <w:lang w:val="sv-SE"/>
      </w:rPr>
      <w:t xml:space="preserve">I </w:t>
    </w:r>
    <w:r w:rsidR="00E269E1" w:rsidRPr="00ED7F89">
      <w:rPr>
        <w:rFonts w:ascii="Arial" w:hAnsi="Arial"/>
        <w:color w:val="7030A0"/>
        <w:lang w:val="sv-SE"/>
      </w:rPr>
      <w:t>www.entrepreneurskills.ch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7A995" w14:textId="77777777" w:rsidR="00861132" w:rsidRDefault="00861132">
      <w:r>
        <w:separator/>
      </w:r>
    </w:p>
  </w:footnote>
  <w:footnote w:type="continuationSeparator" w:id="0">
    <w:p w14:paraId="25BD8B92" w14:textId="77777777" w:rsidR="00861132" w:rsidRDefault="008611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A7A6A" w14:textId="77777777" w:rsidR="00171BED" w:rsidRPr="007373F3" w:rsidRDefault="001C4EC6" w:rsidP="00FD2586">
    <w:pPr>
      <w:pStyle w:val="Header"/>
      <w:tabs>
        <w:tab w:val="clear" w:pos="9072"/>
      </w:tabs>
      <w:jc w:val="right"/>
      <w:rPr>
        <w:rFonts w:ascii="Arial" w:hAnsi="Arial" w:cs="Arial"/>
        <w:sz w:val="20"/>
      </w:rPr>
    </w:pPr>
    <w:r>
      <w:rPr>
        <w:rFonts w:ascii="Arial" w:hAnsi="Arial" w:cs="Arial"/>
        <w:noProof/>
        <w:sz w:val="20"/>
      </w:rPr>
      <w:drawing>
        <wp:inline distT="0" distB="0" distL="0" distR="0" wp14:anchorId="1056C1FA" wp14:editId="6B5C47E5">
          <wp:extent cx="4724470" cy="1147762"/>
          <wp:effectExtent l="0" t="0" r="0" b="0"/>
          <wp:docPr id="1970069660" name="Grafik 1970069660" descr="Ein Bild, das Text, Schrift, Grafike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849500" name="Grafik 1" descr="Ein Bild, das Text, Schrift, Grafiken,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801482" cy="11664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692A8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5276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02EFE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28E8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6D2E5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0ADF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3AB7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9654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461D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FCC95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16F35"/>
    <w:multiLevelType w:val="hybridMultilevel"/>
    <w:tmpl w:val="FDDA413E"/>
    <w:lvl w:ilvl="0" w:tplc="C6DA431C">
      <w:numFmt w:val="bullet"/>
      <w:lvlText w:val="-"/>
      <w:lvlJc w:val="left"/>
      <w:pPr>
        <w:ind w:left="413" w:hanging="360"/>
      </w:pPr>
      <w:rPr>
        <w:rFonts w:ascii="Arial" w:eastAsia="Times New Roman" w:hAnsi="Arial" w:cs="Arial" w:hint="default"/>
      </w:rPr>
    </w:lvl>
    <w:lvl w:ilvl="1" w:tplc="08070003">
      <w:start w:val="1"/>
      <w:numFmt w:val="bullet"/>
      <w:lvlText w:val="o"/>
      <w:lvlJc w:val="left"/>
      <w:pPr>
        <w:ind w:left="1133" w:hanging="360"/>
      </w:pPr>
      <w:rPr>
        <w:rFonts w:ascii="Courier New" w:hAnsi="Courier New" w:cs="Courier New" w:hint="default"/>
      </w:rPr>
    </w:lvl>
    <w:lvl w:ilvl="2" w:tplc="08070005" w:tentative="1">
      <w:start w:val="1"/>
      <w:numFmt w:val="bullet"/>
      <w:lvlText w:val=""/>
      <w:lvlJc w:val="left"/>
      <w:pPr>
        <w:ind w:left="1853" w:hanging="360"/>
      </w:pPr>
      <w:rPr>
        <w:rFonts w:ascii="Wingdings" w:hAnsi="Wingdings" w:hint="default"/>
      </w:rPr>
    </w:lvl>
    <w:lvl w:ilvl="3" w:tplc="08070001" w:tentative="1">
      <w:start w:val="1"/>
      <w:numFmt w:val="bullet"/>
      <w:lvlText w:val=""/>
      <w:lvlJc w:val="left"/>
      <w:pPr>
        <w:ind w:left="2573" w:hanging="360"/>
      </w:pPr>
      <w:rPr>
        <w:rFonts w:ascii="Symbol" w:hAnsi="Symbol" w:hint="default"/>
      </w:rPr>
    </w:lvl>
    <w:lvl w:ilvl="4" w:tplc="08070003" w:tentative="1">
      <w:start w:val="1"/>
      <w:numFmt w:val="bullet"/>
      <w:lvlText w:val="o"/>
      <w:lvlJc w:val="left"/>
      <w:pPr>
        <w:ind w:left="3293" w:hanging="360"/>
      </w:pPr>
      <w:rPr>
        <w:rFonts w:ascii="Courier New" w:hAnsi="Courier New" w:cs="Courier New" w:hint="default"/>
      </w:rPr>
    </w:lvl>
    <w:lvl w:ilvl="5" w:tplc="08070005" w:tentative="1">
      <w:start w:val="1"/>
      <w:numFmt w:val="bullet"/>
      <w:lvlText w:val=""/>
      <w:lvlJc w:val="left"/>
      <w:pPr>
        <w:ind w:left="4013" w:hanging="360"/>
      </w:pPr>
      <w:rPr>
        <w:rFonts w:ascii="Wingdings" w:hAnsi="Wingdings" w:hint="default"/>
      </w:rPr>
    </w:lvl>
    <w:lvl w:ilvl="6" w:tplc="08070001" w:tentative="1">
      <w:start w:val="1"/>
      <w:numFmt w:val="bullet"/>
      <w:lvlText w:val=""/>
      <w:lvlJc w:val="left"/>
      <w:pPr>
        <w:ind w:left="4733" w:hanging="360"/>
      </w:pPr>
      <w:rPr>
        <w:rFonts w:ascii="Symbol" w:hAnsi="Symbol" w:hint="default"/>
      </w:rPr>
    </w:lvl>
    <w:lvl w:ilvl="7" w:tplc="08070003" w:tentative="1">
      <w:start w:val="1"/>
      <w:numFmt w:val="bullet"/>
      <w:lvlText w:val="o"/>
      <w:lvlJc w:val="left"/>
      <w:pPr>
        <w:ind w:left="5453" w:hanging="360"/>
      </w:pPr>
      <w:rPr>
        <w:rFonts w:ascii="Courier New" w:hAnsi="Courier New" w:cs="Courier New" w:hint="default"/>
      </w:rPr>
    </w:lvl>
    <w:lvl w:ilvl="8" w:tplc="08070005" w:tentative="1">
      <w:start w:val="1"/>
      <w:numFmt w:val="bullet"/>
      <w:lvlText w:val=""/>
      <w:lvlJc w:val="left"/>
      <w:pPr>
        <w:ind w:left="6173" w:hanging="360"/>
      </w:pPr>
      <w:rPr>
        <w:rFonts w:ascii="Wingdings" w:hAnsi="Wingdings" w:hint="default"/>
      </w:rPr>
    </w:lvl>
  </w:abstractNum>
  <w:abstractNum w:abstractNumId="11" w15:restartNumberingAfterBreak="0">
    <w:nsid w:val="0D9A06F7"/>
    <w:multiLevelType w:val="hybridMultilevel"/>
    <w:tmpl w:val="21D09F9A"/>
    <w:lvl w:ilvl="0" w:tplc="0807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D5E5E94"/>
    <w:multiLevelType w:val="hybridMultilevel"/>
    <w:tmpl w:val="C92C12E4"/>
    <w:lvl w:ilvl="0" w:tplc="6C66E27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749568C"/>
    <w:multiLevelType w:val="hybridMultilevel"/>
    <w:tmpl w:val="C09489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0597D03"/>
    <w:multiLevelType w:val="hybridMultilevel"/>
    <w:tmpl w:val="CB6C9F5A"/>
    <w:lvl w:ilvl="0" w:tplc="D7BCD382">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49087941"/>
    <w:multiLevelType w:val="hybridMultilevel"/>
    <w:tmpl w:val="1E2E14DA"/>
    <w:lvl w:ilvl="0" w:tplc="B13272EE">
      <w:start w:val="1"/>
      <w:numFmt w:val="bullet"/>
      <w:lvlText w:val=""/>
      <w:lvlJc w:val="left"/>
      <w:pPr>
        <w:tabs>
          <w:tab w:val="num" w:pos="170"/>
        </w:tabs>
        <w:ind w:left="170" w:firstLine="0"/>
      </w:pPr>
      <w:rPr>
        <w:rFonts w:ascii="Wingdings" w:hAnsi="Wingdings" w:hint="default"/>
        <w:spacing w:val="0"/>
        <w:w w:val="100"/>
        <w:kern w:val="0"/>
        <w:position w:val="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05468D"/>
    <w:multiLevelType w:val="hybridMultilevel"/>
    <w:tmpl w:val="522616B6"/>
    <w:lvl w:ilvl="0" w:tplc="ABEACDD8">
      <w:start w:val="1"/>
      <w:numFmt w:val="bullet"/>
      <w:lvlText w:val=""/>
      <w:lvlJc w:val="left"/>
      <w:pPr>
        <w:tabs>
          <w:tab w:val="num" w:pos="170"/>
        </w:tabs>
        <w:ind w:left="170" w:hanging="170"/>
      </w:pPr>
      <w:rPr>
        <w:rFonts w:ascii="Wingdings" w:hAnsi="Wingdings" w:hint="default"/>
        <w:spacing w:val="0"/>
        <w:w w:val="100"/>
        <w:kern w:val="0"/>
        <w:position w:val="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BE62DEB"/>
    <w:multiLevelType w:val="hybridMultilevel"/>
    <w:tmpl w:val="0196253C"/>
    <w:lvl w:ilvl="0" w:tplc="08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F9326F2"/>
    <w:multiLevelType w:val="hybridMultilevel"/>
    <w:tmpl w:val="2FC64F02"/>
    <w:lvl w:ilvl="0" w:tplc="0807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F331DF7"/>
    <w:multiLevelType w:val="hybridMultilevel"/>
    <w:tmpl w:val="A4E2164A"/>
    <w:lvl w:ilvl="0" w:tplc="87323398">
      <w:start w:val="1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346789322">
    <w:abstractNumId w:val="16"/>
  </w:num>
  <w:num w:numId="2" w16cid:durableId="1429623483">
    <w:abstractNumId w:val="15"/>
  </w:num>
  <w:num w:numId="3" w16cid:durableId="1606419934">
    <w:abstractNumId w:val="13"/>
  </w:num>
  <w:num w:numId="4" w16cid:durableId="1273169319">
    <w:abstractNumId w:val="9"/>
  </w:num>
  <w:num w:numId="5" w16cid:durableId="1572303005">
    <w:abstractNumId w:val="7"/>
  </w:num>
  <w:num w:numId="6" w16cid:durableId="471019051">
    <w:abstractNumId w:val="6"/>
  </w:num>
  <w:num w:numId="7" w16cid:durableId="926428454">
    <w:abstractNumId w:val="5"/>
  </w:num>
  <w:num w:numId="8" w16cid:durableId="1636444943">
    <w:abstractNumId w:val="4"/>
  </w:num>
  <w:num w:numId="9" w16cid:durableId="2030792584">
    <w:abstractNumId w:val="8"/>
  </w:num>
  <w:num w:numId="10" w16cid:durableId="81609601">
    <w:abstractNumId w:val="3"/>
  </w:num>
  <w:num w:numId="11" w16cid:durableId="1996180076">
    <w:abstractNumId w:val="2"/>
  </w:num>
  <w:num w:numId="12" w16cid:durableId="982659420">
    <w:abstractNumId w:val="1"/>
  </w:num>
  <w:num w:numId="13" w16cid:durableId="1522281856">
    <w:abstractNumId w:val="0"/>
  </w:num>
  <w:num w:numId="14" w16cid:durableId="1699306833">
    <w:abstractNumId w:val="14"/>
  </w:num>
  <w:num w:numId="15" w16cid:durableId="2087070897">
    <w:abstractNumId w:val="10"/>
  </w:num>
  <w:num w:numId="16" w16cid:durableId="320279016">
    <w:abstractNumId w:val="12"/>
  </w:num>
  <w:num w:numId="17" w16cid:durableId="1289701390">
    <w:abstractNumId w:val="17"/>
  </w:num>
  <w:num w:numId="18" w16cid:durableId="1590626517">
    <w:abstractNumId w:val="11"/>
  </w:num>
  <w:num w:numId="19" w16cid:durableId="327557233">
    <w:abstractNumId w:val="19"/>
  </w:num>
  <w:num w:numId="20" w16cid:durableId="12257515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2AA"/>
    <w:rsid w:val="00000C37"/>
    <w:rsid w:val="0001410F"/>
    <w:rsid w:val="00015604"/>
    <w:rsid w:val="00015D92"/>
    <w:rsid w:val="00023661"/>
    <w:rsid w:val="000263A4"/>
    <w:rsid w:val="00033E66"/>
    <w:rsid w:val="00034E0A"/>
    <w:rsid w:val="000406F7"/>
    <w:rsid w:val="00041114"/>
    <w:rsid w:val="00047F96"/>
    <w:rsid w:val="00054D36"/>
    <w:rsid w:val="000560F9"/>
    <w:rsid w:val="00075292"/>
    <w:rsid w:val="00077AF5"/>
    <w:rsid w:val="00077F41"/>
    <w:rsid w:val="00087B89"/>
    <w:rsid w:val="0009004A"/>
    <w:rsid w:val="000A5C54"/>
    <w:rsid w:val="000A74FF"/>
    <w:rsid w:val="000B06EC"/>
    <w:rsid w:val="000B4046"/>
    <w:rsid w:val="000B585B"/>
    <w:rsid w:val="000C387D"/>
    <w:rsid w:val="000C4377"/>
    <w:rsid w:val="000C53D5"/>
    <w:rsid w:val="000C72AA"/>
    <w:rsid w:val="000D5F66"/>
    <w:rsid w:val="000E4537"/>
    <w:rsid w:val="000E6E76"/>
    <w:rsid w:val="000E7F6E"/>
    <w:rsid w:val="000F55DE"/>
    <w:rsid w:val="00104FB4"/>
    <w:rsid w:val="00114C2B"/>
    <w:rsid w:val="00122D7A"/>
    <w:rsid w:val="001241B1"/>
    <w:rsid w:val="0012746D"/>
    <w:rsid w:val="00130AFE"/>
    <w:rsid w:val="00141FA2"/>
    <w:rsid w:val="0014602B"/>
    <w:rsid w:val="00154364"/>
    <w:rsid w:val="001548A8"/>
    <w:rsid w:val="00157382"/>
    <w:rsid w:val="001676F4"/>
    <w:rsid w:val="00171BED"/>
    <w:rsid w:val="00176393"/>
    <w:rsid w:val="001776B5"/>
    <w:rsid w:val="0018083D"/>
    <w:rsid w:val="00191E58"/>
    <w:rsid w:val="0019489A"/>
    <w:rsid w:val="001A5949"/>
    <w:rsid w:val="001A6A71"/>
    <w:rsid w:val="001B54CE"/>
    <w:rsid w:val="001B6849"/>
    <w:rsid w:val="001C2618"/>
    <w:rsid w:val="001C4722"/>
    <w:rsid w:val="001C4EC6"/>
    <w:rsid w:val="001C5E96"/>
    <w:rsid w:val="001D6FDA"/>
    <w:rsid w:val="001E1723"/>
    <w:rsid w:val="001E57AA"/>
    <w:rsid w:val="001E672F"/>
    <w:rsid w:val="001F0828"/>
    <w:rsid w:val="002004A9"/>
    <w:rsid w:val="00201071"/>
    <w:rsid w:val="00207943"/>
    <w:rsid w:val="00213DB2"/>
    <w:rsid w:val="00216F5E"/>
    <w:rsid w:val="002230BB"/>
    <w:rsid w:val="0022786A"/>
    <w:rsid w:val="00230ED1"/>
    <w:rsid w:val="00232CE7"/>
    <w:rsid w:val="00237736"/>
    <w:rsid w:val="00237E3F"/>
    <w:rsid w:val="002405E8"/>
    <w:rsid w:val="0024146A"/>
    <w:rsid w:val="002460D5"/>
    <w:rsid w:val="00256207"/>
    <w:rsid w:val="00256433"/>
    <w:rsid w:val="00262B20"/>
    <w:rsid w:val="00263E5E"/>
    <w:rsid w:val="00272AC7"/>
    <w:rsid w:val="0028446F"/>
    <w:rsid w:val="00290321"/>
    <w:rsid w:val="0029205F"/>
    <w:rsid w:val="00295922"/>
    <w:rsid w:val="002A7B41"/>
    <w:rsid w:val="002B0990"/>
    <w:rsid w:val="002B107A"/>
    <w:rsid w:val="002B4310"/>
    <w:rsid w:val="002C2A1B"/>
    <w:rsid w:val="002C72EA"/>
    <w:rsid w:val="002D35FE"/>
    <w:rsid w:val="002E5834"/>
    <w:rsid w:val="002F2F28"/>
    <w:rsid w:val="002F3FC3"/>
    <w:rsid w:val="002F5D93"/>
    <w:rsid w:val="0031106E"/>
    <w:rsid w:val="00311870"/>
    <w:rsid w:val="003142C6"/>
    <w:rsid w:val="00320C5E"/>
    <w:rsid w:val="00323767"/>
    <w:rsid w:val="0033182F"/>
    <w:rsid w:val="00331DDD"/>
    <w:rsid w:val="00334EB3"/>
    <w:rsid w:val="003369BF"/>
    <w:rsid w:val="00342532"/>
    <w:rsid w:val="00342C1D"/>
    <w:rsid w:val="00344402"/>
    <w:rsid w:val="00351640"/>
    <w:rsid w:val="00357589"/>
    <w:rsid w:val="003612F0"/>
    <w:rsid w:val="003622B2"/>
    <w:rsid w:val="00364465"/>
    <w:rsid w:val="00365B96"/>
    <w:rsid w:val="003907D3"/>
    <w:rsid w:val="00391456"/>
    <w:rsid w:val="003921B1"/>
    <w:rsid w:val="00393A7F"/>
    <w:rsid w:val="003966A2"/>
    <w:rsid w:val="003A6830"/>
    <w:rsid w:val="003B456C"/>
    <w:rsid w:val="003B71AA"/>
    <w:rsid w:val="003B7B5E"/>
    <w:rsid w:val="003C30C1"/>
    <w:rsid w:val="003C37F7"/>
    <w:rsid w:val="003C4F8A"/>
    <w:rsid w:val="003D16B2"/>
    <w:rsid w:val="003E1C32"/>
    <w:rsid w:val="003E4C6B"/>
    <w:rsid w:val="003E679E"/>
    <w:rsid w:val="003F028A"/>
    <w:rsid w:val="003F5F95"/>
    <w:rsid w:val="003F60D7"/>
    <w:rsid w:val="00400C71"/>
    <w:rsid w:val="004011B6"/>
    <w:rsid w:val="004102DD"/>
    <w:rsid w:val="00413162"/>
    <w:rsid w:val="00415E5E"/>
    <w:rsid w:val="004230BC"/>
    <w:rsid w:val="00441785"/>
    <w:rsid w:val="00445B17"/>
    <w:rsid w:val="004462C0"/>
    <w:rsid w:val="00447B93"/>
    <w:rsid w:val="00455113"/>
    <w:rsid w:val="00460720"/>
    <w:rsid w:val="00481DAB"/>
    <w:rsid w:val="00484002"/>
    <w:rsid w:val="00486154"/>
    <w:rsid w:val="004962B7"/>
    <w:rsid w:val="0049738F"/>
    <w:rsid w:val="004C04ED"/>
    <w:rsid w:val="004C0808"/>
    <w:rsid w:val="004C49D9"/>
    <w:rsid w:val="004C7363"/>
    <w:rsid w:val="004D0665"/>
    <w:rsid w:val="004D1474"/>
    <w:rsid w:val="004D4E69"/>
    <w:rsid w:val="004D645F"/>
    <w:rsid w:val="004F4945"/>
    <w:rsid w:val="004F6E6A"/>
    <w:rsid w:val="00501960"/>
    <w:rsid w:val="005024BE"/>
    <w:rsid w:val="00502E92"/>
    <w:rsid w:val="00503814"/>
    <w:rsid w:val="00510FC0"/>
    <w:rsid w:val="00511199"/>
    <w:rsid w:val="00512C3C"/>
    <w:rsid w:val="005177C6"/>
    <w:rsid w:val="00527385"/>
    <w:rsid w:val="00531CCE"/>
    <w:rsid w:val="005322B7"/>
    <w:rsid w:val="00535D35"/>
    <w:rsid w:val="005370AE"/>
    <w:rsid w:val="00541035"/>
    <w:rsid w:val="00542104"/>
    <w:rsid w:val="0054493F"/>
    <w:rsid w:val="00554608"/>
    <w:rsid w:val="00556FD9"/>
    <w:rsid w:val="005603B8"/>
    <w:rsid w:val="0056400B"/>
    <w:rsid w:val="00572209"/>
    <w:rsid w:val="00581B95"/>
    <w:rsid w:val="00581FB4"/>
    <w:rsid w:val="0058416D"/>
    <w:rsid w:val="00591CD9"/>
    <w:rsid w:val="005939C4"/>
    <w:rsid w:val="00594C51"/>
    <w:rsid w:val="0059506F"/>
    <w:rsid w:val="005A01B4"/>
    <w:rsid w:val="005A2C06"/>
    <w:rsid w:val="005A2FD7"/>
    <w:rsid w:val="005A414A"/>
    <w:rsid w:val="005B4351"/>
    <w:rsid w:val="005B4A39"/>
    <w:rsid w:val="005B65B6"/>
    <w:rsid w:val="005D1E5A"/>
    <w:rsid w:val="005D2CE0"/>
    <w:rsid w:val="005E301D"/>
    <w:rsid w:val="005F29E2"/>
    <w:rsid w:val="005F4403"/>
    <w:rsid w:val="005F4532"/>
    <w:rsid w:val="005F6A3B"/>
    <w:rsid w:val="00617203"/>
    <w:rsid w:val="00622A9D"/>
    <w:rsid w:val="00626F05"/>
    <w:rsid w:val="00633017"/>
    <w:rsid w:val="00634278"/>
    <w:rsid w:val="00646728"/>
    <w:rsid w:val="00652483"/>
    <w:rsid w:val="00670580"/>
    <w:rsid w:val="006722BB"/>
    <w:rsid w:val="006761B9"/>
    <w:rsid w:val="0067739B"/>
    <w:rsid w:val="00677CD3"/>
    <w:rsid w:val="0069378A"/>
    <w:rsid w:val="006A4147"/>
    <w:rsid w:val="006B1DB5"/>
    <w:rsid w:val="006B231C"/>
    <w:rsid w:val="006C4B5E"/>
    <w:rsid w:val="006C76C5"/>
    <w:rsid w:val="006D76A2"/>
    <w:rsid w:val="006E013A"/>
    <w:rsid w:val="006E14E7"/>
    <w:rsid w:val="006E7D8F"/>
    <w:rsid w:val="006F5FDE"/>
    <w:rsid w:val="007002AC"/>
    <w:rsid w:val="007027F1"/>
    <w:rsid w:val="0070465F"/>
    <w:rsid w:val="00705BF0"/>
    <w:rsid w:val="0070678D"/>
    <w:rsid w:val="007119BD"/>
    <w:rsid w:val="00712AB0"/>
    <w:rsid w:val="00713271"/>
    <w:rsid w:val="00715E82"/>
    <w:rsid w:val="00722471"/>
    <w:rsid w:val="00725DE4"/>
    <w:rsid w:val="007262FC"/>
    <w:rsid w:val="007264B4"/>
    <w:rsid w:val="007267AA"/>
    <w:rsid w:val="00735ED0"/>
    <w:rsid w:val="007369A5"/>
    <w:rsid w:val="007373F3"/>
    <w:rsid w:val="00752B74"/>
    <w:rsid w:val="007578F5"/>
    <w:rsid w:val="0076291F"/>
    <w:rsid w:val="007706FA"/>
    <w:rsid w:val="00772C38"/>
    <w:rsid w:val="007753AB"/>
    <w:rsid w:val="00775AEE"/>
    <w:rsid w:val="00776400"/>
    <w:rsid w:val="007765B8"/>
    <w:rsid w:val="00780353"/>
    <w:rsid w:val="00791D53"/>
    <w:rsid w:val="0079423A"/>
    <w:rsid w:val="0079718E"/>
    <w:rsid w:val="007A2EF0"/>
    <w:rsid w:val="007A3603"/>
    <w:rsid w:val="007A463B"/>
    <w:rsid w:val="007B2A5C"/>
    <w:rsid w:val="007D201C"/>
    <w:rsid w:val="007E0164"/>
    <w:rsid w:val="007E71A2"/>
    <w:rsid w:val="008004B3"/>
    <w:rsid w:val="00803125"/>
    <w:rsid w:val="00817934"/>
    <w:rsid w:val="00821520"/>
    <w:rsid w:val="0083010D"/>
    <w:rsid w:val="0083262B"/>
    <w:rsid w:val="008337B2"/>
    <w:rsid w:val="0084499F"/>
    <w:rsid w:val="00844DD5"/>
    <w:rsid w:val="00846387"/>
    <w:rsid w:val="008473D0"/>
    <w:rsid w:val="00861132"/>
    <w:rsid w:val="00873974"/>
    <w:rsid w:val="00875A20"/>
    <w:rsid w:val="00875C58"/>
    <w:rsid w:val="00885FC9"/>
    <w:rsid w:val="0088603C"/>
    <w:rsid w:val="00887B99"/>
    <w:rsid w:val="00891B26"/>
    <w:rsid w:val="00894A09"/>
    <w:rsid w:val="008A0C9A"/>
    <w:rsid w:val="008A28E3"/>
    <w:rsid w:val="008A31FD"/>
    <w:rsid w:val="008A3232"/>
    <w:rsid w:val="008A630A"/>
    <w:rsid w:val="008A715B"/>
    <w:rsid w:val="008A74EC"/>
    <w:rsid w:val="008B38D8"/>
    <w:rsid w:val="008D1D50"/>
    <w:rsid w:val="008D7723"/>
    <w:rsid w:val="008E0BC5"/>
    <w:rsid w:val="008E7515"/>
    <w:rsid w:val="008F1C03"/>
    <w:rsid w:val="008F2608"/>
    <w:rsid w:val="008F44B9"/>
    <w:rsid w:val="00900C76"/>
    <w:rsid w:val="00902923"/>
    <w:rsid w:val="00902986"/>
    <w:rsid w:val="00931A14"/>
    <w:rsid w:val="00935365"/>
    <w:rsid w:val="00943AE2"/>
    <w:rsid w:val="009443C5"/>
    <w:rsid w:val="00946FF0"/>
    <w:rsid w:val="00953DCA"/>
    <w:rsid w:val="00963566"/>
    <w:rsid w:val="00966D49"/>
    <w:rsid w:val="009725D0"/>
    <w:rsid w:val="009738AB"/>
    <w:rsid w:val="00977389"/>
    <w:rsid w:val="00981D9D"/>
    <w:rsid w:val="00982F9B"/>
    <w:rsid w:val="00984D7F"/>
    <w:rsid w:val="009924BB"/>
    <w:rsid w:val="00992DB9"/>
    <w:rsid w:val="00995843"/>
    <w:rsid w:val="009A4191"/>
    <w:rsid w:val="009A5584"/>
    <w:rsid w:val="009A5BFD"/>
    <w:rsid w:val="009B5D22"/>
    <w:rsid w:val="009B6AD8"/>
    <w:rsid w:val="009C3189"/>
    <w:rsid w:val="009C6D98"/>
    <w:rsid w:val="009C7884"/>
    <w:rsid w:val="009D25FE"/>
    <w:rsid w:val="009D491A"/>
    <w:rsid w:val="009E7E88"/>
    <w:rsid w:val="009F29D0"/>
    <w:rsid w:val="009F5990"/>
    <w:rsid w:val="009F625E"/>
    <w:rsid w:val="00A06812"/>
    <w:rsid w:val="00A13CDC"/>
    <w:rsid w:val="00A16CA6"/>
    <w:rsid w:val="00A16EE2"/>
    <w:rsid w:val="00A21572"/>
    <w:rsid w:val="00A257C5"/>
    <w:rsid w:val="00A27622"/>
    <w:rsid w:val="00A318C9"/>
    <w:rsid w:val="00A4159F"/>
    <w:rsid w:val="00A52D75"/>
    <w:rsid w:val="00A52F91"/>
    <w:rsid w:val="00A564A4"/>
    <w:rsid w:val="00A617D6"/>
    <w:rsid w:val="00A62925"/>
    <w:rsid w:val="00A64A67"/>
    <w:rsid w:val="00A677B8"/>
    <w:rsid w:val="00A72CFB"/>
    <w:rsid w:val="00A73C0C"/>
    <w:rsid w:val="00A86DD5"/>
    <w:rsid w:val="00A91874"/>
    <w:rsid w:val="00A92D3D"/>
    <w:rsid w:val="00A93F0E"/>
    <w:rsid w:val="00AA3A31"/>
    <w:rsid w:val="00AB2EC6"/>
    <w:rsid w:val="00AC0E07"/>
    <w:rsid w:val="00AC3D26"/>
    <w:rsid w:val="00AC748F"/>
    <w:rsid w:val="00AE2352"/>
    <w:rsid w:val="00AF1820"/>
    <w:rsid w:val="00AF45A6"/>
    <w:rsid w:val="00B033C0"/>
    <w:rsid w:val="00B11D88"/>
    <w:rsid w:val="00B13842"/>
    <w:rsid w:val="00B15866"/>
    <w:rsid w:val="00B1690F"/>
    <w:rsid w:val="00B203C0"/>
    <w:rsid w:val="00B239F8"/>
    <w:rsid w:val="00B2568F"/>
    <w:rsid w:val="00B25F07"/>
    <w:rsid w:val="00B32AB0"/>
    <w:rsid w:val="00B3382C"/>
    <w:rsid w:val="00B3470C"/>
    <w:rsid w:val="00B36D06"/>
    <w:rsid w:val="00B36F26"/>
    <w:rsid w:val="00B37A85"/>
    <w:rsid w:val="00B45714"/>
    <w:rsid w:val="00B45D7A"/>
    <w:rsid w:val="00B505CC"/>
    <w:rsid w:val="00B57090"/>
    <w:rsid w:val="00B623B2"/>
    <w:rsid w:val="00B64833"/>
    <w:rsid w:val="00B72483"/>
    <w:rsid w:val="00B92E37"/>
    <w:rsid w:val="00B9685B"/>
    <w:rsid w:val="00BA0DD7"/>
    <w:rsid w:val="00BA46E2"/>
    <w:rsid w:val="00BA5189"/>
    <w:rsid w:val="00BA6AB6"/>
    <w:rsid w:val="00BB6B91"/>
    <w:rsid w:val="00BC0126"/>
    <w:rsid w:val="00BC0725"/>
    <w:rsid w:val="00BC373C"/>
    <w:rsid w:val="00BD1CE3"/>
    <w:rsid w:val="00BD2C83"/>
    <w:rsid w:val="00BD3825"/>
    <w:rsid w:val="00BD5C43"/>
    <w:rsid w:val="00BE24EA"/>
    <w:rsid w:val="00BE66DF"/>
    <w:rsid w:val="00BF63E1"/>
    <w:rsid w:val="00C00D8C"/>
    <w:rsid w:val="00C03827"/>
    <w:rsid w:val="00C0713A"/>
    <w:rsid w:val="00C105EB"/>
    <w:rsid w:val="00C163B2"/>
    <w:rsid w:val="00C2131B"/>
    <w:rsid w:val="00C22E85"/>
    <w:rsid w:val="00C230FA"/>
    <w:rsid w:val="00C26148"/>
    <w:rsid w:val="00C30562"/>
    <w:rsid w:val="00C35F0D"/>
    <w:rsid w:val="00C371CA"/>
    <w:rsid w:val="00C44C82"/>
    <w:rsid w:val="00C45675"/>
    <w:rsid w:val="00C553AB"/>
    <w:rsid w:val="00C56536"/>
    <w:rsid w:val="00C56CAA"/>
    <w:rsid w:val="00C5750E"/>
    <w:rsid w:val="00C57EF0"/>
    <w:rsid w:val="00C60014"/>
    <w:rsid w:val="00C609FB"/>
    <w:rsid w:val="00C61B09"/>
    <w:rsid w:val="00C61E71"/>
    <w:rsid w:val="00C626F1"/>
    <w:rsid w:val="00C70127"/>
    <w:rsid w:val="00C71FCA"/>
    <w:rsid w:val="00C7473A"/>
    <w:rsid w:val="00C80C70"/>
    <w:rsid w:val="00C84B6D"/>
    <w:rsid w:val="00CA0BE0"/>
    <w:rsid w:val="00CA4A32"/>
    <w:rsid w:val="00CA6681"/>
    <w:rsid w:val="00CA6B59"/>
    <w:rsid w:val="00CA729E"/>
    <w:rsid w:val="00CA7798"/>
    <w:rsid w:val="00CB00F0"/>
    <w:rsid w:val="00CB375C"/>
    <w:rsid w:val="00CB3D8F"/>
    <w:rsid w:val="00CB561B"/>
    <w:rsid w:val="00CC08B1"/>
    <w:rsid w:val="00CC61C3"/>
    <w:rsid w:val="00CD1639"/>
    <w:rsid w:val="00CD1BBE"/>
    <w:rsid w:val="00CD382D"/>
    <w:rsid w:val="00CD7C9A"/>
    <w:rsid w:val="00CE13F3"/>
    <w:rsid w:val="00CF1725"/>
    <w:rsid w:val="00CF2684"/>
    <w:rsid w:val="00CF3054"/>
    <w:rsid w:val="00CF59FB"/>
    <w:rsid w:val="00CF6C2D"/>
    <w:rsid w:val="00D03A4A"/>
    <w:rsid w:val="00D1469A"/>
    <w:rsid w:val="00D35883"/>
    <w:rsid w:val="00D363B0"/>
    <w:rsid w:val="00D41B58"/>
    <w:rsid w:val="00D4422A"/>
    <w:rsid w:val="00D6281A"/>
    <w:rsid w:val="00D876AA"/>
    <w:rsid w:val="00D9003F"/>
    <w:rsid w:val="00D9300A"/>
    <w:rsid w:val="00D96CAF"/>
    <w:rsid w:val="00DA6912"/>
    <w:rsid w:val="00DB194D"/>
    <w:rsid w:val="00DB64B5"/>
    <w:rsid w:val="00DC098A"/>
    <w:rsid w:val="00DC523C"/>
    <w:rsid w:val="00DC750E"/>
    <w:rsid w:val="00DD52DA"/>
    <w:rsid w:val="00DD63C6"/>
    <w:rsid w:val="00DE04CC"/>
    <w:rsid w:val="00DE06D6"/>
    <w:rsid w:val="00DF2851"/>
    <w:rsid w:val="00E04F4F"/>
    <w:rsid w:val="00E0744D"/>
    <w:rsid w:val="00E0770E"/>
    <w:rsid w:val="00E1043A"/>
    <w:rsid w:val="00E11129"/>
    <w:rsid w:val="00E127D9"/>
    <w:rsid w:val="00E200BB"/>
    <w:rsid w:val="00E21BF9"/>
    <w:rsid w:val="00E2328C"/>
    <w:rsid w:val="00E269E1"/>
    <w:rsid w:val="00E26FE3"/>
    <w:rsid w:val="00E300F5"/>
    <w:rsid w:val="00E370DF"/>
    <w:rsid w:val="00E41807"/>
    <w:rsid w:val="00E44D56"/>
    <w:rsid w:val="00E4591A"/>
    <w:rsid w:val="00E50CFE"/>
    <w:rsid w:val="00E51BF1"/>
    <w:rsid w:val="00E52C1A"/>
    <w:rsid w:val="00E56DF1"/>
    <w:rsid w:val="00E64058"/>
    <w:rsid w:val="00E6444F"/>
    <w:rsid w:val="00E73EA2"/>
    <w:rsid w:val="00E92DAF"/>
    <w:rsid w:val="00E9674A"/>
    <w:rsid w:val="00EA4477"/>
    <w:rsid w:val="00EA4EC8"/>
    <w:rsid w:val="00EB1FF1"/>
    <w:rsid w:val="00EC22EE"/>
    <w:rsid w:val="00EC5E53"/>
    <w:rsid w:val="00EC7D49"/>
    <w:rsid w:val="00ED068A"/>
    <w:rsid w:val="00ED7F89"/>
    <w:rsid w:val="00EE1BA8"/>
    <w:rsid w:val="00EE7C25"/>
    <w:rsid w:val="00EF5DF3"/>
    <w:rsid w:val="00F0675B"/>
    <w:rsid w:val="00F06F2A"/>
    <w:rsid w:val="00F137A4"/>
    <w:rsid w:val="00F16FF5"/>
    <w:rsid w:val="00F201C1"/>
    <w:rsid w:val="00F24277"/>
    <w:rsid w:val="00F2701D"/>
    <w:rsid w:val="00F3415C"/>
    <w:rsid w:val="00F36207"/>
    <w:rsid w:val="00F52335"/>
    <w:rsid w:val="00F552FA"/>
    <w:rsid w:val="00F57A55"/>
    <w:rsid w:val="00F61149"/>
    <w:rsid w:val="00F67AB7"/>
    <w:rsid w:val="00F724AC"/>
    <w:rsid w:val="00F74C18"/>
    <w:rsid w:val="00F76C63"/>
    <w:rsid w:val="00F93076"/>
    <w:rsid w:val="00FA043C"/>
    <w:rsid w:val="00FA10AA"/>
    <w:rsid w:val="00FA2EC3"/>
    <w:rsid w:val="00FA303E"/>
    <w:rsid w:val="00FA5D49"/>
    <w:rsid w:val="00FB4B22"/>
    <w:rsid w:val="00FB6E61"/>
    <w:rsid w:val="00FC33E9"/>
    <w:rsid w:val="00FD24D4"/>
    <w:rsid w:val="00FD2586"/>
    <w:rsid w:val="00FD3105"/>
    <w:rsid w:val="00FD47AE"/>
    <w:rsid w:val="00FE072C"/>
    <w:rsid w:val="00FE291A"/>
    <w:rsid w:val="00FE55AA"/>
    <w:rsid w:val="00FE7A39"/>
    <w:rsid w:val="00FF74D8"/>
    <w:rsid w:val="33FCCF5C"/>
    <w:rsid w:val="620DF011"/>
    <w:rsid w:val="67D094E1"/>
    <w:rsid w:val="776269F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2F2D2"/>
  <w15:docId w15:val="{8E53CC12-CBAA-4926-AB78-1818D764B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1" w:defUIPriority="0" w:defSemiHidden="0" w:defUnhideWhenUsed="0" w:defQFormat="0" w:count="376">
    <w:lsdException w:name="Normal" w:locked="0" w:qFormat="1"/>
    <w:lsdException w:name="heading 1" w:semiHidden="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FollowedHyperlink" w:semiHidden="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256433"/>
    <w:pPr>
      <w:overflowPunct w:val="0"/>
      <w:autoSpaceDE w:val="0"/>
      <w:autoSpaceDN w:val="0"/>
      <w:adjustRightInd w:val="0"/>
      <w:textAlignment w:val="baseline"/>
    </w:pPr>
    <w:rPr>
      <w:rFonts w:ascii="Frutiger 45 Light" w:hAnsi="Frutiger 45 Light"/>
      <w:sz w:val="22"/>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locked/>
    <w:rsid w:val="00E50CFE"/>
    <w:pPr>
      <w:tabs>
        <w:tab w:val="center" w:pos="4536"/>
        <w:tab w:val="right" w:pos="9072"/>
      </w:tabs>
    </w:pPr>
  </w:style>
  <w:style w:type="character" w:customStyle="1" w:styleId="FooterChar">
    <w:name w:val="Footer Char"/>
    <w:link w:val="Footer"/>
    <w:semiHidden/>
    <w:rsid w:val="00B25F07"/>
    <w:rPr>
      <w:rFonts w:ascii="Calibri" w:hAnsi="Calibri"/>
      <w:sz w:val="22"/>
      <w:szCs w:val="22"/>
      <w:lang w:val="en-US" w:eastAsia="en-US"/>
    </w:rPr>
  </w:style>
  <w:style w:type="character" w:styleId="Hyperlink">
    <w:name w:val="Hyperlink"/>
    <w:semiHidden/>
    <w:locked/>
    <w:rsid w:val="00E50CFE"/>
    <w:rPr>
      <w:color w:val="0000FF"/>
      <w:u w:val="single"/>
    </w:rPr>
  </w:style>
  <w:style w:type="character" w:styleId="Strong">
    <w:name w:val="Strong"/>
    <w:uiPriority w:val="22"/>
    <w:qFormat/>
    <w:locked/>
    <w:rsid w:val="000B4046"/>
    <w:rPr>
      <w:b/>
      <w:bCs/>
    </w:rPr>
  </w:style>
  <w:style w:type="paragraph" w:styleId="NormalWeb">
    <w:name w:val="Normal (Web)"/>
    <w:basedOn w:val="Normal"/>
    <w:uiPriority w:val="99"/>
    <w:semiHidden/>
    <w:locked/>
    <w:rsid w:val="000B4046"/>
    <w:pPr>
      <w:spacing w:before="100" w:beforeAutospacing="1" w:after="100" w:afterAutospacing="1"/>
    </w:pPr>
    <w:rPr>
      <w:rFonts w:ascii="Times New Roman" w:hAnsi="Times New Roman"/>
      <w:sz w:val="24"/>
      <w:szCs w:val="24"/>
      <w:lang w:val="de-CH" w:eastAsia="de-CH"/>
    </w:rPr>
  </w:style>
  <w:style w:type="paragraph" w:styleId="Header">
    <w:name w:val="header"/>
    <w:basedOn w:val="Normal"/>
    <w:link w:val="HeaderChar"/>
    <w:semiHidden/>
    <w:locked/>
    <w:rsid w:val="00CA0BE0"/>
    <w:pPr>
      <w:tabs>
        <w:tab w:val="center" w:pos="4536"/>
        <w:tab w:val="right" w:pos="9072"/>
      </w:tabs>
    </w:pPr>
  </w:style>
  <w:style w:type="character" w:customStyle="1" w:styleId="HeaderChar">
    <w:name w:val="Header Char"/>
    <w:basedOn w:val="DefaultParagraphFont"/>
    <w:link w:val="Header"/>
    <w:semiHidden/>
    <w:rsid w:val="00B25F07"/>
    <w:rPr>
      <w:rFonts w:ascii="Calibri" w:hAnsi="Calibri"/>
      <w:sz w:val="22"/>
      <w:szCs w:val="22"/>
      <w:lang w:val="en-US" w:eastAsia="en-US"/>
    </w:rPr>
  </w:style>
  <w:style w:type="character" w:customStyle="1" w:styleId="Logo">
    <w:name w:val="Logo"/>
    <w:basedOn w:val="DefaultParagraphFont"/>
    <w:rsid w:val="00CA6681"/>
    <w:rPr>
      <w:rFonts w:ascii="HelveticaNeueLT Std Lt" w:hAnsi="HelveticaNeueLT Std Lt"/>
      <w:vanish w:val="0"/>
    </w:rPr>
  </w:style>
  <w:style w:type="paragraph" w:customStyle="1" w:styleId="Fusszeile1">
    <w:name w:val="Fusszeile_1"/>
    <w:basedOn w:val="Normal"/>
    <w:qFormat/>
    <w:rsid w:val="00B25F07"/>
    <w:pPr>
      <w:keepNext/>
      <w:keepLines/>
      <w:widowControl w:val="0"/>
      <w:spacing w:line="320" w:lineRule="atLeast"/>
      <w:jc w:val="both"/>
    </w:pPr>
    <w:rPr>
      <w:rFonts w:ascii="HelveticaNeueLT Std" w:eastAsia="PMingLiU" w:hAnsi="HelveticaNeueLT Std" w:cs="Arial"/>
      <w:bCs/>
      <w:color w:val="EC3237"/>
      <w:sz w:val="16"/>
      <w:szCs w:val="16"/>
      <w:lang w:val="de-CH"/>
    </w:rPr>
  </w:style>
  <w:style w:type="paragraph" w:customStyle="1" w:styleId="Fusszeile2">
    <w:name w:val="Fusszeile_2"/>
    <w:basedOn w:val="Normal"/>
    <w:qFormat/>
    <w:rsid w:val="00B25F07"/>
    <w:rPr>
      <w:rFonts w:ascii="HelveticaNeueLT Std Lt" w:hAnsi="HelveticaNeueLT Std Lt" w:cs="Arial"/>
      <w:color w:val="6E6F71"/>
      <w:sz w:val="16"/>
      <w:szCs w:val="16"/>
      <w:lang w:val="de-CH"/>
    </w:rPr>
  </w:style>
  <w:style w:type="paragraph" w:customStyle="1" w:styleId="LauftextMeMi">
    <w:name w:val="Lauftext_MeMi"/>
    <w:basedOn w:val="NormalWeb"/>
    <w:uiPriority w:val="99"/>
    <w:rsid w:val="00460720"/>
    <w:pPr>
      <w:spacing w:before="0" w:beforeAutospacing="0" w:after="120" w:afterAutospacing="0" w:line="288" w:lineRule="auto"/>
    </w:pPr>
    <w:rPr>
      <w:rFonts w:ascii="HelveticaNeueLT Std Lt" w:hAnsi="HelveticaNeueLT Std Lt"/>
      <w:sz w:val="20"/>
    </w:rPr>
  </w:style>
  <w:style w:type="character" w:customStyle="1" w:styleId="Lead">
    <w:name w:val="Lead"/>
    <w:basedOn w:val="Strong"/>
    <w:rsid w:val="004011B6"/>
    <w:rPr>
      <w:rFonts w:ascii="HelveticaNeueLT Std Med" w:hAnsi="HelveticaNeueLT Std Med"/>
      <w:b w:val="0"/>
      <w:bCs w:val="0"/>
      <w:sz w:val="20"/>
    </w:rPr>
  </w:style>
  <w:style w:type="paragraph" w:customStyle="1" w:styleId="TitelMeMi">
    <w:name w:val="Titel_MeMi"/>
    <w:basedOn w:val="Normal"/>
    <w:rsid w:val="004011B6"/>
    <w:pPr>
      <w:spacing w:line="500" w:lineRule="atLeast"/>
    </w:pPr>
    <w:rPr>
      <w:rFonts w:ascii="HelveticaNeueLT Std Lt" w:hAnsi="HelveticaNeueLT Std Lt"/>
      <w:color w:val="4B575E"/>
      <w:spacing w:val="3"/>
      <w:sz w:val="28"/>
    </w:rPr>
  </w:style>
  <w:style w:type="character" w:customStyle="1" w:styleId="DatumMeMi">
    <w:name w:val="Datum_MeMi"/>
    <w:basedOn w:val="DefaultParagraphFont"/>
    <w:rsid w:val="004011B6"/>
    <w:rPr>
      <w:rFonts w:ascii="HelveticaNeueLT Std" w:hAnsi="HelveticaNeueLT Std"/>
      <w:color w:val="4B575E"/>
      <w:spacing w:val="3"/>
      <w:sz w:val="28"/>
    </w:rPr>
  </w:style>
  <w:style w:type="paragraph" w:customStyle="1" w:styleId="MeMi">
    <w:name w:val="MeMi"/>
    <w:basedOn w:val="Normal"/>
    <w:rsid w:val="00B25F07"/>
    <w:pPr>
      <w:spacing w:line="500" w:lineRule="atLeast"/>
    </w:pPr>
    <w:rPr>
      <w:rFonts w:ascii="HelveticaNeueLT Std" w:hAnsi="HelveticaNeueLT Std"/>
      <w:color w:val="7F7F7F" w:themeColor="text1" w:themeTint="80"/>
      <w:sz w:val="46"/>
    </w:rPr>
  </w:style>
  <w:style w:type="paragraph" w:styleId="HTMLAddress">
    <w:name w:val="HTML Address"/>
    <w:basedOn w:val="Normal"/>
    <w:link w:val="HTMLAddressChar"/>
    <w:semiHidden/>
    <w:locked/>
    <w:rsid w:val="00DD63C6"/>
    <w:rPr>
      <w:i/>
      <w:iCs/>
    </w:rPr>
  </w:style>
  <w:style w:type="character" w:customStyle="1" w:styleId="HTMLAddressChar">
    <w:name w:val="HTML Address Char"/>
    <w:basedOn w:val="DefaultParagraphFont"/>
    <w:link w:val="HTMLAddress"/>
    <w:semiHidden/>
    <w:rsid w:val="00B25F07"/>
    <w:rPr>
      <w:rFonts w:ascii="Calibri" w:hAnsi="Calibri"/>
      <w:i/>
      <w:iCs/>
      <w:sz w:val="22"/>
      <w:szCs w:val="22"/>
      <w:lang w:val="en-US" w:eastAsia="en-US"/>
    </w:rPr>
  </w:style>
  <w:style w:type="character" w:styleId="HTMLDefinition">
    <w:name w:val="HTML Definition"/>
    <w:basedOn w:val="DefaultParagraphFont"/>
    <w:semiHidden/>
    <w:locked/>
    <w:rsid w:val="00DD63C6"/>
    <w:rPr>
      <w:i/>
      <w:iCs/>
    </w:rPr>
  </w:style>
  <w:style w:type="character" w:styleId="HTMLKeyboard">
    <w:name w:val="HTML Keyboard"/>
    <w:basedOn w:val="DefaultParagraphFont"/>
    <w:semiHidden/>
    <w:locked/>
    <w:rsid w:val="00DD63C6"/>
    <w:rPr>
      <w:rFonts w:ascii="Consolas" w:hAnsi="Consolas" w:cs="Consolas"/>
      <w:sz w:val="20"/>
      <w:szCs w:val="20"/>
    </w:rPr>
  </w:style>
  <w:style w:type="paragraph" w:styleId="Index2">
    <w:name w:val="index 2"/>
    <w:basedOn w:val="Normal"/>
    <w:next w:val="Normal"/>
    <w:autoRedefine/>
    <w:semiHidden/>
    <w:locked/>
    <w:rsid w:val="00DD63C6"/>
    <w:pPr>
      <w:ind w:left="440" w:hanging="220"/>
    </w:pPr>
  </w:style>
  <w:style w:type="paragraph" w:styleId="DocumentMap">
    <w:name w:val="Document Map"/>
    <w:basedOn w:val="Normal"/>
    <w:link w:val="DocumentMapChar"/>
    <w:semiHidden/>
    <w:locked/>
    <w:rsid w:val="00B25F07"/>
    <w:rPr>
      <w:rFonts w:ascii="Tahoma" w:hAnsi="Tahoma" w:cs="Tahoma"/>
      <w:sz w:val="16"/>
      <w:szCs w:val="16"/>
    </w:rPr>
  </w:style>
  <w:style w:type="character" w:customStyle="1" w:styleId="DocumentMapChar">
    <w:name w:val="Document Map Char"/>
    <w:basedOn w:val="DefaultParagraphFont"/>
    <w:link w:val="DocumentMap"/>
    <w:semiHidden/>
    <w:rsid w:val="00B25F07"/>
    <w:rPr>
      <w:rFonts w:ascii="Tahoma" w:hAnsi="Tahoma" w:cs="Tahoma"/>
      <w:sz w:val="16"/>
      <w:szCs w:val="16"/>
      <w:lang w:val="en-US" w:eastAsia="en-US"/>
    </w:rPr>
  </w:style>
  <w:style w:type="paragraph" w:customStyle="1" w:styleId="Betreffzeile">
    <w:name w:val="Betreffzeile"/>
    <w:basedOn w:val="LauftextMeMi"/>
    <w:qFormat/>
    <w:rsid w:val="00256433"/>
    <w:rPr>
      <w:rFonts w:ascii="HelveticaNeueLT Std" w:hAnsi="HelveticaNeueLT Std"/>
    </w:rPr>
  </w:style>
  <w:style w:type="paragraph" w:styleId="BalloonText">
    <w:name w:val="Balloon Text"/>
    <w:basedOn w:val="Normal"/>
    <w:link w:val="BalloonTextChar"/>
    <w:semiHidden/>
    <w:locked/>
    <w:rsid w:val="001A6A71"/>
    <w:rPr>
      <w:rFonts w:ascii="Tahoma" w:hAnsi="Tahoma" w:cs="Tahoma"/>
      <w:sz w:val="16"/>
      <w:szCs w:val="16"/>
    </w:rPr>
  </w:style>
  <w:style w:type="character" w:customStyle="1" w:styleId="BalloonTextChar">
    <w:name w:val="Balloon Text Char"/>
    <w:basedOn w:val="DefaultParagraphFont"/>
    <w:link w:val="BalloonText"/>
    <w:semiHidden/>
    <w:rsid w:val="001A6A71"/>
    <w:rPr>
      <w:rFonts w:ascii="Tahoma" w:hAnsi="Tahoma" w:cs="Tahoma"/>
      <w:sz w:val="16"/>
      <w:szCs w:val="16"/>
      <w:lang w:val="en-US" w:eastAsia="en-US"/>
    </w:rPr>
  </w:style>
  <w:style w:type="character" w:styleId="PlaceholderText">
    <w:name w:val="Placeholder Text"/>
    <w:basedOn w:val="DefaultParagraphFont"/>
    <w:uiPriority w:val="99"/>
    <w:semiHidden/>
    <w:locked/>
    <w:rsid w:val="004102DD"/>
    <w:rPr>
      <w:color w:val="808080"/>
    </w:rPr>
  </w:style>
  <w:style w:type="character" w:styleId="UnresolvedMention">
    <w:name w:val="Unresolved Mention"/>
    <w:basedOn w:val="DefaultParagraphFont"/>
    <w:uiPriority w:val="99"/>
    <w:semiHidden/>
    <w:unhideWhenUsed/>
    <w:rsid w:val="00BA6AB6"/>
    <w:rPr>
      <w:color w:val="605E5C"/>
      <w:shd w:val="clear" w:color="auto" w:fill="E1DFDD"/>
    </w:rPr>
  </w:style>
  <w:style w:type="table" w:styleId="TableGrid">
    <w:name w:val="Table Grid"/>
    <w:basedOn w:val="TableNormal"/>
    <w:locked/>
    <w:rsid w:val="00554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locked/>
    <w:rsid w:val="00B36F26"/>
    <w:pPr>
      <w:ind w:left="720"/>
      <w:contextualSpacing/>
    </w:pPr>
  </w:style>
  <w:style w:type="character" w:styleId="FollowedHyperlink">
    <w:name w:val="FollowedHyperlink"/>
    <w:basedOn w:val="DefaultParagraphFont"/>
    <w:semiHidden/>
    <w:locked/>
    <w:rsid w:val="00DC750E"/>
    <w:rPr>
      <w:color w:val="800080" w:themeColor="followedHyperlink"/>
      <w:u w:val="single"/>
    </w:rPr>
  </w:style>
  <w:style w:type="character" w:customStyle="1" w:styleId="apple-converted-space">
    <w:name w:val="apple-converted-space"/>
    <w:basedOn w:val="DefaultParagraphFont"/>
    <w:rsid w:val="00E52C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229728">
      <w:bodyDiv w:val="1"/>
      <w:marLeft w:val="0"/>
      <w:marRight w:val="0"/>
      <w:marTop w:val="0"/>
      <w:marBottom w:val="0"/>
      <w:divBdr>
        <w:top w:val="none" w:sz="0" w:space="0" w:color="auto"/>
        <w:left w:val="none" w:sz="0" w:space="0" w:color="auto"/>
        <w:bottom w:val="none" w:sz="0" w:space="0" w:color="auto"/>
        <w:right w:val="none" w:sz="0" w:space="0" w:color="auto"/>
      </w:divBdr>
    </w:div>
    <w:div w:id="155537723">
      <w:bodyDiv w:val="1"/>
      <w:marLeft w:val="0"/>
      <w:marRight w:val="0"/>
      <w:marTop w:val="0"/>
      <w:marBottom w:val="0"/>
      <w:divBdr>
        <w:top w:val="none" w:sz="0" w:space="0" w:color="auto"/>
        <w:left w:val="none" w:sz="0" w:space="0" w:color="auto"/>
        <w:bottom w:val="none" w:sz="0" w:space="0" w:color="auto"/>
        <w:right w:val="none" w:sz="0" w:space="0" w:color="auto"/>
      </w:divBdr>
    </w:div>
    <w:div w:id="440490735">
      <w:bodyDiv w:val="1"/>
      <w:marLeft w:val="0"/>
      <w:marRight w:val="0"/>
      <w:marTop w:val="0"/>
      <w:marBottom w:val="0"/>
      <w:divBdr>
        <w:top w:val="none" w:sz="0" w:space="0" w:color="auto"/>
        <w:left w:val="none" w:sz="0" w:space="0" w:color="auto"/>
        <w:bottom w:val="none" w:sz="0" w:space="0" w:color="auto"/>
        <w:right w:val="none" w:sz="0" w:space="0" w:color="auto"/>
      </w:divBdr>
    </w:div>
    <w:div w:id="463281919">
      <w:bodyDiv w:val="1"/>
      <w:marLeft w:val="0"/>
      <w:marRight w:val="0"/>
      <w:marTop w:val="0"/>
      <w:marBottom w:val="0"/>
      <w:divBdr>
        <w:top w:val="none" w:sz="0" w:space="0" w:color="auto"/>
        <w:left w:val="none" w:sz="0" w:space="0" w:color="auto"/>
        <w:bottom w:val="none" w:sz="0" w:space="0" w:color="auto"/>
        <w:right w:val="none" w:sz="0" w:space="0" w:color="auto"/>
      </w:divBdr>
      <w:divsChild>
        <w:div w:id="1138108416">
          <w:marLeft w:val="0"/>
          <w:marRight w:val="0"/>
          <w:marTop w:val="0"/>
          <w:marBottom w:val="0"/>
          <w:divBdr>
            <w:top w:val="none" w:sz="0" w:space="0" w:color="auto"/>
            <w:left w:val="none" w:sz="0" w:space="0" w:color="auto"/>
            <w:bottom w:val="none" w:sz="0" w:space="0" w:color="auto"/>
            <w:right w:val="none" w:sz="0" w:space="0" w:color="auto"/>
          </w:divBdr>
          <w:divsChild>
            <w:div w:id="45536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225147">
      <w:bodyDiv w:val="1"/>
      <w:marLeft w:val="0"/>
      <w:marRight w:val="0"/>
      <w:marTop w:val="0"/>
      <w:marBottom w:val="0"/>
      <w:divBdr>
        <w:top w:val="none" w:sz="0" w:space="0" w:color="auto"/>
        <w:left w:val="none" w:sz="0" w:space="0" w:color="auto"/>
        <w:bottom w:val="none" w:sz="0" w:space="0" w:color="auto"/>
        <w:right w:val="none" w:sz="0" w:space="0" w:color="auto"/>
      </w:divBdr>
      <w:divsChild>
        <w:div w:id="1740445877">
          <w:marLeft w:val="0"/>
          <w:marRight w:val="0"/>
          <w:marTop w:val="0"/>
          <w:marBottom w:val="0"/>
          <w:divBdr>
            <w:top w:val="none" w:sz="0" w:space="0" w:color="auto"/>
            <w:left w:val="none" w:sz="0" w:space="0" w:color="auto"/>
            <w:bottom w:val="none" w:sz="0" w:space="0" w:color="auto"/>
            <w:right w:val="none" w:sz="0" w:space="0" w:color="auto"/>
          </w:divBdr>
        </w:div>
      </w:divsChild>
    </w:div>
    <w:div w:id="702708656">
      <w:bodyDiv w:val="1"/>
      <w:marLeft w:val="0"/>
      <w:marRight w:val="0"/>
      <w:marTop w:val="0"/>
      <w:marBottom w:val="0"/>
      <w:divBdr>
        <w:top w:val="none" w:sz="0" w:space="0" w:color="auto"/>
        <w:left w:val="none" w:sz="0" w:space="0" w:color="auto"/>
        <w:bottom w:val="none" w:sz="0" w:space="0" w:color="auto"/>
        <w:right w:val="none" w:sz="0" w:space="0" w:color="auto"/>
      </w:divBdr>
    </w:div>
    <w:div w:id="968435318">
      <w:bodyDiv w:val="1"/>
      <w:marLeft w:val="0"/>
      <w:marRight w:val="0"/>
      <w:marTop w:val="0"/>
      <w:marBottom w:val="0"/>
      <w:divBdr>
        <w:top w:val="none" w:sz="0" w:space="0" w:color="auto"/>
        <w:left w:val="none" w:sz="0" w:space="0" w:color="auto"/>
        <w:bottom w:val="none" w:sz="0" w:space="0" w:color="auto"/>
        <w:right w:val="none" w:sz="0" w:space="0" w:color="auto"/>
      </w:divBdr>
    </w:div>
    <w:div w:id="1121993892">
      <w:bodyDiv w:val="1"/>
      <w:marLeft w:val="0"/>
      <w:marRight w:val="0"/>
      <w:marTop w:val="0"/>
      <w:marBottom w:val="0"/>
      <w:divBdr>
        <w:top w:val="none" w:sz="0" w:space="0" w:color="auto"/>
        <w:left w:val="none" w:sz="0" w:space="0" w:color="auto"/>
        <w:bottom w:val="none" w:sz="0" w:space="0" w:color="auto"/>
        <w:right w:val="none" w:sz="0" w:space="0" w:color="auto"/>
      </w:divBdr>
    </w:div>
    <w:div w:id="1440371313">
      <w:bodyDiv w:val="1"/>
      <w:marLeft w:val="0"/>
      <w:marRight w:val="0"/>
      <w:marTop w:val="0"/>
      <w:marBottom w:val="0"/>
      <w:divBdr>
        <w:top w:val="none" w:sz="0" w:space="0" w:color="auto"/>
        <w:left w:val="none" w:sz="0" w:space="0" w:color="auto"/>
        <w:bottom w:val="none" w:sz="0" w:space="0" w:color="auto"/>
        <w:right w:val="none" w:sz="0" w:space="0" w:color="auto"/>
      </w:divBdr>
      <w:divsChild>
        <w:div w:id="95947545">
          <w:marLeft w:val="0"/>
          <w:marRight w:val="0"/>
          <w:marTop w:val="0"/>
          <w:marBottom w:val="0"/>
          <w:divBdr>
            <w:top w:val="none" w:sz="0" w:space="0" w:color="auto"/>
            <w:left w:val="none" w:sz="0" w:space="0" w:color="auto"/>
            <w:bottom w:val="none" w:sz="0" w:space="0" w:color="auto"/>
            <w:right w:val="none" w:sz="0" w:space="0" w:color="auto"/>
          </w:divBdr>
        </w:div>
      </w:divsChild>
    </w:div>
    <w:div w:id="1711958142">
      <w:bodyDiv w:val="1"/>
      <w:marLeft w:val="0"/>
      <w:marRight w:val="0"/>
      <w:marTop w:val="0"/>
      <w:marBottom w:val="0"/>
      <w:divBdr>
        <w:top w:val="none" w:sz="0" w:space="0" w:color="auto"/>
        <w:left w:val="none" w:sz="0" w:space="0" w:color="auto"/>
        <w:bottom w:val="none" w:sz="0" w:space="0" w:color="auto"/>
        <w:right w:val="none" w:sz="0" w:space="0" w:color="auto"/>
      </w:divBdr>
    </w:div>
    <w:div w:id="2047103201">
      <w:bodyDiv w:val="1"/>
      <w:marLeft w:val="0"/>
      <w:marRight w:val="0"/>
      <w:marTop w:val="0"/>
      <w:marBottom w:val="0"/>
      <w:divBdr>
        <w:top w:val="none" w:sz="0" w:space="0" w:color="auto"/>
        <w:left w:val="none" w:sz="0" w:space="0" w:color="auto"/>
        <w:bottom w:val="none" w:sz="0" w:space="0" w:color="auto"/>
        <w:right w:val="none" w:sz="0" w:space="0" w:color="auto"/>
      </w:divBdr>
    </w:div>
    <w:div w:id="2048989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ntrepreneurskills.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VERWALTUNG\EDV\Vorlagen\SOHK\GZS%20GmbH_Brief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BFA4E-C128-446C-B668-8A0D41099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N:\VERWALTUNG\EDV\Vorlagen\SOHK\GZS GmbH_Briefvorlage.dotx</Template>
  <TotalTime>94</TotalTime>
  <Pages>1</Pages>
  <Words>340</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Solothurner Handelskammer</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Heimann</dc:creator>
  <cp:keywords>, docId:38E90B9D82B6EF1832807E2969115D24</cp:keywords>
  <dc:description/>
  <cp:lastModifiedBy>Noel Benz</cp:lastModifiedBy>
  <cp:revision>7</cp:revision>
  <cp:lastPrinted>2025-07-18T09:18:00Z</cp:lastPrinted>
  <dcterms:created xsi:type="dcterms:W3CDTF">2026-01-11T16:39:00Z</dcterms:created>
  <dcterms:modified xsi:type="dcterms:W3CDTF">2026-01-11T19:50:00Z</dcterms:modified>
</cp:coreProperties>
</file>