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58BE56" w14:textId="3548B3E0" w:rsidR="000E6E76" w:rsidRPr="009C3189" w:rsidRDefault="00CC08B1">
      <w:pPr>
        <w:pStyle w:val="LauftextMeMi"/>
        <w:spacing w:after="0" w:line="276" w:lineRule="auto"/>
        <w:rPr>
          <w:rFonts w:ascii="Arial" w:hAnsi="Arial" w:cs="Arial"/>
          <w:color w:val="7030A0"/>
          <w:sz w:val="28"/>
          <w:szCs w:val="28"/>
        </w:rPr>
      </w:pPr>
      <w:proofErr w:type="spellStart"/>
      <w:r w:rsidRPr="009C3189">
        <w:rPr>
          <w:rFonts w:ascii="Arial" w:hAnsi="Arial" w:cs="Arial"/>
          <w:color w:val="7030A0"/>
          <w:sz w:val="28"/>
          <w:szCs w:val="28"/>
        </w:rPr>
        <w:t>EntrepreneurSkills</w:t>
      </w:r>
      <w:proofErr w:type="spellEnd"/>
      <w:r w:rsidRPr="009C3189">
        <w:rPr>
          <w:rFonts w:ascii="Arial" w:hAnsi="Arial" w:cs="Arial"/>
          <w:color w:val="7030A0"/>
          <w:sz w:val="28"/>
          <w:szCs w:val="28"/>
        </w:rPr>
        <w:t xml:space="preserve"> </w:t>
      </w:r>
      <w:r w:rsidR="00DD52DA" w:rsidRPr="009C3189">
        <w:rPr>
          <w:rFonts w:ascii="Arial" w:hAnsi="Arial" w:cs="Arial"/>
          <w:color w:val="7030A0"/>
          <w:sz w:val="28"/>
          <w:szCs w:val="28"/>
        </w:rPr>
        <w:t xml:space="preserve">- </w:t>
      </w:r>
      <w:r w:rsidR="009C3189" w:rsidRPr="009C3189">
        <w:rPr>
          <w:rFonts w:ascii="Arial" w:hAnsi="Arial" w:cs="Arial"/>
          <w:color w:val="7030A0"/>
          <w:sz w:val="28"/>
          <w:szCs w:val="28"/>
        </w:rPr>
        <w:t>Regionalmeisterschaften</w:t>
      </w:r>
      <w:r w:rsidR="008A3232" w:rsidRPr="009C3189">
        <w:rPr>
          <w:rFonts w:ascii="Arial" w:hAnsi="Arial" w:cs="Arial"/>
          <w:color w:val="7030A0"/>
          <w:sz w:val="28"/>
          <w:szCs w:val="28"/>
        </w:rPr>
        <w:t xml:space="preserve"> </w:t>
      </w:r>
      <w:r w:rsidR="002004A9" w:rsidRPr="009C3189">
        <w:rPr>
          <w:rFonts w:ascii="Arial" w:hAnsi="Arial" w:cs="Arial"/>
          <w:color w:val="7030A0"/>
          <w:sz w:val="28"/>
          <w:szCs w:val="28"/>
        </w:rPr>
        <w:t>202</w:t>
      </w:r>
      <w:r w:rsidR="009C3189" w:rsidRPr="009C3189">
        <w:rPr>
          <w:rFonts w:ascii="Arial" w:hAnsi="Arial" w:cs="Arial"/>
          <w:color w:val="7030A0"/>
          <w:sz w:val="28"/>
          <w:szCs w:val="28"/>
        </w:rPr>
        <w:t>6</w:t>
      </w:r>
    </w:p>
    <w:p w14:paraId="188ACC60" w14:textId="10865367" w:rsidR="000E6E76" w:rsidRDefault="00B82928">
      <w:pPr>
        <w:pStyle w:val="LauftextMeMi"/>
        <w:spacing w:after="0" w:line="276" w:lineRule="auto"/>
        <w:rPr>
          <w:rFonts w:ascii="Arial" w:hAnsi="Arial" w:cs="Arial"/>
          <w:b/>
          <w:bCs/>
          <w:color w:val="7030A0"/>
          <w:sz w:val="32"/>
          <w:szCs w:val="32"/>
        </w:rPr>
      </w:pPr>
      <w:r>
        <w:rPr>
          <w:rFonts w:ascii="Arial" w:hAnsi="Arial" w:cs="Arial"/>
          <w:b/>
          <w:bCs/>
          <w:color w:val="7030A0"/>
          <w:sz w:val="32"/>
          <w:szCs w:val="32"/>
        </w:rPr>
        <w:t xml:space="preserve">Newsletter für Partner - </w:t>
      </w:r>
      <w:r>
        <w:rPr>
          <w:rFonts w:ascii="Arial" w:hAnsi="Arial" w:cs="Arial"/>
          <w:b/>
          <w:bCs/>
          <w:color w:val="7030A0"/>
          <w:sz w:val="32"/>
          <w:szCs w:val="32"/>
        </w:rPr>
        <w:t>Regionalmeisterschaft in Ihrer Region</w:t>
      </w:r>
    </w:p>
    <w:p w14:paraId="4955A862" w14:textId="77777777" w:rsidR="009C3189" w:rsidRPr="00CA4A32" w:rsidRDefault="009C3189">
      <w:pPr>
        <w:pStyle w:val="LauftextMeMi"/>
        <w:spacing w:after="0" w:line="276" w:lineRule="auto"/>
        <w:rPr>
          <w:rFonts w:ascii="Arial" w:hAnsi="Arial" w:cs="Arial"/>
          <w:b/>
          <w:bCs/>
          <w:color w:val="7030A0"/>
          <w:sz w:val="10"/>
          <w:szCs w:val="10"/>
        </w:rPr>
      </w:pPr>
    </w:p>
    <w:p w14:paraId="33CBCD14" w14:textId="13035182" w:rsidR="009C3189" w:rsidRDefault="009C3189">
      <w:pPr>
        <w:pStyle w:val="LauftextMeMi"/>
        <w:spacing w:after="0" w:line="276" w:lineRule="auto"/>
        <w:rPr>
          <w:rFonts w:ascii="Arial" w:hAnsi="Arial" w:cs="Arial"/>
          <w:color w:val="7030A0"/>
          <w:sz w:val="22"/>
          <w:szCs w:val="22"/>
        </w:rPr>
      </w:pPr>
      <w:r>
        <w:rPr>
          <w:rFonts w:ascii="Arial" w:hAnsi="Arial" w:cs="Arial"/>
          <w:color w:val="7030A0"/>
          <w:sz w:val="22"/>
          <w:szCs w:val="22"/>
        </w:rPr>
        <w:t>Die Kommunikationstexte dienen als Vorschlag und Hilfestellung und können beliebig angepasst werden. Bitte setzen Sie die Angaben zur Regionalmeisterschaft in Ihrer Nähe ein</w:t>
      </w:r>
      <w:r w:rsidR="00DC750E">
        <w:rPr>
          <w:rFonts w:ascii="Arial" w:hAnsi="Arial" w:cs="Arial"/>
          <w:color w:val="7030A0"/>
          <w:sz w:val="22"/>
          <w:szCs w:val="22"/>
        </w:rPr>
        <w:t>. Die Zuteilung der Kantone ist fix festgel</w:t>
      </w:r>
      <w:r w:rsidR="00CA4A32">
        <w:rPr>
          <w:rFonts w:ascii="Arial" w:hAnsi="Arial" w:cs="Arial"/>
          <w:color w:val="7030A0"/>
          <w:sz w:val="22"/>
          <w:szCs w:val="22"/>
        </w:rPr>
        <w:t>e</w:t>
      </w:r>
      <w:r w:rsidR="00DC750E">
        <w:rPr>
          <w:rFonts w:ascii="Arial" w:hAnsi="Arial" w:cs="Arial"/>
          <w:color w:val="7030A0"/>
          <w:sz w:val="22"/>
          <w:szCs w:val="22"/>
        </w:rPr>
        <w:t>gt.</w:t>
      </w:r>
      <w:r w:rsidR="00CA4A32">
        <w:rPr>
          <w:rFonts w:ascii="Arial" w:hAnsi="Arial" w:cs="Arial"/>
          <w:color w:val="7030A0"/>
          <w:sz w:val="22"/>
          <w:szCs w:val="22"/>
        </w:rPr>
        <w:t xml:space="preserve"> </w:t>
      </w:r>
      <w:r w:rsidR="00DC750E">
        <w:rPr>
          <w:rFonts w:ascii="Arial" w:hAnsi="Arial" w:cs="Arial"/>
          <w:color w:val="7030A0"/>
          <w:sz w:val="22"/>
          <w:szCs w:val="22"/>
        </w:rPr>
        <w:t xml:space="preserve">Informationen: </w:t>
      </w:r>
    </w:p>
    <w:p w14:paraId="39FC078F" w14:textId="77777777" w:rsidR="009C3189" w:rsidRPr="00CA4A32" w:rsidRDefault="009C3189">
      <w:pPr>
        <w:pStyle w:val="LauftextMeMi"/>
        <w:spacing w:after="0" w:line="276" w:lineRule="auto"/>
        <w:rPr>
          <w:rFonts w:ascii="Arial" w:hAnsi="Arial" w:cs="Arial"/>
          <w:color w:val="7030A0"/>
          <w:sz w:val="10"/>
          <w:szCs w:val="10"/>
        </w:rPr>
      </w:pPr>
    </w:p>
    <w:p w14:paraId="5CA0134A" w14:textId="02194D59" w:rsidR="009C3189" w:rsidRPr="009C3189" w:rsidRDefault="009C3189">
      <w:pPr>
        <w:pStyle w:val="LauftextMeMi"/>
        <w:spacing w:after="0" w:line="276" w:lineRule="auto"/>
        <w:rPr>
          <w:rFonts w:ascii="Arial" w:hAnsi="Arial" w:cs="Arial"/>
          <w:color w:val="7030A0"/>
          <w:sz w:val="22"/>
          <w:szCs w:val="22"/>
        </w:rPr>
      </w:pPr>
      <w:r>
        <w:rPr>
          <w:rFonts w:ascii="Arial" w:hAnsi="Arial" w:cs="Arial"/>
          <w:color w:val="7030A0"/>
          <w:sz w:val="22"/>
          <w:szCs w:val="22"/>
        </w:rPr>
        <w:t xml:space="preserve">www.entrepreneurskills.ch =&gt; </w:t>
      </w:r>
      <w:r w:rsidR="00DC750E">
        <w:rPr>
          <w:rFonts w:ascii="Arial" w:hAnsi="Arial" w:cs="Arial"/>
          <w:color w:val="7030A0"/>
          <w:sz w:val="22"/>
          <w:szCs w:val="22"/>
        </w:rPr>
        <w:t>jetzt anmelden</w:t>
      </w:r>
    </w:p>
    <w:p w14:paraId="424987F6" w14:textId="77777777" w:rsidR="00DC750E" w:rsidRPr="00DC750E" w:rsidRDefault="00DC750E" w:rsidP="00DC750E">
      <w:pPr>
        <w:spacing w:line="288" w:lineRule="auto"/>
        <w:rPr>
          <w:rFonts w:ascii="Arial" w:hAnsi="Arial" w:cs="Arial"/>
          <w:b/>
          <w:bCs/>
        </w:rPr>
      </w:pPr>
    </w:p>
    <w:p w14:paraId="4535A29B" w14:textId="0B601A5F" w:rsidR="00B82928" w:rsidRPr="00B82928" w:rsidRDefault="00DC750E" w:rsidP="00B82928">
      <w:pPr>
        <w:spacing w:line="288" w:lineRule="auto"/>
        <w:rPr>
          <w:rFonts w:ascii="Arial" w:hAnsi="Arial" w:cs="Arial"/>
          <w:b/>
          <w:bCs/>
          <w:lang w:val="en-CH"/>
        </w:rPr>
      </w:pPr>
      <w:r w:rsidRPr="00DC750E">
        <w:rPr>
          <w:rFonts w:ascii="Arial" w:hAnsi="Arial" w:cs="Arial"/>
          <w:b/>
          <w:bCs/>
        </w:rPr>
        <w:t xml:space="preserve">Betreff: </w:t>
      </w:r>
      <w:r w:rsidR="00B82928" w:rsidRPr="00B82928">
        <w:rPr>
          <w:rFonts w:ascii="Arial" w:hAnsi="Arial" w:cs="Arial"/>
          <w:b/>
          <w:bCs/>
          <w:lang w:val="en-CH"/>
        </w:rPr>
        <w:t xml:space="preserve">Gemeinsam Nachwuchstalente fördern </w:t>
      </w:r>
      <w:r w:rsidR="00B82928" w:rsidRPr="00DC750E">
        <w:rPr>
          <w:rFonts w:ascii="Arial" w:hAnsi="Arial" w:cs="Arial"/>
          <w:b/>
          <w:bCs/>
        </w:rPr>
        <w:t xml:space="preserve">an den </w:t>
      </w:r>
      <w:proofErr w:type="spellStart"/>
      <w:r w:rsidR="00B82928" w:rsidRPr="00DC750E">
        <w:rPr>
          <w:rFonts w:ascii="Arial" w:hAnsi="Arial" w:cs="Arial"/>
          <w:b/>
          <w:bCs/>
        </w:rPr>
        <w:t>SwissSkills</w:t>
      </w:r>
      <w:proofErr w:type="spellEnd"/>
      <w:r w:rsidR="00B82928" w:rsidRPr="00DC750E">
        <w:rPr>
          <w:rFonts w:ascii="Arial" w:hAnsi="Arial" w:cs="Arial"/>
          <w:b/>
          <w:bCs/>
        </w:rPr>
        <w:t xml:space="preserve"> Berufsmeisterschaften in Entrepreneurship!</w:t>
      </w:r>
    </w:p>
    <w:p w14:paraId="35ABDD5D" w14:textId="4A465DDC" w:rsidR="00B82928" w:rsidRPr="00B82928" w:rsidRDefault="00B82928" w:rsidP="00B82928">
      <w:pPr>
        <w:spacing w:line="288" w:lineRule="auto"/>
        <w:rPr>
          <w:rFonts w:ascii="Arial" w:hAnsi="Arial" w:cs="Arial"/>
          <w:b/>
          <w:bCs/>
          <w:lang w:val="en-CH"/>
        </w:rPr>
      </w:pPr>
    </w:p>
    <w:p w14:paraId="1D581673" w14:textId="77777777" w:rsidR="00B82928" w:rsidRDefault="00B82928" w:rsidP="00B82928">
      <w:pPr>
        <w:spacing w:line="288" w:lineRule="auto"/>
        <w:rPr>
          <w:rFonts w:ascii="Arial" w:hAnsi="Arial" w:cs="Arial"/>
          <w:lang w:val="en-CH"/>
        </w:rPr>
      </w:pPr>
      <w:r w:rsidRPr="00B82928">
        <w:rPr>
          <w:rFonts w:ascii="Arial" w:hAnsi="Arial" w:cs="Arial"/>
          <w:lang w:val="en-CH"/>
        </w:rPr>
        <w:t>Wie unternehmerisch sind die Lernenden in unserer Region? Sind sie innovativ, kreativ und bereit, neue Ideen zu entwickeln?</w:t>
      </w:r>
    </w:p>
    <w:p w14:paraId="7480D305" w14:textId="77777777" w:rsidR="00B82928" w:rsidRPr="00B82928" w:rsidRDefault="00B82928" w:rsidP="00B82928">
      <w:pPr>
        <w:spacing w:line="288" w:lineRule="auto"/>
        <w:rPr>
          <w:rFonts w:ascii="Arial" w:hAnsi="Arial" w:cs="Arial"/>
          <w:lang w:val="en-CH"/>
        </w:rPr>
      </w:pPr>
    </w:p>
    <w:p w14:paraId="5761EF33" w14:textId="0AF659A4" w:rsidR="00B82928" w:rsidRPr="00B82928" w:rsidRDefault="00B82928" w:rsidP="00B82928">
      <w:pPr>
        <w:spacing w:line="288" w:lineRule="auto"/>
        <w:rPr>
          <w:rFonts w:ascii="Arial" w:hAnsi="Arial" w:cs="Arial"/>
          <w:lang w:val="en-CH"/>
        </w:rPr>
      </w:pPr>
      <w:r w:rsidRPr="00B82928">
        <w:rPr>
          <w:rFonts w:ascii="Arial" w:hAnsi="Arial" w:cs="Arial"/>
          <w:lang w:val="en-CH"/>
        </w:rPr>
        <w:t xml:space="preserve">Die EntrepreneurSkills Regionalmeisterschaft </w:t>
      </w:r>
      <w:r w:rsidRPr="00B82928">
        <w:rPr>
          <w:rFonts w:ascii="Arial" w:hAnsi="Arial" w:cs="Arial"/>
          <w:highlight w:val="cyan"/>
          <w:lang w:val="en-CH"/>
        </w:rPr>
        <w:t>[Region/Kanton]</w:t>
      </w:r>
      <w:r w:rsidRPr="00B82928">
        <w:rPr>
          <w:rFonts w:ascii="Arial" w:hAnsi="Arial" w:cs="Arial"/>
          <w:lang w:val="en-CH"/>
        </w:rPr>
        <w:t> findet am </w:t>
      </w:r>
      <w:r w:rsidRPr="00B82928">
        <w:rPr>
          <w:rFonts w:ascii="Arial" w:hAnsi="Arial" w:cs="Arial"/>
          <w:highlight w:val="cyan"/>
          <w:lang w:val="en-CH"/>
        </w:rPr>
        <w:t>[Datum]</w:t>
      </w:r>
      <w:r w:rsidRPr="00B82928">
        <w:rPr>
          <w:rFonts w:ascii="Arial" w:hAnsi="Arial" w:cs="Arial"/>
          <w:lang w:val="en-CH"/>
        </w:rPr>
        <w:t> in </w:t>
      </w:r>
      <w:r w:rsidRPr="00B82928">
        <w:rPr>
          <w:rFonts w:ascii="Arial" w:hAnsi="Arial" w:cs="Arial"/>
          <w:highlight w:val="cyan"/>
          <w:lang w:val="en-CH"/>
        </w:rPr>
        <w:t>[Ort]</w:t>
      </w:r>
      <w:r w:rsidRPr="00B82928">
        <w:rPr>
          <w:rFonts w:ascii="Arial" w:hAnsi="Arial" w:cs="Arial"/>
          <w:lang w:val="en-CH"/>
        </w:rPr>
        <w:t> von </w:t>
      </w:r>
      <w:r w:rsidRPr="00DC750E">
        <w:rPr>
          <w:rFonts w:ascii="Arial" w:hAnsi="Arial" w:cs="Arial"/>
        </w:rPr>
        <w:t xml:space="preserve">9:00-17:00 Uhr </w:t>
      </w:r>
      <w:r w:rsidRPr="00B82928">
        <w:rPr>
          <w:rFonts w:ascii="Arial" w:hAnsi="Arial" w:cs="Arial"/>
          <w:lang w:val="en-CH"/>
        </w:rPr>
        <w:t>statt. Als Partner von EntrepreneurSkills engagiert sich </w:t>
      </w:r>
      <w:r w:rsidRPr="00B82928">
        <w:rPr>
          <w:rFonts w:ascii="Arial" w:hAnsi="Arial" w:cs="Arial"/>
          <w:highlight w:val="cyan"/>
          <w:lang w:val="en-CH"/>
        </w:rPr>
        <w:t>[Partnername]</w:t>
      </w:r>
      <w:r w:rsidRPr="00B82928">
        <w:rPr>
          <w:rFonts w:ascii="Arial" w:hAnsi="Arial" w:cs="Arial"/>
          <w:lang w:val="en-CH"/>
        </w:rPr>
        <w:t> für die Förderung unternehmerischer Kompetenzen junger Berufstalente und macht dieses Engagement mit der Regionalmeisterschaft konkret sichtbar. Das erstplatzierte Team darf sich Regionalmeister nennen und qualifiziert sich für das nationale Finale der SwissSkills Championships vom 27.–30. August 2026 an der OBA in St. Gallen.</w:t>
      </w:r>
    </w:p>
    <w:p w14:paraId="632264EC" w14:textId="77777777" w:rsidR="00B82928" w:rsidRPr="00B82928" w:rsidRDefault="00B82928" w:rsidP="00B82928">
      <w:pPr>
        <w:spacing w:line="288" w:lineRule="auto"/>
        <w:rPr>
          <w:rFonts w:ascii="Arial" w:hAnsi="Arial" w:cs="Arial"/>
          <w:lang w:val="en-CH"/>
        </w:rPr>
      </w:pPr>
      <w:r w:rsidRPr="00B82928">
        <w:rPr>
          <w:rFonts w:ascii="Arial" w:hAnsi="Arial" w:cs="Arial"/>
          <w:lang w:val="en-CH"/>
        </w:rPr>
        <w:t>EntrepreneurSkills ist eine offizielle Kategorie der SwissSkills Berufsmeisterschaften und steht Lernenden aus allen Berufen offen. In Zweierteams entwickeln die Teilnehmenden am Wettkampf eine neue Geschäftsidee zu einer vorgegebenen Problemstellung. Alle Teams erhalten dieselbe Ausgangslage – die entscheidende Frage ist, welche Idee und Umsetzung die Jury am meisten überzeugt.</w:t>
      </w:r>
    </w:p>
    <w:p w14:paraId="39869311" w14:textId="77777777" w:rsidR="00B82928" w:rsidRPr="00B82928" w:rsidRDefault="00B82928" w:rsidP="00B82928">
      <w:pPr>
        <w:spacing w:line="288" w:lineRule="auto"/>
        <w:rPr>
          <w:rFonts w:ascii="Arial" w:hAnsi="Arial" w:cs="Arial"/>
          <w:lang w:val="en-CH"/>
        </w:rPr>
      </w:pPr>
      <w:r w:rsidRPr="00B82928">
        <w:rPr>
          <w:rFonts w:ascii="Arial" w:hAnsi="Arial" w:cs="Arial"/>
          <w:lang w:val="en-CH"/>
        </w:rPr>
        <w:t>Es werden keine speziellen Vorkenntnisse benötigt. Während des Wettkampfs stehen Hilfsmittel und Coaches zur Verfügung. EntrepreneurSkills bietet ein intensives Team-Erlebnis, bei dem die Teilnehmenden Einblicke in Unternehmertum und Innovation erhalten und gleichzeitig ihre Stärken im Beruf und darüber hinaus weiterentwickeln können.</w:t>
      </w:r>
    </w:p>
    <w:p w14:paraId="14DDFFE5" w14:textId="77777777" w:rsidR="0032208D" w:rsidRDefault="0032208D" w:rsidP="00B82928">
      <w:pPr>
        <w:spacing w:line="288" w:lineRule="auto"/>
        <w:rPr>
          <w:rFonts w:ascii="Arial" w:hAnsi="Arial" w:cs="Arial"/>
          <w:lang w:val="en-CH"/>
        </w:rPr>
      </w:pPr>
    </w:p>
    <w:p w14:paraId="7AC4CB23" w14:textId="71098270" w:rsidR="00B82928" w:rsidRDefault="00B82928" w:rsidP="00B82928">
      <w:pPr>
        <w:spacing w:line="288" w:lineRule="auto"/>
        <w:rPr>
          <w:rFonts w:ascii="Arial" w:hAnsi="Arial" w:cs="Arial"/>
          <w:lang w:val="en-CH"/>
        </w:rPr>
      </w:pPr>
      <w:r w:rsidRPr="00B82928">
        <w:rPr>
          <w:rFonts w:ascii="Arial" w:hAnsi="Arial" w:cs="Arial"/>
          <w:lang w:val="en-CH"/>
        </w:rPr>
        <w:t>Nutzen Sie diese Gelegenheit, um unternehmerische Talente aus Ihrem Umfeld sichtbar zu machen und gezielt zu fördern.</w:t>
      </w:r>
    </w:p>
    <w:p w14:paraId="3D5BD924" w14:textId="77777777" w:rsidR="00B82928" w:rsidRPr="00B82928" w:rsidRDefault="00B82928" w:rsidP="00B82928">
      <w:pPr>
        <w:spacing w:line="288" w:lineRule="auto"/>
        <w:rPr>
          <w:rFonts w:ascii="Arial" w:hAnsi="Arial" w:cs="Arial"/>
          <w:lang w:val="en-CH"/>
        </w:rPr>
      </w:pPr>
    </w:p>
    <w:p w14:paraId="6AB2075B" w14:textId="1E694A1E" w:rsidR="00B82928" w:rsidRDefault="00B82928" w:rsidP="00B82928">
      <w:pPr>
        <w:spacing w:line="288" w:lineRule="auto"/>
        <w:rPr>
          <w:rFonts w:ascii="Arial" w:hAnsi="Arial" w:cs="Arial"/>
          <w:lang w:val="en-CH"/>
        </w:rPr>
      </w:pPr>
      <w:r w:rsidRPr="00B82928">
        <w:rPr>
          <w:rFonts w:ascii="Arial" w:hAnsi="Arial" w:cs="Arial"/>
          <w:lang w:val="en-CH"/>
        </w:rPr>
        <w:t>Alle Informationen sowie das Anmeldeformular finden Sie unter </w:t>
      </w:r>
      <w:hyperlink r:id="rId8" w:tgtFrame="_new" w:history="1">
        <w:r w:rsidRPr="00B82928">
          <w:rPr>
            <w:rStyle w:val="Hyperlink"/>
            <w:rFonts w:ascii="Arial" w:hAnsi="Arial" w:cs="Arial"/>
            <w:lang w:val="en-CH"/>
          </w:rPr>
          <w:t>www.entrepreneurskills.ch</w:t>
        </w:r>
      </w:hyperlink>
      <w:r w:rsidRPr="00B82928">
        <w:rPr>
          <w:rFonts w:ascii="Arial" w:hAnsi="Arial" w:cs="Arial"/>
          <w:lang w:val="en-CH"/>
        </w:rPr>
        <w:t xml:space="preserve">, im angehängten Flyer und </w:t>
      </w:r>
      <w:hyperlink r:id="rId9" w:history="1">
        <w:r w:rsidRPr="00CA4A32">
          <w:rPr>
            <w:rStyle w:val="Hyperlink"/>
            <w:rFonts w:ascii="Arial" w:hAnsi="Arial" w:cs="Arial"/>
          </w:rPr>
          <w:t>Kurz</w:t>
        </w:r>
        <w:r w:rsidRPr="00CA4A32">
          <w:rPr>
            <w:rStyle w:val="Hyperlink"/>
            <w:rFonts w:ascii="Arial" w:hAnsi="Arial" w:cs="Arial"/>
          </w:rPr>
          <w:t>f</w:t>
        </w:r>
        <w:r w:rsidRPr="00CA4A32">
          <w:rPr>
            <w:rStyle w:val="Hyperlink"/>
            <w:rFonts w:ascii="Arial" w:hAnsi="Arial" w:cs="Arial"/>
          </w:rPr>
          <w:t>ilm</w:t>
        </w:r>
      </w:hyperlink>
      <w:r w:rsidRPr="00B82928">
        <w:rPr>
          <w:rFonts w:ascii="Arial" w:hAnsi="Arial" w:cs="Arial"/>
          <w:lang w:val="en-CH"/>
        </w:rPr>
        <w:t>.</w:t>
      </w:r>
    </w:p>
    <w:p w14:paraId="06E16C5E" w14:textId="77777777" w:rsidR="00B82928" w:rsidRPr="00B82928" w:rsidRDefault="00B82928" w:rsidP="00B82928">
      <w:pPr>
        <w:spacing w:line="288" w:lineRule="auto"/>
        <w:rPr>
          <w:rFonts w:ascii="Arial" w:hAnsi="Arial" w:cs="Arial"/>
          <w:lang w:val="en-CH"/>
        </w:rPr>
      </w:pPr>
    </w:p>
    <w:p w14:paraId="4AD121D3" w14:textId="77777777" w:rsidR="00B82928" w:rsidRPr="00B82928" w:rsidRDefault="00B82928" w:rsidP="00B82928">
      <w:pPr>
        <w:spacing w:line="288" w:lineRule="auto"/>
        <w:rPr>
          <w:rFonts w:ascii="Arial" w:hAnsi="Arial" w:cs="Arial"/>
          <w:lang w:val="en-CH"/>
        </w:rPr>
      </w:pPr>
      <w:r w:rsidRPr="00B82928">
        <w:rPr>
          <w:rFonts w:ascii="Arial" w:hAnsi="Arial" w:cs="Arial"/>
          <w:lang w:val="en-CH"/>
        </w:rPr>
        <w:t>Falls Lernende für die Teilnahme am Wettkampf ein Dispensationsgesuch für den Betrieb benötigen, stellen die Organisatoren von EntrepreneurSkills dieses zur Verfügung.</w:t>
      </w:r>
    </w:p>
    <w:p w14:paraId="5A27C150" w14:textId="77777777" w:rsidR="001B1316" w:rsidRDefault="001B1316" w:rsidP="00B82928">
      <w:pPr>
        <w:spacing w:line="288" w:lineRule="auto"/>
        <w:rPr>
          <w:rFonts w:ascii="Arial" w:hAnsi="Arial" w:cs="Arial"/>
          <w:lang w:val="en-CH"/>
        </w:rPr>
      </w:pPr>
    </w:p>
    <w:p w14:paraId="48950996" w14:textId="77777777" w:rsidR="001B1316" w:rsidRDefault="00B82928" w:rsidP="00B82928">
      <w:pPr>
        <w:spacing w:line="288" w:lineRule="auto"/>
        <w:rPr>
          <w:rFonts w:ascii="Arial" w:hAnsi="Arial" w:cs="Arial"/>
          <w:highlight w:val="cyan"/>
          <w:lang w:val="en-CH"/>
        </w:rPr>
      </w:pPr>
      <w:r w:rsidRPr="00B82928">
        <w:rPr>
          <w:rFonts w:ascii="Arial" w:hAnsi="Arial" w:cs="Arial"/>
          <w:lang w:val="en-CH"/>
        </w:rPr>
        <w:lastRenderedPageBreak/>
        <w:t>Mit freundlichen Grüssen</w:t>
      </w:r>
      <w:r w:rsidRPr="00B82928">
        <w:rPr>
          <w:rFonts w:ascii="Arial" w:hAnsi="Arial" w:cs="Arial"/>
          <w:lang w:val="en-CH"/>
        </w:rPr>
        <w:br/>
      </w:r>
    </w:p>
    <w:p w14:paraId="540B677B" w14:textId="42300DFA" w:rsidR="00B82928" w:rsidRPr="00B82928" w:rsidRDefault="00B82928" w:rsidP="00B82928">
      <w:pPr>
        <w:spacing w:line="288" w:lineRule="auto"/>
        <w:rPr>
          <w:rFonts w:ascii="Arial" w:hAnsi="Arial" w:cs="Arial"/>
          <w:lang w:val="en-CH"/>
        </w:rPr>
      </w:pPr>
      <w:r w:rsidRPr="00B82928">
        <w:rPr>
          <w:rFonts w:ascii="Arial" w:hAnsi="Arial" w:cs="Arial"/>
          <w:highlight w:val="cyan"/>
          <w:lang w:val="en-CH"/>
        </w:rPr>
        <w:t>[Partnername]</w:t>
      </w:r>
    </w:p>
    <w:p w14:paraId="2E84C535" w14:textId="77777777" w:rsidR="009C3189" w:rsidRPr="00DC750E" w:rsidRDefault="009C3189" w:rsidP="009C3189">
      <w:pPr>
        <w:pStyle w:val="LauftextMeMi"/>
        <w:spacing w:after="0"/>
        <w:rPr>
          <w:rFonts w:ascii="Arial" w:hAnsi="Arial" w:cs="Arial"/>
          <w:b/>
          <w:bCs/>
          <w:color w:val="7030A0"/>
          <w:sz w:val="32"/>
          <w:szCs w:val="32"/>
        </w:rPr>
      </w:pPr>
    </w:p>
    <w:sectPr w:rsidR="009C3189" w:rsidRPr="00DC750E" w:rsidSect="001C4EC6">
      <w:headerReference w:type="default" r:id="rId10"/>
      <w:footerReference w:type="default" r:id="rId11"/>
      <w:type w:val="continuous"/>
      <w:pgSz w:w="11900" w:h="16820"/>
      <w:pgMar w:top="2835" w:right="1134" w:bottom="1418" w:left="1418" w:header="709"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70EF7" w14:textId="77777777" w:rsidR="009A7D2D" w:rsidRDefault="009A7D2D">
      <w:r>
        <w:separator/>
      </w:r>
    </w:p>
  </w:endnote>
  <w:endnote w:type="continuationSeparator" w:id="0">
    <w:p w14:paraId="0D8381A5" w14:textId="77777777" w:rsidR="009A7D2D" w:rsidRDefault="009A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Frutiger 45 Light">
    <w:altName w:val="Vrinda"/>
    <w:panose1 w:val="020B060402020202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HelveticaNeueLT Std Lt">
    <w:altName w:val="Arial"/>
    <w:panose1 w:val="020B0604020202020204"/>
    <w:charset w:val="00"/>
    <w:family w:val="swiss"/>
    <w:notTrueType/>
    <w:pitch w:val="variable"/>
    <w:sig w:usb0="00000003" w:usb1="00000000" w:usb2="00000000" w:usb3="00000000" w:csb0="00000001" w:csb1="00000000"/>
  </w:font>
  <w:font w:name="HelveticaNeueLT Std">
    <w:altName w:val="Arial"/>
    <w:panose1 w:val="020B060402020202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HelveticaNeueLT Std Med">
    <w:altName w:val="Calibri"/>
    <w:panose1 w:val="020B060402020202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6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F681" w14:textId="05CD8E66" w:rsidR="000E6E76" w:rsidRPr="00ED7F89" w:rsidRDefault="67D094E1" w:rsidP="67D094E1">
    <w:pPr>
      <w:pStyle w:val="Fusszeile1"/>
      <w:rPr>
        <w:rFonts w:ascii="Arial" w:hAnsi="Arial"/>
        <w:b/>
        <w:color w:val="7030A0"/>
        <w:lang w:val="sv-SE"/>
      </w:rPr>
    </w:pPr>
    <w:r w:rsidRPr="00ED7F89">
      <w:rPr>
        <w:rFonts w:ascii="Arial" w:hAnsi="Arial"/>
        <w:b/>
        <w:color w:val="7030A0"/>
        <w:lang w:val="sv-SE"/>
      </w:rPr>
      <w:t xml:space="preserve">IG </w:t>
    </w:r>
    <w:proofErr w:type="spellStart"/>
    <w:r w:rsidRPr="00ED7F89">
      <w:rPr>
        <w:rFonts w:ascii="Arial" w:hAnsi="Arial"/>
        <w:b/>
        <w:color w:val="7030A0"/>
        <w:lang w:val="sv-SE"/>
      </w:rPr>
      <w:t>EntrepreneurSkills</w:t>
    </w:r>
    <w:proofErr w:type="spellEnd"/>
    <w:r w:rsidRPr="00ED7F89">
      <w:rPr>
        <w:rFonts w:ascii="Arial" w:hAnsi="Arial"/>
        <w:b/>
        <w:color w:val="7030A0"/>
        <w:lang w:val="sv-SE"/>
      </w:rPr>
      <w:t xml:space="preserve"> c/o </w:t>
    </w:r>
    <w:proofErr w:type="spellStart"/>
    <w:r w:rsidRPr="00ED7F89">
      <w:rPr>
        <w:rFonts w:ascii="Arial" w:hAnsi="Arial"/>
        <w:b/>
        <w:color w:val="7030A0"/>
        <w:lang w:val="sv-SE"/>
      </w:rPr>
      <w:t>Solothurner</w:t>
    </w:r>
    <w:proofErr w:type="spellEnd"/>
    <w:r w:rsidRPr="00ED7F89">
      <w:rPr>
        <w:rFonts w:ascii="Arial" w:hAnsi="Arial"/>
        <w:b/>
        <w:color w:val="7030A0"/>
        <w:lang w:val="sv-SE"/>
      </w:rPr>
      <w:t xml:space="preserve"> </w:t>
    </w:r>
    <w:proofErr w:type="spellStart"/>
    <w:r w:rsidRPr="00ED7F89">
      <w:rPr>
        <w:rFonts w:ascii="Arial" w:hAnsi="Arial"/>
        <w:b/>
        <w:color w:val="7030A0"/>
        <w:lang w:val="sv-SE"/>
      </w:rPr>
      <w:t>Handelskammer</w:t>
    </w:r>
    <w:proofErr w:type="spellEnd"/>
    <w:r w:rsidRPr="00ED7F89">
      <w:rPr>
        <w:rFonts w:ascii="Arial" w:hAnsi="Arial"/>
        <w:b/>
        <w:color w:val="7030A0"/>
        <w:lang w:val="sv-SE"/>
      </w:rPr>
      <w:t xml:space="preserve"> </w:t>
    </w:r>
  </w:p>
  <w:p w14:paraId="0A91836A" w14:textId="7F81B4B2" w:rsidR="000E6E76" w:rsidRPr="00ED7F89" w:rsidRDefault="00CC08B1">
    <w:pPr>
      <w:pStyle w:val="Fusszeile2"/>
      <w:rPr>
        <w:rFonts w:ascii="Arial" w:hAnsi="Arial"/>
        <w:color w:val="7030A0"/>
        <w:lang w:val="sv-SE"/>
      </w:rPr>
    </w:pPr>
    <w:proofErr w:type="spellStart"/>
    <w:r w:rsidRPr="00ED7F89">
      <w:rPr>
        <w:rFonts w:ascii="Arial" w:hAnsi="Arial"/>
        <w:color w:val="7030A0"/>
        <w:lang w:val="sv-SE"/>
      </w:rPr>
      <w:t>Grabackerstrasse</w:t>
    </w:r>
    <w:proofErr w:type="spellEnd"/>
    <w:r w:rsidRPr="00ED7F89">
      <w:rPr>
        <w:rFonts w:ascii="Arial" w:hAnsi="Arial"/>
        <w:color w:val="7030A0"/>
        <w:lang w:val="sv-SE"/>
      </w:rPr>
      <w:t xml:space="preserve"> 6 I </w:t>
    </w:r>
    <w:r w:rsidR="00E269E1" w:rsidRPr="00ED7F89">
      <w:rPr>
        <w:rFonts w:ascii="Arial" w:hAnsi="Arial"/>
        <w:color w:val="7030A0"/>
        <w:lang w:val="sv-SE"/>
      </w:rPr>
      <w:t xml:space="preserve">4500 </w:t>
    </w:r>
    <w:r w:rsidRPr="00ED7F89">
      <w:rPr>
        <w:rFonts w:ascii="Arial" w:hAnsi="Arial"/>
        <w:color w:val="7030A0"/>
        <w:lang w:val="sv-SE"/>
      </w:rPr>
      <w:t xml:space="preserve">Solothurn I T 032 626 24 </w:t>
    </w:r>
    <w:r w:rsidR="00F67AB7" w:rsidRPr="00ED7F89">
      <w:rPr>
        <w:rFonts w:ascii="Arial" w:hAnsi="Arial"/>
        <w:color w:val="7030A0"/>
        <w:lang w:val="sv-SE"/>
      </w:rPr>
      <w:t>2</w:t>
    </w:r>
    <w:r w:rsidR="007267AA" w:rsidRPr="00ED7F89">
      <w:rPr>
        <w:rFonts w:ascii="Arial" w:hAnsi="Arial"/>
        <w:color w:val="7030A0"/>
        <w:lang w:val="sv-SE"/>
      </w:rPr>
      <w:t>4</w:t>
    </w:r>
    <w:r w:rsidR="00F67AB7" w:rsidRPr="00ED7F89">
      <w:rPr>
        <w:rFonts w:ascii="Arial" w:hAnsi="Arial"/>
        <w:color w:val="7030A0"/>
        <w:lang w:val="sv-SE"/>
      </w:rPr>
      <w:t xml:space="preserve"> </w:t>
    </w:r>
    <w:r w:rsidRPr="00ED7F89">
      <w:rPr>
        <w:rFonts w:ascii="Arial" w:hAnsi="Arial"/>
        <w:color w:val="7030A0"/>
        <w:lang w:val="sv-SE"/>
      </w:rPr>
      <w:t xml:space="preserve">I </w:t>
    </w:r>
    <w:r w:rsidR="00E269E1" w:rsidRPr="00ED7F89">
      <w:rPr>
        <w:rFonts w:ascii="Arial" w:hAnsi="Arial"/>
        <w:color w:val="7030A0"/>
        <w:lang w:val="sv-SE"/>
      </w:rPr>
      <w:t xml:space="preserve">info@entrepreneurskills.ch </w:t>
    </w:r>
    <w:r w:rsidRPr="00ED7F89">
      <w:rPr>
        <w:rFonts w:ascii="Arial" w:hAnsi="Arial"/>
        <w:color w:val="7030A0"/>
        <w:lang w:val="sv-SE"/>
      </w:rPr>
      <w:t xml:space="preserve">I </w:t>
    </w:r>
    <w:r w:rsidR="00E269E1" w:rsidRPr="00ED7F89">
      <w:rPr>
        <w:rFonts w:ascii="Arial" w:hAnsi="Arial"/>
        <w:color w:val="7030A0"/>
        <w:lang w:val="sv-SE"/>
      </w:rPr>
      <w:t>www.entrepreneurskills.ch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4FC68" w14:textId="77777777" w:rsidR="009A7D2D" w:rsidRDefault="009A7D2D">
      <w:r>
        <w:separator/>
      </w:r>
    </w:p>
  </w:footnote>
  <w:footnote w:type="continuationSeparator" w:id="0">
    <w:p w14:paraId="412CA6FC" w14:textId="77777777" w:rsidR="009A7D2D" w:rsidRDefault="009A7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A7A6A" w14:textId="77777777" w:rsidR="00171BED" w:rsidRPr="007373F3" w:rsidRDefault="001C4EC6" w:rsidP="00FD2586">
    <w:pPr>
      <w:pStyle w:val="Header"/>
      <w:tabs>
        <w:tab w:val="clear" w:pos="9072"/>
      </w:tabs>
      <w:jc w:val="right"/>
      <w:rPr>
        <w:rFonts w:ascii="Arial" w:hAnsi="Arial" w:cs="Arial"/>
        <w:sz w:val="20"/>
      </w:rPr>
    </w:pPr>
    <w:r>
      <w:rPr>
        <w:rFonts w:ascii="Arial" w:hAnsi="Arial" w:cs="Arial"/>
        <w:noProof/>
        <w:sz w:val="20"/>
      </w:rPr>
      <w:drawing>
        <wp:inline distT="0" distB="0" distL="0" distR="0" wp14:anchorId="1056C1FA" wp14:editId="6B5C47E5">
          <wp:extent cx="4724470" cy="1147762"/>
          <wp:effectExtent l="0" t="0" r="0" b="0"/>
          <wp:docPr id="1970069660" name="Grafik 1970069660" descr="Ein Bild, das Text, Schrift, Grafike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8849500" name="Grafik 1" descr="Ein Bild, das Text, Schrift, Grafiken,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4801482" cy="116647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692A80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D52769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02EFE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328E8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6D2E5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0ADF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3AB7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69654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D461D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FCC95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16F35"/>
    <w:multiLevelType w:val="hybridMultilevel"/>
    <w:tmpl w:val="FDDA413E"/>
    <w:lvl w:ilvl="0" w:tplc="C6DA431C">
      <w:numFmt w:val="bullet"/>
      <w:lvlText w:val="-"/>
      <w:lvlJc w:val="left"/>
      <w:pPr>
        <w:ind w:left="413" w:hanging="360"/>
      </w:pPr>
      <w:rPr>
        <w:rFonts w:ascii="Arial" w:eastAsia="Times New Roman" w:hAnsi="Arial" w:cs="Arial" w:hint="default"/>
      </w:rPr>
    </w:lvl>
    <w:lvl w:ilvl="1" w:tplc="08070003">
      <w:start w:val="1"/>
      <w:numFmt w:val="bullet"/>
      <w:lvlText w:val="o"/>
      <w:lvlJc w:val="left"/>
      <w:pPr>
        <w:ind w:left="1133" w:hanging="360"/>
      </w:pPr>
      <w:rPr>
        <w:rFonts w:ascii="Courier New" w:hAnsi="Courier New" w:cs="Courier New" w:hint="default"/>
      </w:rPr>
    </w:lvl>
    <w:lvl w:ilvl="2" w:tplc="08070005" w:tentative="1">
      <w:start w:val="1"/>
      <w:numFmt w:val="bullet"/>
      <w:lvlText w:val=""/>
      <w:lvlJc w:val="left"/>
      <w:pPr>
        <w:ind w:left="1853" w:hanging="360"/>
      </w:pPr>
      <w:rPr>
        <w:rFonts w:ascii="Wingdings" w:hAnsi="Wingdings" w:hint="default"/>
      </w:rPr>
    </w:lvl>
    <w:lvl w:ilvl="3" w:tplc="08070001" w:tentative="1">
      <w:start w:val="1"/>
      <w:numFmt w:val="bullet"/>
      <w:lvlText w:val=""/>
      <w:lvlJc w:val="left"/>
      <w:pPr>
        <w:ind w:left="2573" w:hanging="360"/>
      </w:pPr>
      <w:rPr>
        <w:rFonts w:ascii="Symbol" w:hAnsi="Symbol" w:hint="default"/>
      </w:rPr>
    </w:lvl>
    <w:lvl w:ilvl="4" w:tplc="08070003" w:tentative="1">
      <w:start w:val="1"/>
      <w:numFmt w:val="bullet"/>
      <w:lvlText w:val="o"/>
      <w:lvlJc w:val="left"/>
      <w:pPr>
        <w:ind w:left="3293" w:hanging="360"/>
      </w:pPr>
      <w:rPr>
        <w:rFonts w:ascii="Courier New" w:hAnsi="Courier New" w:cs="Courier New" w:hint="default"/>
      </w:rPr>
    </w:lvl>
    <w:lvl w:ilvl="5" w:tplc="08070005" w:tentative="1">
      <w:start w:val="1"/>
      <w:numFmt w:val="bullet"/>
      <w:lvlText w:val=""/>
      <w:lvlJc w:val="left"/>
      <w:pPr>
        <w:ind w:left="4013" w:hanging="360"/>
      </w:pPr>
      <w:rPr>
        <w:rFonts w:ascii="Wingdings" w:hAnsi="Wingdings" w:hint="default"/>
      </w:rPr>
    </w:lvl>
    <w:lvl w:ilvl="6" w:tplc="08070001" w:tentative="1">
      <w:start w:val="1"/>
      <w:numFmt w:val="bullet"/>
      <w:lvlText w:val=""/>
      <w:lvlJc w:val="left"/>
      <w:pPr>
        <w:ind w:left="4733" w:hanging="360"/>
      </w:pPr>
      <w:rPr>
        <w:rFonts w:ascii="Symbol" w:hAnsi="Symbol" w:hint="default"/>
      </w:rPr>
    </w:lvl>
    <w:lvl w:ilvl="7" w:tplc="08070003" w:tentative="1">
      <w:start w:val="1"/>
      <w:numFmt w:val="bullet"/>
      <w:lvlText w:val="o"/>
      <w:lvlJc w:val="left"/>
      <w:pPr>
        <w:ind w:left="5453" w:hanging="360"/>
      </w:pPr>
      <w:rPr>
        <w:rFonts w:ascii="Courier New" w:hAnsi="Courier New" w:cs="Courier New" w:hint="default"/>
      </w:rPr>
    </w:lvl>
    <w:lvl w:ilvl="8" w:tplc="08070005" w:tentative="1">
      <w:start w:val="1"/>
      <w:numFmt w:val="bullet"/>
      <w:lvlText w:val=""/>
      <w:lvlJc w:val="left"/>
      <w:pPr>
        <w:ind w:left="6173" w:hanging="360"/>
      </w:pPr>
      <w:rPr>
        <w:rFonts w:ascii="Wingdings" w:hAnsi="Wingdings" w:hint="default"/>
      </w:rPr>
    </w:lvl>
  </w:abstractNum>
  <w:abstractNum w:abstractNumId="11" w15:restartNumberingAfterBreak="0">
    <w:nsid w:val="0D9A06F7"/>
    <w:multiLevelType w:val="hybridMultilevel"/>
    <w:tmpl w:val="21D09F9A"/>
    <w:lvl w:ilvl="0" w:tplc="0807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D5E5E94"/>
    <w:multiLevelType w:val="hybridMultilevel"/>
    <w:tmpl w:val="C92C12E4"/>
    <w:lvl w:ilvl="0" w:tplc="6C66E278">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749568C"/>
    <w:multiLevelType w:val="hybridMultilevel"/>
    <w:tmpl w:val="C09489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0597D03"/>
    <w:multiLevelType w:val="hybridMultilevel"/>
    <w:tmpl w:val="CB6C9F5A"/>
    <w:lvl w:ilvl="0" w:tplc="D7BCD382">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5" w15:restartNumberingAfterBreak="0">
    <w:nsid w:val="49087941"/>
    <w:multiLevelType w:val="hybridMultilevel"/>
    <w:tmpl w:val="1E2E14DA"/>
    <w:lvl w:ilvl="0" w:tplc="B13272EE">
      <w:start w:val="1"/>
      <w:numFmt w:val="bullet"/>
      <w:lvlText w:val=""/>
      <w:lvlJc w:val="left"/>
      <w:pPr>
        <w:tabs>
          <w:tab w:val="num" w:pos="170"/>
        </w:tabs>
        <w:ind w:left="170" w:firstLine="0"/>
      </w:pPr>
      <w:rPr>
        <w:rFonts w:ascii="Wingdings" w:hAnsi="Wingdings" w:hint="default"/>
        <w:spacing w:val="0"/>
        <w:w w:val="100"/>
        <w:kern w:val="0"/>
        <w:position w:val="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D05468D"/>
    <w:multiLevelType w:val="hybridMultilevel"/>
    <w:tmpl w:val="522616B6"/>
    <w:lvl w:ilvl="0" w:tplc="ABEACDD8">
      <w:start w:val="1"/>
      <w:numFmt w:val="bullet"/>
      <w:lvlText w:val=""/>
      <w:lvlJc w:val="left"/>
      <w:pPr>
        <w:tabs>
          <w:tab w:val="num" w:pos="170"/>
        </w:tabs>
        <w:ind w:left="170" w:hanging="170"/>
      </w:pPr>
      <w:rPr>
        <w:rFonts w:ascii="Wingdings" w:hAnsi="Wingdings" w:hint="default"/>
        <w:spacing w:val="0"/>
        <w:w w:val="100"/>
        <w:kern w:val="0"/>
        <w:position w:val="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BE62DEB"/>
    <w:multiLevelType w:val="hybridMultilevel"/>
    <w:tmpl w:val="0196253C"/>
    <w:lvl w:ilvl="0" w:tplc="0807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F9326F2"/>
    <w:multiLevelType w:val="hybridMultilevel"/>
    <w:tmpl w:val="2FC64F02"/>
    <w:lvl w:ilvl="0" w:tplc="0807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7F331DF7"/>
    <w:multiLevelType w:val="hybridMultilevel"/>
    <w:tmpl w:val="A4E2164A"/>
    <w:lvl w:ilvl="0" w:tplc="87323398">
      <w:start w:val="1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346789322">
    <w:abstractNumId w:val="16"/>
  </w:num>
  <w:num w:numId="2" w16cid:durableId="1429623483">
    <w:abstractNumId w:val="15"/>
  </w:num>
  <w:num w:numId="3" w16cid:durableId="1606419934">
    <w:abstractNumId w:val="13"/>
  </w:num>
  <w:num w:numId="4" w16cid:durableId="1273169319">
    <w:abstractNumId w:val="9"/>
  </w:num>
  <w:num w:numId="5" w16cid:durableId="1572303005">
    <w:abstractNumId w:val="7"/>
  </w:num>
  <w:num w:numId="6" w16cid:durableId="471019051">
    <w:abstractNumId w:val="6"/>
  </w:num>
  <w:num w:numId="7" w16cid:durableId="926428454">
    <w:abstractNumId w:val="5"/>
  </w:num>
  <w:num w:numId="8" w16cid:durableId="1636444943">
    <w:abstractNumId w:val="4"/>
  </w:num>
  <w:num w:numId="9" w16cid:durableId="2030792584">
    <w:abstractNumId w:val="8"/>
  </w:num>
  <w:num w:numId="10" w16cid:durableId="81609601">
    <w:abstractNumId w:val="3"/>
  </w:num>
  <w:num w:numId="11" w16cid:durableId="1996180076">
    <w:abstractNumId w:val="2"/>
  </w:num>
  <w:num w:numId="12" w16cid:durableId="982659420">
    <w:abstractNumId w:val="1"/>
  </w:num>
  <w:num w:numId="13" w16cid:durableId="1522281856">
    <w:abstractNumId w:val="0"/>
  </w:num>
  <w:num w:numId="14" w16cid:durableId="1699306833">
    <w:abstractNumId w:val="14"/>
  </w:num>
  <w:num w:numId="15" w16cid:durableId="2087070897">
    <w:abstractNumId w:val="10"/>
  </w:num>
  <w:num w:numId="16" w16cid:durableId="320279016">
    <w:abstractNumId w:val="12"/>
  </w:num>
  <w:num w:numId="17" w16cid:durableId="1289701390">
    <w:abstractNumId w:val="17"/>
  </w:num>
  <w:num w:numId="18" w16cid:durableId="1590626517">
    <w:abstractNumId w:val="11"/>
  </w:num>
  <w:num w:numId="19" w16cid:durableId="327557233">
    <w:abstractNumId w:val="19"/>
  </w:num>
  <w:num w:numId="20" w16cid:durableId="122575150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3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2AA"/>
    <w:rsid w:val="00000C37"/>
    <w:rsid w:val="0001410F"/>
    <w:rsid w:val="00015604"/>
    <w:rsid w:val="00015D92"/>
    <w:rsid w:val="00023661"/>
    <w:rsid w:val="000263A4"/>
    <w:rsid w:val="00033E66"/>
    <w:rsid w:val="00034E0A"/>
    <w:rsid w:val="000406F7"/>
    <w:rsid w:val="00041114"/>
    <w:rsid w:val="00047F96"/>
    <w:rsid w:val="00054D36"/>
    <w:rsid w:val="000560F9"/>
    <w:rsid w:val="00075292"/>
    <w:rsid w:val="00077AF5"/>
    <w:rsid w:val="00077F41"/>
    <w:rsid w:val="00087B89"/>
    <w:rsid w:val="0009004A"/>
    <w:rsid w:val="000A5C54"/>
    <w:rsid w:val="000A74FF"/>
    <w:rsid w:val="000B06EC"/>
    <w:rsid w:val="000B4046"/>
    <w:rsid w:val="000B585B"/>
    <w:rsid w:val="000C387D"/>
    <w:rsid w:val="000C4377"/>
    <w:rsid w:val="000C53D5"/>
    <w:rsid w:val="000C72AA"/>
    <w:rsid w:val="000D5F66"/>
    <w:rsid w:val="000E4537"/>
    <w:rsid w:val="000E6E76"/>
    <w:rsid w:val="000E7F6E"/>
    <w:rsid w:val="000F55DE"/>
    <w:rsid w:val="00104FB4"/>
    <w:rsid w:val="00114C2B"/>
    <w:rsid w:val="00122D7A"/>
    <w:rsid w:val="001241B1"/>
    <w:rsid w:val="0012746D"/>
    <w:rsid w:val="00130AFE"/>
    <w:rsid w:val="00141FA2"/>
    <w:rsid w:val="0014602B"/>
    <w:rsid w:val="00154364"/>
    <w:rsid w:val="001548A8"/>
    <w:rsid w:val="00157382"/>
    <w:rsid w:val="001676F4"/>
    <w:rsid w:val="00171BED"/>
    <w:rsid w:val="00176393"/>
    <w:rsid w:val="001776B5"/>
    <w:rsid w:val="0018083D"/>
    <w:rsid w:val="00191E58"/>
    <w:rsid w:val="0019489A"/>
    <w:rsid w:val="001A5949"/>
    <w:rsid w:val="001A6A71"/>
    <w:rsid w:val="001B1316"/>
    <w:rsid w:val="001B54CE"/>
    <w:rsid w:val="001B6849"/>
    <w:rsid w:val="001C2618"/>
    <w:rsid w:val="001C4722"/>
    <w:rsid w:val="001C4EC6"/>
    <w:rsid w:val="001C5E96"/>
    <w:rsid w:val="001D6FDA"/>
    <w:rsid w:val="001E1723"/>
    <w:rsid w:val="001E57AA"/>
    <w:rsid w:val="001E672F"/>
    <w:rsid w:val="001F0828"/>
    <w:rsid w:val="002004A9"/>
    <w:rsid w:val="00201071"/>
    <w:rsid w:val="00207943"/>
    <w:rsid w:val="00213DB2"/>
    <w:rsid w:val="00216F5E"/>
    <w:rsid w:val="002230BB"/>
    <w:rsid w:val="0022786A"/>
    <w:rsid w:val="00230ED1"/>
    <w:rsid w:val="00232CE7"/>
    <w:rsid w:val="00237736"/>
    <w:rsid w:val="00237E3F"/>
    <w:rsid w:val="002405E8"/>
    <w:rsid w:val="0024146A"/>
    <w:rsid w:val="002460D5"/>
    <w:rsid w:val="00256207"/>
    <w:rsid w:val="00256433"/>
    <w:rsid w:val="00262B20"/>
    <w:rsid w:val="00263E5E"/>
    <w:rsid w:val="00272AC7"/>
    <w:rsid w:val="0028446F"/>
    <w:rsid w:val="00290321"/>
    <w:rsid w:val="0029205F"/>
    <w:rsid w:val="00295922"/>
    <w:rsid w:val="002A7B41"/>
    <w:rsid w:val="002B0990"/>
    <w:rsid w:val="002B107A"/>
    <w:rsid w:val="002B4310"/>
    <w:rsid w:val="002C2A1B"/>
    <w:rsid w:val="002C72EA"/>
    <w:rsid w:val="002D35FE"/>
    <w:rsid w:val="002E5834"/>
    <w:rsid w:val="002F2F28"/>
    <w:rsid w:val="002F3FC3"/>
    <w:rsid w:val="002F5D93"/>
    <w:rsid w:val="0031106E"/>
    <w:rsid w:val="00311870"/>
    <w:rsid w:val="003142C6"/>
    <w:rsid w:val="00320C5E"/>
    <w:rsid w:val="0032208D"/>
    <w:rsid w:val="00323767"/>
    <w:rsid w:val="0033182F"/>
    <w:rsid w:val="00331DDD"/>
    <w:rsid w:val="00334EB3"/>
    <w:rsid w:val="003369BF"/>
    <w:rsid w:val="00342532"/>
    <w:rsid w:val="00342C1D"/>
    <w:rsid w:val="00344402"/>
    <w:rsid w:val="00351640"/>
    <w:rsid w:val="00357589"/>
    <w:rsid w:val="003612F0"/>
    <w:rsid w:val="003622B2"/>
    <w:rsid w:val="00364465"/>
    <w:rsid w:val="00365B96"/>
    <w:rsid w:val="003907D3"/>
    <w:rsid w:val="00391456"/>
    <w:rsid w:val="003921B1"/>
    <w:rsid w:val="00393A7F"/>
    <w:rsid w:val="003966A2"/>
    <w:rsid w:val="003A6830"/>
    <w:rsid w:val="003B456C"/>
    <w:rsid w:val="003B71AA"/>
    <w:rsid w:val="003B7B5E"/>
    <w:rsid w:val="003C30C1"/>
    <w:rsid w:val="003C37F7"/>
    <w:rsid w:val="003C4F8A"/>
    <w:rsid w:val="003D16B2"/>
    <w:rsid w:val="003E1C32"/>
    <w:rsid w:val="003E4C6B"/>
    <w:rsid w:val="003E679E"/>
    <w:rsid w:val="003F028A"/>
    <w:rsid w:val="003F5F95"/>
    <w:rsid w:val="003F60D7"/>
    <w:rsid w:val="00400C71"/>
    <w:rsid w:val="004011B6"/>
    <w:rsid w:val="004102DD"/>
    <w:rsid w:val="00413162"/>
    <w:rsid w:val="00415E5E"/>
    <w:rsid w:val="004230BC"/>
    <w:rsid w:val="00441785"/>
    <w:rsid w:val="004462C0"/>
    <w:rsid w:val="00447B93"/>
    <w:rsid w:val="00455113"/>
    <w:rsid w:val="00460720"/>
    <w:rsid w:val="00481DAB"/>
    <w:rsid w:val="00484002"/>
    <w:rsid w:val="00486154"/>
    <w:rsid w:val="004962B7"/>
    <w:rsid w:val="0049738F"/>
    <w:rsid w:val="004C04ED"/>
    <w:rsid w:val="004C49D9"/>
    <w:rsid w:val="004C7363"/>
    <w:rsid w:val="004D0665"/>
    <w:rsid w:val="004D1474"/>
    <w:rsid w:val="004D4E69"/>
    <w:rsid w:val="004D645F"/>
    <w:rsid w:val="004F4945"/>
    <w:rsid w:val="004F6E6A"/>
    <w:rsid w:val="00501960"/>
    <w:rsid w:val="005024BE"/>
    <w:rsid w:val="00502E92"/>
    <w:rsid w:val="00503814"/>
    <w:rsid w:val="00510FC0"/>
    <w:rsid w:val="00511199"/>
    <w:rsid w:val="00512C3C"/>
    <w:rsid w:val="005177C6"/>
    <w:rsid w:val="00527385"/>
    <w:rsid w:val="00531CCE"/>
    <w:rsid w:val="005322B7"/>
    <w:rsid w:val="00535D35"/>
    <w:rsid w:val="005370AE"/>
    <w:rsid w:val="00541035"/>
    <w:rsid w:val="00542104"/>
    <w:rsid w:val="0054493F"/>
    <w:rsid w:val="00554608"/>
    <w:rsid w:val="00556FD9"/>
    <w:rsid w:val="005603B8"/>
    <w:rsid w:val="0056400B"/>
    <w:rsid w:val="00572209"/>
    <w:rsid w:val="00581B95"/>
    <w:rsid w:val="00581FB4"/>
    <w:rsid w:val="0058416D"/>
    <w:rsid w:val="00591CD9"/>
    <w:rsid w:val="005939C4"/>
    <w:rsid w:val="00594C51"/>
    <w:rsid w:val="0059506F"/>
    <w:rsid w:val="005A01B4"/>
    <w:rsid w:val="005A2C06"/>
    <w:rsid w:val="005A2FD7"/>
    <w:rsid w:val="005A414A"/>
    <w:rsid w:val="005B4A39"/>
    <w:rsid w:val="005B65B6"/>
    <w:rsid w:val="005D1E5A"/>
    <w:rsid w:val="005D2CE0"/>
    <w:rsid w:val="005E301D"/>
    <w:rsid w:val="005F29E2"/>
    <w:rsid w:val="005F4403"/>
    <w:rsid w:val="005F4532"/>
    <w:rsid w:val="005F6A3B"/>
    <w:rsid w:val="00617203"/>
    <w:rsid w:val="00622A9D"/>
    <w:rsid w:val="00626F05"/>
    <w:rsid w:val="00633017"/>
    <w:rsid w:val="00634278"/>
    <w:rsid w:val="00646728"/>
    <w:rsid w:val="00652483"/>
    <w:rsid w:val="00670580"/>
    <w:rsid w:val="006722BB"/>
    <w:rsid w:val="006761B9"/>
    <w:rsid w:val="0067739B"/>
    <w:rsid w:val="00677CD3"/>
    <w:rsid w:val="0069378A"/>
    <w:rsid w:val="00696347"/>
    <w:rsid w:val="006A4147"/>
    <w:rsid w:val="006B1DB5"/>
    <w:rsid w:val="006B231C"/>
    <w:rsid w:val="006C4B5E"/>
    <w:rsid w:val="006C76C5"/>
    <w:rsid w:val="006D76A2"/>
    <w:rsid w:val="006E013A"/>
    <w:rsid w:val="006E14E7"/>
    <w:rsid w:val="006E7D8F"/>
    <w:rsid w:val="006F5FDE"/>
    <w:rsid w:val="007002AC"/>
    <w:rsid w:val="007027F1"/>
    <w:rsid w:val="0070465F"/>
    <w:rsid w:val="00705BF0"/>
    <w:rsid w:val="0070678D"/>
    <w:rsid w:val="007119BD"/>
    <w:rsid w:val="00712AB0"/>
    <w:rsid w:val="00713271"/>
    <w:rsid w:val="00715E82"/>
    <w:rsid w:val="00722471"/>
    <w:rsid w:val="00725DE4"/>
    <w:rsid w:val="007262FC"/>
    <w:rsid w:val="007264B4"/>
    <w:rsid w:val="007267AA"/>
    <w:rsid w:val="00735ED0"/>
    <w:rsid w:val="007369A5"/>
    <w:rsid w:val="007373F3"/>
    <w:rsid w:val="00752B74"/>
    <w:rsid w:val="007578F5"/>
    <w:rsid w:val="0076291F"/>
    <w:rsid w:val="007706FA"/>
    <w:rsid w:val="00772C38"/>
    <w:rsid w:val="007753AB"/>
    <w:rsid w:val="00775AEE"/>
    <w:rsid w:val="00776400"/>
    <w:rsid w:val="007765B8"/>
    <w:rsid w:val="00780353"/>
    <w:rsid w:val="00791D53"/>
    <w:rsid w:val="0079423A"/>
    <w:rsid w:val="0079718E"/>
    <w:rsid w:val="007A2EF0"/>
    <w:rsid w:val="007A3603"/>
    <w:rsid w:val="007A463B"/>
    <w:rsid w:val="007B2A5C"/>
    <w:rsid w:val="007E0164"/>
    <w:rsid w:val="007E71A2"/>
    <w:rsid w:val="008004B3"/>
    <w:rsid w:val="00803125"/>
    <w:rsid w:val="00817934"/>
    <w:rsid w:val="00821520"/>
    <w:rsid w:val="0083010D"/>
    <w:rsid w:val="0083262B"/>
    <w:rsid w:val="008337B2"/>
    <w:rsid w:val="0084499F"/>
    <w:rsid w:val="00844DD5"/>
    <w:rsid w:val="00846387"/>
    <w:rsid w:val="008473D0"/>
    <w:rsid w:val="00873974"/>
    <w:rsid w:val="00875A20"/>
    <w:rsid w:val="00875C58"/>
    <w:rsid w:val="00885FC9"/>
    <w:rsid w:val="0088603C"/>
    <w:rsid w:val="00887B99"/>
    <w:rsid w:val="00891B26"/>
    <w:rsid w:val="00894A09"/>
    <w:rsid w:val="008A0C9A"/>
    <w:rsid w:val="008A28E3"/>
    <w:rsid w:val="008A31FD"/>
    <w:rsid w:val="008A3232"/>
    <w:rsid w:val="008A630A"/>
    <w:rsid w:val="008A715B"/>
    <w:rsid w:val="008A74EC"/>
    <w:rsid w:val="008B38D8"/>
    <w:rsid w:val="008D1D50"/>
    <w:rsid w:val="008D7723"/>
    <w:rsid w:val="008E7515"/>
    <w:rsid w:val="008F1C03"/>
    <w:rsid w:val="008F2608"/>
    <w:rsid w:val="008F44B9"/>
    <w:rsid w:val="00900C76"/>
    <w:rsid w:val="00902923"/>
    <w:rsid w:val="00902986"/>
    <w:rsid w:val="00931A14"/>
    <w:rsid w:val="00935365"/>
    <w:rsid w:val="00943AE2"/>
    <w:rsid w:val="009443C5"/>
    <w:rsid w:val="00946FF0"/>
    <w:rsid w:val="00953DCA"/>
    <w:rsid w:val="00963566"/>
    <w:rsid w:val="00966D49"/>
    <w:rsid w:val="009725D0"/>
    <w:rsid w:val="009738AB"/>
    <w:rsid w:val="00977389"/>
    <w:rsid w:val="00981D9D"/>
    <w:rsid w:val="00982F9B"/>
    <w:rsid w:val="00984D7F"/>
    <w:rsid w:val="009924BB"/>
    <w:rsid w:val="00995843"/>
    <w:rsid w:val="009A4191"/>
    <w:rsid w:val="009A5584"/>
    <w:rsid w:val="009A5BFD"/>
    <w:rsid w:val="009A7D2D"/>
    <w:rsid w:val="009B5D22"/>
    <w:rsid w:val="009B6AD8"/>
    <w:rsid w:val="009C3189"/>
    <w:rsid w:val="009C6D98"/>
    <w:rsid w:val="009C7884"/>
    <w:rsid w:val="009D25FE"/>
    <w:rsid w:val="009D491A"/>
    <w:rsid w:val="009E7E88"/>
    <w:rsid w:val="009F29D0"/>
    <w:rsid w:val="009F5990"/>
    <w:rsid w:val="009F625E"/>
    <w:rsid w:val="00A06812"/>
    <w:rsid w:val="00A13CDC"/>
    <w:rsid w:val="00A16CA6"/>
    <w:rsid w:val="00A16EE2"/>
    <w:rsid w:val="00A21572"/>
    <w:rsid w:val="00A257C5"/>
    <w:rsid w:val="00A27622"/>
    <w:rsid w:val="00A318C9"/>
    <w:rsid w:val="00A4159F"/>
    <w:rsid w:val="00A52D75"/>
    <w:rsid w:val="00A52F91"/>
    <w:rsid w:val="00A564A4"/>
    <w:rsid w:val="00A617D6"/>
    <w:rsid w:val="00A62925"/>
    <w:rsid w:val="00A64A67"/>
    <w:rsid w:val="00A677B8"/>
    <w:rsid w:val="00A72CFB"/>
    <w:rsid w:val="00A73C0C"/>
    <w:rsid w:val="00A86DD5"/>
    <w:rsid w:val="00A91874"/>
    <w:rsid w:val="00A92D3D"/>
    <w:rsid w:val="00A93F0E"/>
    <w:rsid w:val="00AA3A31"/>
    <w:rsid w:val="00AB2EC6"/>
    <w:rsid w:val="00AC0E07"/>
    <w:rsid w:val="00AC3D26"/>
    <w:rsid w:val="00AC748F"/>
    <w:rsid w:val="00AE2352"/>
    <w:rsid w:val="00AF1820"/>
    <w:rsid w:val="00AF45A6"/>
    <w:rsid w:val="00B033C0"/>
    <w:rsid w:val="00B11D88"/>
    <w:rsid w:val="00B13842"/>
    <w:rsid w:val="00B15866"/>
    <w:rsid w:val="00B1690F"/>
    <w:rsid w:val="00B203C0"/>
    <w:rsid w:val="00B239F8"/>
    <w:rsid w:val="00B2568F"/>
    <w:rsid w:val="00B25F07"/>
    <w:rsid w:val="00B32AB0"/>
    <w:rsid w:val="00B3382C"/>
    <w:rsid w:val="00B3470C"/>
    <w:rsid w:val="00B36D06"/>
    <w:rsid w:val="00B36F26"/>
    <w:rsid w:val="00B37A85"/>
    <w:rsid w:val="00B45714"/>
    <w:rsid w:val="00B45D7A"/>
    <w:rsid w:val="00B505CC"/>
    <w:rsid w:val="00B57090"/>
    <w:rsid w:val="00B623B2"/>
    <w:rsid w:val="00B64833"/>
    <w:rsid w:val="00B72483"/>
    <w:rsid w:val="00B82928"/>
    <w:rsid w:val="00B92E37"/>
    <w:rsid w:val="00B9685B"/>
    <w:rsid w:val="00BA0DD7"/>
    <w:rsid w:val="00BA46E2"/>
    <w:rsid w:val="00BA5189"/>
    <w:rsid w:val="00BA6AB6"/>
    <w:rsid w:val="00BB6B91"/>
    <w:rsid w:val="00BC0126"/>
    <w:rsid w:val="00BC0725"/>
    <w:rsid w:val="00BC373C"/>
    <w:rsid w:val="00BD1CE3"/>
    <w:rsid w:val="00BD2C83"/>
    <w:rsid w:val="00BD3825"/>
    <w:rsid w:val="00BD5C43"/>
    <w:rsid w:val="00BE24EA"/>
    <w:rsid w:val="00BE66DF"/>
    <w:rsid w:val="00BF63E1"/>
    <w:rsid w:val="00C00D8C"/>
    <w:rsid w:val="00C03827"/>
    <w:rsid w:val="00C0713A"/>
    <w:rsid w:val="00C105EB"/>
    <w:rsid w:val="00C163B2"/>
    <w:rsid w:val="00C2131B"/>
    <w:rsid w:val="00C230FA"/>
    <w:rsid w:val="00C26148"/>
    <w:rsid w:val="00C30562"/>
    <w:rsid w:val="00C35F0D"/>
    <w:rsid w:val="00C371CA"/>
    <w:rsid w:val="00C44C82"/>
    <w:rsid w:val="00C45675"/>
    <w:rsid w:val="00C553AB"/>
    <w:rsid w:val="00C56536"/>
    <w:rsid w:val="00C56CAA"/>
    <w:rsid w:val="00C5750E"/>
    <w:rsid w:val="00C57EF0"/>
    <w:rsid w:val="00C60014"/>
    <w:rsid w:val="00C61B09"/>
    <w:rsid w:val="00C61E71"/>
    <w:rsid w:val="00C626F1"/>
    <w:rsid w:val="00C70127"/>
    <w:rsid w:val="00C71FCA"/>
    <w:rsid w:val="00C7473A"/>
    <w:rsid w:val="00C80C70"/>
    <w:rsid w:val="00C84B6D"/>
    <w:rsid w:val="00CA0BE0"/>
    <w:rsid w:val="00CA4A32"/>
    <w:rsid w:val="00CA6681"/>
    <w:rsid w:val="00CA6B59"/>
    <w:rsid w:val="00CA729E"/>
    <w:rsid w:val="00CA7798"/>
    <w:rsid w:val="00CB00F0"/>
    <w:rsid w:val="00CB375C"/>
    <w:rsid w:val="00CB3D8F"/>
    <w:rsid w:val="00CB561B"/>
    <w:rsid w:val="00CC08B1"/>
    <w:rsid w:val="00CC61C3"/>
    <w:rsid w:val="00CD1639"/>
    <w:rsid w:val="00CD1BBE"/>
    <w:rsid w:val="00CD382D"/>
    <w:rsid w:val="00CD7C9A"/>
    <w:rsid w:val="00CE13F3"/>
    <w:rsid w:val="00CF1725"/>
    <w:rsid w:val="00CF2684"/>
    <w:rsid w:val="00CF3054"/>
    <w:rsid w:val="00CF59FB"/>
    <w:rsid w:val="00CF6C2D"/>
    <w:rsid w:val="00D03A4A"/>
    <w:rsid w:val="00D1469A"/>
    <w:rsid w:val="00D35883"/>
    <w:rsid w:val="00D363B0"/>
    <w:rsid w:val="00D41B58"/>
    <w:rsid w:val="00D4422A"/>
    <w:rsid w:val="00D6281A"/>
    <w:rsid w:val="00D876AA"/>
    <w:rsid w:val="00D9003F"/>
    <w:rsid w:val="00D9300A"/>
    <w:rsid w:val="00D96CAF"/>
    <w:rsid w:val="00DA6912"/>
    <w:rsid w:val="00DB194D"/>
    <w:rsid w:val="00DB64B5"/>
    <w:rsid w:val="00DC098A"/>
    <w:rsid w:val="00DC523C"/>
    <w:rsid w:val="00DC750E"/>
    <w:rsid w:val="00DD52DA"/>
    <w:rsid w:val="00DD63C6"/>
    <w:rsid w:val="00DE04CC"/>
    <w:rsid w:val="00DE06D6"/>
    <w:rsid w:val="00DF2851"/>
    <w:rsid w:val="00E04F4F"/>
    <w:rsid w:val="00E0744D"/>
    <w:rsid w:val="00E0770E"/>
    <w:rsid w:val="00E11129"/>
    <w:rsid w:val="00E127D9"/>
    <w:rsid w:val="00E200BB"/>
    <w:rsid w:val="00E21BF9"/>
    <w:rsid w:val="00E2328C"/>
    <w:rsid w:val="00E269E1"/>
    <w:rsid w:val="00E26FE3"/>
    <w:rsid w:val="00E300F5"/>
    <w:rsid w:val="00E370DF"/>
    <w:rsid w:val="00E41807"/>
    <w:rsid w:val="00E44D56"/>
    <w:rsid w:val="00E4591A"/>
    <w:rsid w:val="00E50CFE"/>
    <w:rsid w:val="00E51BF1"/>
    <w:rsid w:val="00E56DF1"/>
    <w:rsid w:val="00E64058"/>
    <w:rsid w:val="00E6444F"/>
    <w:rsid w:val="00E73EA2"/>
    <w:rsid w:val="00E92DAF"/>
    <w:rsid w:val="00E9674A"/>
    <w:rsid w:val="00EA4EC8"/>
    <w:rsid w:val="00EB1FF1"/>
    <w:rsid w:val="00EC22EE"/>
    <w:rsid w:val="00EC5E53"/>
    <w:rsid w:val="00EC7D49"/>
    <w:rsid w:val="00ED068A"/>
    <w:rsid w:val="00ED7F89"/>
    <w:rsid w:val="00EE1BA8"/>
    <w:rsid w:val="00EE7C25"/>
    <w:rsid w:val="00EF5DF3"/>
    <w:rsid w:val="00F0675B"/>
    <w:rsid w:val="00F06F2A"/>
    <w:rsid w:val="00F137A4"/>
    <w:rsid w:val="00F16FF5"/>
    <w:rsid w:val="00F201C1"/>
    <w:rsid w:val="00F24277"/>
    <w:rsid w:val="00F2701D"/>
    <w:rsid w:val="00F3415C"/>
    <w:rsid w:val="00F36207"/>
    <w:rsid w:val="00F52335"/>
    <w:rsid w:val="00F552FA"/>
    <w:rsid w:val="00F57A55"/>
    <w:rsid w:val="00F61149"/>
    <w:rsid w:val="00F67AB7"/>
    <w:rsid w:val="00F724AC"/>
    <w:rsid w:val="00F74C18"/>
    <w:rsid w:val="00F76C63"/>
    <w:rsid w:val="00F93076"/>
    <w:rsid w:val="00FA043C"/>
    <w:rsid w:val="00FA10AA"/>
    <w:rsid w:val="00FA2EC3"/>
    <w:rsid w:val="00FA303E"/>
    <w:rsid w:val="00FA5D49"/>
    <w:rsid w:val="00FB4B22"/>
    <w:rsid w:val="00FB6E61"/>
    <w:rsid w:val="00FC33E9"/>
    <w:rsid w:val="00FD24D4"/>
    <w:rsid w:val="00FD2586"/>
    <w:rsid w:val="00FD3105"/>
    <w:rsid w:val="00FD47AE"/>
    <w:rsid w:val="00FE072C"/>
    <w:rsid w:val="00FE291A"/>
    <w:rsid w:val="00FE55AA"/>
    <w:rsid w:val="00FE7A39"/>
    <w:rsid w:val="00FF74D8"/>
    <w:rsid w:val="33FCCF5C"/>
    <w:rsid w:val="620DF011"/>
    <w:rsid w:val="67D094E1"/>
    <w:rsid w:val="776269F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D2F2D2"/>
  <w15:docId w15:val="{8E53CC12-CBAA-4926-AB78-1818D764B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1" w:defUIPriority="0" w:defSemiHidden="0" w:defUnhideWhenUsed="0" w:defQFormat="0" w:count="376">
    <w:lsdException w:name="Normal" w:locked="0" w:qFormat="1"/>
    <w:lsdException w:name="heading 1" w:semiHidden="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lsdException w:name="FollowedHyperlink" w:semiHidden="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256433"/>
    <w:pPr>
      <w:overflowPunct w:val="0"/>
      <w:autoSpaceDE w:val="0"/>
      <w:autoSpaceDN w:val="0"/>
      <w:adjustRightInd w:val="0"/>
      <w:textAlignment w:val="baseline"/>
    </w:pPr>
    <w:rPr>
      <w:rFonts w:ascii="Frutiger 45 Light" w:hAnsi="Frutiger 45 Light"/>
      <w:sz w:val="22"/>
      <w:lang w:val="de-DE" w:eastAsia="de-DE"/>
    </w:rPr>
  </w:style>
  <w:style w:type="paragraph" w:styleId="Heading2">
    <w:name w:val="heading 2"/>
    <w:basedOn w:val="Normal"/>
    <w:next w:val="Normal"/>
    <w:link w:val="Heading2Char"/>
    <w:semiHidden/>
    <w:unhideWhenUsed/>
    <w:qFormat/>
    <w:locked/>
    <w:rsid w:val="00B82928"/>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locked/>
    <w:rsid w:val="00E50CFE"/>
    <w:pPr>
      <w:tabs>
        <w:tab w:val="center" w:pos="4536"/>
        <w:tab w:val="right" w:pos="9072"/>
      </w:tabs>
    </w:pPr>
  </w:style>
  <w:style w:type="character" w:customStyle="1" w:styleId="FooterChar">
    <w:name w:val="Footer Char"/>
    <w:link w:val="Footer"/>
    <w:semiHidden/>
    <w:rsid w:val="00B25F07"/>
    <w:rPr>
      <w:rFonts w:ascii="Calibri" w:hAnsi="Calibri"/>
      <w:sz w:val="22"/>
      <w:szCs w:val="22"/>
      <w:lang w:val="en-US" w:eastAsia="en-US"/>
    </w:rPr>
  </w:style>
  <w:style w:type="character" w:styleId="Hyperlink">
    <w:name w:val="Hyperlink"/>
    <w:semiHidden/>
    <w:locked/>
    <w:rsid w:val="00E50CFE"/>
    <w:rPr>
      <w:color w:val="0000FF"/>
      <w:u w:val="single"/>
    </w:rPr>
  </w:style>
  <w:style w:type="character" w:styleId="Strong">
    <w:name w:val="Strong"/>
    <w:uiPriority w:val="22"/>
    <w:semiHidden/>
    <w:qFormat/>
    <w:locked/>
    <w:rsid w:val="000B4046"/>
    <w:rPr>
      <w:b/>
      <w:bCs/>
    </w:rPr>
  </w:style>
  <w:style w:type="paragraph" w:styleId="NormalWeb">
    <w:name w:val="Normal (Web)"/>
    <w:basedOn w:val="Normal"/>
    <w:uiPriority w:val="99"/>
    <w:semiHidden/>
    <w:locked/>
    <w:rsid w:val="000B4046"/>
    <w:pPr>
      <w:spacing w:before="100" w:beforeAutospacing="1" w:after="100" w:afterAutospacing="1"/>
    </w:pPr>
    <w:rPr>
      <w:rFonts w:ascii="Times New Roman" w:hAnsi="Times New Roman"/>
      <w:sz w:val="24"/>
      <w:szCs w:val="24"/>
      <w:lang w:val="de-CH" w:eastAsia="de-CH"/>
    </w:rPr>
  </w:style>
  <w:style w:type="paragraph" w:styleId="Header">
    <w:name w:val="header"/>
    <w:basedOn w:val="Normal"/>
    <w:link w:val="HeaderChar"/>
    <w:semiHidden/>
    <w:locked/>
    <w:rsid w:val="00CA0BE0"/>
    <w:pPr>
      <w:tabs>
        <w:tab w:val="center" w:pos="4536"/>
        <w:tab w:val="right" w:pos="9072"/>
      </w:tabs>
    </w:pPr>
  </w:style>
  <w:style w:type="character" w:customStyle="1" w:styleId="HeaderChar">
    <w:name w:val="Header Char"/>
    <w:basedOn w:val="DefaultParagraphFont"/>
    <w:link w:val="Header"/>
    <w:semiHidden/>
    <w:rsid w:val="00B25F07"/>
    <w:rPr>
      <w:rFonts w:ascii="Calibri" w:hAnsi="Calibri"/>
      <w:sz w:val="22"/>
      <w:szCs w:val="22"/>
      <w:lang w:val="en-US" w:eastAsia="en-US"/>
    </w:rPr>
  </w:style>
  <w:style w:type="character" w:customStyle="1" w:styleId="Logo">
    <w:name w:val="Logo"/>
    <w:basedOn w:val="DefaultParagraphFont"/>
    <w:rsid w:val="00CA6681"/>
    <w:rPr>
      <w:rFonts w:ascii="HelveticaNeueLT Std Lt" w:hAnsi="HelveticaNeueLT Std Lt"/>
      <w:vanish w:val="0"/>
    </w:rPr>
  </w:style>
  <w:style w:type="paragraph" w:customStyle="1" w:styleId="Fusszeile1">
    <w:name w:val="Fusszeile_1"/>
    <w:basedOn w:val="Normal"/>
    <w:qFormat/>
    <w:rsid w:val="00B25F07"/>
    <w:pPr>
      <w:keepNext/>
      <w:keepLines/>
      <w:widowControl w:val="0"/>
      <w:spacing w:line="320" w:lineRule="atLeast"/>
      <w:jc w:val="both"/>
    </w:pPr>
    <w:rPr>
      <w:rFonts w:ascii="HelveticaNeueLT Std" w:eastAsia="PMingLiU" w:hAnsi="HelveticaNeueLT Std" w:cs="Arial"/>
      <w:bCs/>
      <w:color w:val="EC3237"/>
      <w:sz w:val="16"/>
      <w:szCs w:val="16"/>
      <w:lang w:val="de-CH"/>
    </w:rPr>
  </w:style>
  <w:style w:type="paragraph" w:customStyle="1" w:styleId="Fusszeile2">
    <w:name w:val="Fusszeile_2"/>
    <w:basedOn w:val="Normal"/>
    <w:qFormat/>
    <w:rsid w:val="00B25F07"/>
    <w:rPr>
      <w:rFonts w:ascii="HelveticaNeueLT Std Lt" w:hAnsi="HelveticaNeueLT Std Lt" w:cs="Arial"/>
      <w:color w:val="6E6F71"/>
      <w:sz w:val="16"/>
      <w:szCs w:val="16"/>
      <w:lang w:val="de-CH"/>
    </w:rPr>
  </w:style>
  <w:style w:type="paragraph" w:customStyle="1" w:styleId="LauftextMeMi">
    <w:name w:val="Lauftext_MeMi"/>
    <w:basedOn w:val="NormalWeb"/>
    <w:uiPriority w:val="99"/>
    <w:rsid w:val="00460720"/>
    <w:pPr>
      <w:spacing w:before="0" w:beforeAutospacing="0" w:after="120" w:afterAutospacing="0" w:line="288" w:lineRule="auto"/>
    </w:pPr>
    <w:rPr>
      <w:rFonts w:ascii="HelveticaNeueLT Std Lt" w:hAnsi="HelveticaNeueLT Std Lt"/>
      <w:sz w:val="20"/>
    </w:rPr>
  </w:style>
  <w:style w:type="character" w:customStyle="1" w:styleId="Lead">
    <w:name w:val="Lead"/>
    <w:basedOn w:val="Strong"/>
    <w:rsid w:val="004011B6"/>
    <w:rPr>
      <w:rFonts w:ascii="HelveticaNeueLT Std Med" w:hAnsi="HelveticaNeueLT Std Med"/>
      <w:b w:val="0"/>
      <w:bCs w:val="0"/>
      <w:sz w:val="20"/>
    </w:rPr>
  </w:style>
  <w:style w:type="paragraph" w:customStyle="1" w:styleId="TitelMeMi">
    <w:name w:val="Titel_MeMi"/>
    <w:basedOn w:val="Normal"/>
    <w:rsid w:val="004011B6"/>
    <w:pPr>
      <w:spacing w:line="500" w:lineRule="atLeast"/>
    </w:pPr>
    <w:rPr>
      <w:rFonts w:ascii="HelveticaNeueLT Std Lt" w:hAnsi="HelveticaNeueLT Std Lt"/>
      <w:color w:val="4B575E"/>
      <w:spacing w:val="3"/>
      <w:sz w:val="28"/>
    </w:rPr>
  </w:style>
  <w:style w:type="character" w:customStyle="1" w:styleId="DatumMeMi">
    <w:name w:val="Datum_MeMi"/>
    <w:basedOn w:val="DefaultParagraphFont"/>
    <w:rsid w:val="004011B6"/>
    <w:rPr>
      <w:rFonts w:ascii="HelveticaNeueLT Std" w:hAnsi="HelveticaNeueLT Std"/>
      <w:color w:val="4B575E"/>
      <w:spacing w:val="3"/>
      <w:sz w:val="28"/>
    </w:rPr>
  </w:style>
  <w:style w:type="paragraph" w:customStyle="1" w:styleId="MeMi">
    <w:name w:val="MeMi"/>
    <w:basedOn w:val="Normal"/>
    <w:rsid w:val="00B25F07"/>
    <w:pPr>
      <w:spacing w:line="500" w:lineRule="atLeast"/>
    </w:pPr>
    <w:rPr>
      <w:rFonts w:ascii="HelveticaNeueLT Std" w:hAnsi="HelveticaNeueLT Std"/>
      <w:color w:val="7F7F7F" w:themeColor="text1" w:themeTint="80"/>
      <w:sz w:val="46"/>
    </w:rPr>
  </w:style>
  <w:style w:type="paragraph" w:styleId="HTMLAddress">
    <w:name w:val="HTML Address"/>
    <w:basedOn w:val="Normal"/>
    <w:link w:val="HTMLAddressChar"/>
    <w:semiHidden/>
    <w:locked/>
    <w:rsid w:val="00DD63C6"/>
    <w:rPr>
      <w:i/>
      <w:iCs/>
    </w:rPr>
  </w:style>
  <w:style w:type="character" w:customStyle="1" w:styleId="HTMLAddressChar">
    <w:name w:val="HTML Address Char"/>
    <w:basedOn w:val="DefaultParagraphFont"/>
    <w:link w:val="HTMLAddress"/>
    <w:semiHidden/>
    <w:rsid w:val="00B25F07"/>
    <w:rPr>
      <w:rFonts w:ascii="Calibri" w:hAnsi="Calibri"/>
      <w:i/>
      <w:iCs/>
      <w:sz w:val="22"/>
      <w:szCs w:val="22"/>
      <w:lang w:val="en-US" w:eastAsia="en-US"/>
    </w:rPr>
  </w:style>
  <w:style w:type="character" w:styleId="HTMLDefinition">
    <w:name w:val="HTML Definition"/>
    <w:basedOn w:val="DefaultParagraphFont"/>
    <w:semiHidden/>
    <w:locked/>
    <w:rsid w:val="00DD63C6"/>
    <w:rPr>
      <w:i/>
      <w:iCs/>
    </w:rPr>
  </w:style>
  <w:style w:type="character" w:styleId="HTMLKeyboard">
    <w:name w:val="HTML Keyboard"/>
    <w:basedOn w:val="DefaultParagraphFont"/>
    <w:semiHidden/>
    <w:locked/>
    <w:rsid w:val="00DD63C6"/>
    <w:rPr>
      <w:rFonts w:ascii="Consolas" w:hAnsi="Consolas" w:cs="Consolas"/>
      <w:sz w:val="20"/>
      <w:szCs w:val="20"/>
    </w:rPr>
  </w:style>
  <w:style w:type="paragraph" w:styleId="Index2">
    <w:name w:val="index 2"/>
    <w:basedOn w:val="Normal"/>
    <w:next w:val="Normal"/>
    <w:autoRedefine/>
    <w:semiHidden/>
    <w:locked/>
    <w:rsid w:val="00DD63C6"/>
    <w:pPr>
      <w:ind w:left="440" w:hanging="220"/>
    </w:pPr>
  </w:style>
  <w:style w:type="paragraph" w:styleId="DocumentMap">
    <w:name w:val="Document Map"/>
    <w:basedOn w:val="Normal"/>
    <w:link w:val="DocumentMapChar"/>
    <w:semiHidden/>
    <w:locked/>
    <w:rsid w:val="00B25F07"/>
    <w:rPr>
      <w:rFonts w:ascii="Tahoma" w:hAnsi="Tahoma" w:cs="Tahoma"/>
      <w:sz w:val="16"/>
      <w:szCs w:val="16"/>
    </w:rPr>
  </w:style>
  <w:style w:type="character" w:customStyle="1" w:styleId="DocumentMapChar">
    <w:name w:val="Document Map Char"/>
    <w:basedOn w:val="DefaultParagraphFont"/>
    <w:link w:val="DocumentMap"/>
    <w:semiHidden/>
    <w:rsid w:val="00B25F07"/>
    <w:rPr>
      <w:rFonts w:ascii="Tahoma" w:hAnsi="Tahoma" w:cs="Tahoma"/>
      <w:sz w:val="16"/>
      <w:szCs w:val="16"/>
      <w:lang w:val="en-US" w:eastAsia="en-US"/>
    </w:rPr>
  </w:style>
  <w:style w:type="paragraph" w:customStyle="1" w:styleId="Betreffzeile">
    <w:name w:val="Betreffzeile"/>
    <w:basedOn w:val="LauftextMeMi"/>
    <w:qFormat/>
    <w:rsid w:val="00256433"/>
    <w:rPr>
      <w:rFonts w:ascii="HelveticaNeueLT Std" w:hAnsi="HelveticaNeueLT Std"/>
    </w:rPr>
  </w:style>
  <w:style w:type="paragraph" w:styleId="BalloonText">
    <w:name w:val="Balloon Text"/>
    <w:basedOn w:val="Normal"/>
    <w:link w:val="BalloonTextChar"/>
    <w:semiHidden/>
    <w:locked/>
    <w:rsid w:val="001A6A71"/>
    <w:rPr>
      <w:rFonts w:ascii="Tahoma" w:hAnsi="Tahoma" w:cs="Tahoma"/>
      <w:sz w:val="16"/>
      <w:szCs w:val="16"/>
    </w:rPr>
  </w:style>
  <w:style w:type="character" w:customStyle="1" w:styleId="BalloonTextChar">
    <w:name w:val="Balloon Text Char"/>
    <w:basedOn w:val="DefaultParagraphFont"/>
    <w:link w:val="BalloonText"/>
    <w:semiHidden/>
    <w:rsid w:val="001A6A71"/>
    <w:rPr>
      <w:rFonts w:ascii="Tahoma" w:hAnsi="Tahoma" w:cs="Tahoma"/>
      <w:sz w:val="16"/>
      <w:szCs w:val="16"/>
      <w:lang w:val="en-US" w:eastAsia="en-US"/>
    </w:rPr>
  </w:style>
  <w:style w:type="character" w:styleId="PlaceholderText">
    <w:name w:val="Placeholder Text"/>
    <w:basedOn w:val="DefaultParagraphFont"/>
    <w:uiPriority w:val="99"/>
    <w:semiHidden/>
    <w:locked/>
    <w:rsid w:val="004102DD"/>
    <w:rPr>
      <w:color w:val="808080"/>
    </w:rPr>
  </w:style>
  <w:style w:type="character" w:styleId="UnresolvedMention">
    <w:name w:val="Unresolved Mention"/>
    <w:basedOn w:val="DefaultParagraphFont"/>
    <w:uiPriority w:val="99"/>
    <w:semiHidden/>
    <w:unhideWhenUsed/>
    <w:rsid w:val="00BA6AB6"/>
    <w:rPr>
      <w:color w:val="605E5C"/>
      <w:shd w:val="clear" w:color="auto" w:fill="E1DFDD"/>
    </w:rPr>
  </w:style>
  <w:style w:type="table" w:styleId="TableGrid">
    <w:name w:val="Table Grid"/>
    <w:basedOn w:val="TableNormal"/>
    <w:locked/>
    <w:rsid w:val="00554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locked/>
    <w:rsid w:val="00B36F26"/>
    <w:pPr>
      <w:ind w:left="720"/>
      <w:contextualSpacing/>
    </w:pPr>
  </w:style>
  <w:style w:type="character" w:styleId="FollowedHyperlink">
    <w:name w:val="FollowedHyperlink"/>
    <w:basedOn w:val="DefaultParagraphFont"/>
    <w:semiHidden/>
    <w:locked/>
    <w:rsid w:val="00DC750E"/>
    <w:rPr>
      <w:color w:val="800080" w:themeColor="followedHyperlink"/>
      <w:u w:val="single"/>
    </w:rPr>
  </w:style>
  <w:style w:type="character" w:customStyle="1" w:styleId="Heading2Char">
    <w:name w:val="Heading 2 Char"/>
    <w:basedOn w:val="DefaultParagraphFont"/>
    <w:link w:val="Heading2"/>
    <w:semiHidden/>
    <w:rsid w:val="00B82928"/>
    <w:rPr>
      <w:rFonts w:asciiTheme="majorHAnsi" w:eastAsiaTheme="majorEastAsia" w:hAnsiTheme="majorHAnsi" w:cstheme="majorBidi"/>
      <w:color w:val="365F91" w:themeColor="accent1" w:themeShade="BF"/>
      <w:sz w:val="26"/>
      <w:szCs w:val="2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537723">
      <w:bodyDiv w:val="1"/>
      <w:marLeft w:val="0"/>
      <w:marRight w:val="0"/>
      <w:marTop w:val="0"/>
      <w:marBottom w:val="0"/>
      <w:divBdr>
        <w:top w:val="none" w:sz="0" w:space="0" w:color="auto"/>
        <w:left w:val="none" w:sz="0" w:space="0" w:color="auto"/>
        <w:bottom w:val="none" w:sz="0" w:space="0" w:color="auto"/>
        <w:right w:val="none" w:sz="0" w:space="0" w:color="auto"/>
      </w:divBdr>
    </w:div>
    <w:div w:id="463281919">
      <w:bodyDiv w:val="1"/>
      <w:marLeft w:val="0"/>
      <w:marRight w:val="0"/>
      <w:marTop w:val="0"/>
      <w:marBottom w:val="0"/>
      <w:divBdr>
        <w:top w:val="none" w:sz="0" w:space="0" w:color="auto"/>
        <w:left w:val="none" w:sz="0" w:space="0" w:color="auto"/>
        <w:bottom w:val="none" w:sz="0" w:space="0" w:color="auto"/>
        <w:right w:val="none" w:sz="0" w:space="0" w:color="auto"/>
      </w:divBdr>
      <w:divsChild>
        <w:div w:id="1138108416">
          <w:marLeft w:val="0"/>
          <w:marRight w:val="0"/>
          <w:marTop w:val="0"/>
          <w:marBottom w:val="0"/>
          <w:divBdr>
            <w:top w:val="none" w:sz="0" w:space="0" w:color="auto"/>
            <w:left w:val="none" w:sz="0" w:space="0" w:color="auto"/>
            <w:bottom w:val="none" w:sz="0" w:space="0" w:color="auto"/>
            <w:right w:val="none" w:sz="0" w:space="0" w:color="auto"/>
          </w:divBdr>
          <w:divsChild>
            <w:div w:id="45536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225147">
      <w:bodyDiv w:val="1"/>
      <w:marLeft w:val="0"/>
      <w:marRight w:val="0"/>
      <w:marTop w:val="0"/>
      <w:marBottom w:val="0"/>
      <w:divBdr>
        <w:top w:val="none" w:sz="0" w:space="0" w:color="auto"/>
        <w:left w:val="none" w:sz="0" w:space="0" w:color="auto"/>
        <w:bottom w:val="none" w:sz="0" w:space="0" w:color="auto"/>
        <w:right w:val="none" w:sz="0" w:space="0" w:color="auto"/>
      </w:divBdr>
      <w:divsChild>
        <w:div w:id="1740445877">
          <w:marLeft w:val="0"/>
          <w:marRight w:val="0"/>
          <w:marTop w:val="0"/>
          <w:marBottom w:val="0"/>
          <w:divBdr>
            <w:top w:val="none" w:sz="0" w:space="0" w:color="auto"/>
            <w:left w:val="none" w:sz="0" w:space="0" w:color="auto"/>
            <w:bottom w:val="none" w:sz="0" w:space="0" w:color="auto"/>
            <w:right w:val="none" w:sz="0" w:space="0" w:color="auto"/>
          </w:divBdr>
        </w:div>
      </w:divsChild>
    </w:div>
    <w:div w:id="661741201">
      <w:bodyDiv w:val="1"/>
      <w:marLeft w:val="0"/>
      <w:marRight w:val="0"/>
      <w:marTop w:val="0"/>
      <w:marBottom w:val="0"/>
      <w:divBdr>
        <w:top w:val="none" w:sz="0" w:space="0" w:color="auto"/>
        <w:left w:val="none" w:sz="0" w:space="0" w:color="auto"/>
        <w:bottom w:val="none" w:sz="0" w:space="0" w:color="auto"/>
        <w:right w:val="none" w:sz="0" w:space="0" w:color="auto"/>
      </w:divBdr>
    </w:div>
    <w:div w:id="968435318">
      <w:bodyDiv w:val="1"/>
      <w:marLeft w:val="0"/>
      <w:marRight w:val="0"/>
      <w:marTop w:val="0"/>
      <w:marBottom w:val="0"/>
      <w:divBdr>
        <w:top w:val="none" w:sz="0" w:space="0" w:color="auto"/>
        <w:left w:val="none" w:sz="0" w:space="0" w:color="auto"/>
        <w:bottom w:val="none" w:sz="0" w:space="0" w:color="auto"/>
        <w:right w:val="none" w:sz="0" w:space="0" w:color="auto"/>
      </w:divBdr>
    </w:div>
    <w:div w:id="1440371313">
      <w:bodyDiv w:val="1"/>
      <w:marLeft w:val="0"/>
      <w:marRight w:val="0"/>
      <w:marTop w:val="0"/>
      <w:marBottom w:val="0"/>
      <w:divBdr>
        <w:top w:val="none" w:sz="0" w:space="0" w:color="auto"/>
        <w:left w:val="none" w:sz="0" w:space="0" w:color="auto"/>
        <w:bottom w:val="none" w:sz="0" w:space="0" w:color="auto"/>
        <w:right w:val="none" w:sz="0" w:space="0" w:color="auto"/>
      </w:divBdr>
      <w:divsChild>
        <w:div w:id="95947545">
          <w:marLeft w:val="0"/>
          <w:marRight w:val="0"/>
          <w:marTop w:val="0"/>
          <w:marBottom w:val="0"/>
          <w:divBdr>
            <w:top w:val="none" w:sz="0" w:space="0" w:color="auto"/>
            <w:left w:val="none" w:sz="0" w:space="0" w:color="auto"/>
            <w:bottom w:val="none" w:sz="0" w:space="0" w:color="auto"/>
            <w:right w:val="none" w:sz="0" w:space="0" w:color="auto"/>
          </w:divBdr>
        </w:div>
      </w:divsChild>
    </w:div>
    <w:div w:id="1465462031">
      <w:bodyDiv w:val="1"/>
      <w:marLeft w:val="0"/>
      <w:marRight w:val="0"/>
      <w:marTop w:val="0"/>
      <w:marBottom w:val="0"/>
      <w:divBdr>
        <w:top w:val="none" w:sz="0" w:space="0" w:color="auto"/>
        <w:left w:val="none" w:sz="0" w:space="0" w:color="auto"/>
        <w:bottom w:val="none" w:sz="0" w:space="0" w:color="auto"/>
        <w:right w:val="none" w:sz="0" w:space="0" w:color="auto"/>
      </w:divBdr>
    </w:div>
    <w:div w:id="1711958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ntrepreneurskills.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youtu.be/hBiiLkhsmmE?si=_g1ZBgL_shAo4oV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VERWALTUNG\EDV\Vorlagen\SOHK\GZS%20GmbH_Brief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BFA4E-C128-446C-B668-8A0D41099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N:\VERWALTUNG\EDV\Vorlagen\SOHK\GZS GmbH_Briefvorlage.dotx</Template>
  <TotalTime>3</TotalTime>
  <Pages>2</Pages>
  <Words>363</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Solothurner Handelskammer</Company>
  <LinksUpToDate>false</LinksUpToDate>
  <CharactersWithSpaces>2429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Heimann</dc:creator>
  <cp:keywords>, docId:38E90B9D82B6EF1832807E2969115D24</cp:keywords>
  <dc:description/>
  <cp:lastModifiedBy>Noel Benz</cp:lastModifiedBy>
  <cp:revision>4</cp:revision>
  <cp:lastPrinted>2025-07-18T09:18:00Z</cp:lastPrinted>
  <dcterms:created xsi:type="dcterms:W3CDTF">2026-01-11T18:39:00Z</dcterms:created>
  <dcterms:modified xsi:type="dcterms:W3CDTF">2026-01-11T18:50:00Z</dcterms:modified>
</cp:coreProperties>
</file>