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B3BB9" w14:textId="77777777" w:rsidR="00CC3D4C" w:rsidRPr="00CC3D4C" w:rsidRDefault="00CC3D4C" w:rsidP="00CC3D4C">
      <w:pPr>
        <w:pStyle w:val="LauftextMeMi"/>
        <w:spacing w:after="0" w:line="276" w:lineRule="auto"/>
        <w:rPr>
          <w:rFonts w:ascii="Arial" w:hAnsi="Arial" w:cs="Arial"/>
          <w:color w:val="7030A0"/>
          <w:sz w:val="28"/>
          <w:szCs w:val="28"/>
        </w:rPr>
      </w:pPr>
      <w:proofErr w:type="spellStart"/>
      <w:r w:rsidRPr="00CC3D4C">
        <w:rPr>
          <w:rFonts w:ascii="Arial" w:hAnsi="Arial" w:cs="Arial"/>
          <w:color w:val="7030A0"/>
          <w:sz w:val="28"/>
          <w:szCs w:val="28"/>
        </w:rPr>
        <w:t>EntrepreneurSkills</w:t>
      </w:r>
      <w:proofErr w:type="spellEnd"/>
      <w:r w:rsidRPr="00CC3D4C">
        <w:rPr>
          <w:rFonts w:ascii="Arial" w:hAnsi="Arial" w:cs="Arial"/>
          <w:color w:val="7030A0"/>
          <w:sz w:val="28"/>
          <w:szCs w:val="28"/>
        </w:rPr>
        <w:t xml:space="preserve"> - </w:t>
      </w:r>
      <w:proofErr w:type="spellStart"/>
      <w:r w:rsidRPr="00CC3D4C">
        <w:rPr>
          <w:rFonts w:ascii="Arial" w:hAnsi="Arial" w:cs="Arial"/>
          <w:color w:val="7030A0"/>
          <w:sz w:val="28"/>
          <w:szCs w:val="28"/>
        </w:rPr>
        <w:t>Campionati</w:t>
      </w:r>
      <w:proofErr w:type="spellEnd"/>
      <w:r w:rsidRPr="00CC3D4C">
        <w:rPr>
          <w:rFonts w:ascii="Arial" w:hAnsi="Arial" w:cs="Arial"/>
          <w:color w:val="7030A0"/>
          <w:sz w:val="28"/>
          <w:szCs w:val="28"/>
        </w:rPr>
        <w:t xml:space="preserve"> </w:t>
      </w:r>
      <w:proofErr w:type="spellStart"/>
      <w:r w:rsidRPr="00CC3D4C">
        <w:rPr>
          <w:rFonts w:ascii="Arial" w:hAnsi="Arial" w:cs="Arial"/>
          <w:color w:val="7030A0"/>
          <w:sz w:val="28"/>
          <w:szCs w:val="28"/>
        </w:rPr>
        <w:t>regionali</w:t>
      </w:r>
      <w:proofErr w:type="spellEnd"/>
      <w:r w:rsidRPr="00CC3D4C">
        <w:rPr>
          <w:rFonts w:ascii="Arial" w:hAnsi="Arial" w:cs="Arial"/>
          <w:color w:val="7030A0"/>
          <w:sz w:val="28"/>
          <w:szCs w:val="28"/>
        </w:rPr>
        <w:t xml:space="preserve"> 2026</w:t>
      </w:r>
    </w:p>
    <w:p w14:paraId="478F0FFC" w14:textId="77777777" w:rsidR="00CC3D4C" w:rsidRPr="00CC3D4C" w:rsidRDefault="00CC3D4C" w:rsidP="00CC3D4C">
      <w:pPr>
        <w:pStyle w:val="LauftextMeMi"/>
        <w:spacing w:after="0" w:line="276" w:lineRule="auto"/>
        <w:rPr>
          <w:rFonts w:ascii="Arial" w:hAnsi="Arial" w:cs="Arial"/>
          <w:b/>
          <w:bCs/>
          <w:color w:val="7030A0"/>
          <w:sz w:val="32"/>
          <w:szCs w:val="32"/>
        </w:rPr>
      </w:pPr>
      <w:proofErr w:type="spellStart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>Testi</w:t>
      </w:r>
      <w:proofErr w:type="spellEnd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 xml:space="preserve"> di </w:t>
      </w:r>
      <w:proofErr w:type="spellStart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>comunicazione</w:t>
      </w:r>
      <w:proofErr w:type="spellEnd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 xml:space="preserve"> per le </w:t>
      </w:r>
      <w:proofErr w:type="spellStart"/>
      <w:proofErr w:type="gramStart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>scuole</w:t>
      </w:r>
      <w:proofErr w:type="spellEnd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>:</w:t>
      </w:r>
      <w:proofErr w:type="gramEnd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 xml:space="preserve"> </w:t>
      </w:r>
      <w:proofErr w:type="spellStart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>insegnanti</w:t>
      </w:r>
      <w:proofErr w:type="spellEnd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 xml:space="preserve"> e </w:t>
      </w:r>
      <w:proofErr w:type="spellStart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>studenti</w:t>
      </w:r>
      <w:proofErr w:type="spellEnd"/>
      <w:r w:rsidRPr="00CC3D4C">
        <w:rPr>
          <w:rFonts w:ascii="Arial" w:hAnsi="Arial" w:cs="Arial"/>
          <w:b/>
          <w:bCs/>
          <w:color w:val="7030A0"/>
          <w:sz w:val="32"/>
          <w:szCs w:val="32"/>
        </w:rPr>
        <w:t xml:space="preserve"> </w:t>
      </w:r>
    </w:p>
    <w:p w14:paraId="5665000D" w14:textId="77777777" w:rsidR="00CC3D4C" w:rsidRPr="00CC3D4C" w:rsidRDefault="00CC3D4C" w:rsidP="00CC3D4C">
      <w:pPr>
        <w:pStyle w:val="LauftextMeMi"/>
        <w:spacing w:after="0" w:line="276" w:lineRule="auto"/>
        <w:rPr>
          <w:rFonts w:ascii="Arial" w:hAnsi="Arial" w:cs="Arial"/>
          <w:color w:val="7030A0"/>
          <w:sz w:val="22"/>
          <w:szCs w:val="22"/>
        </w:rPr>
      </w:pPr>
    </w:p>
    <w:p w14:paraId="1A3A8AB1" w14:textId="1B7071D8" w:rsidR="00302BFC" w:rsidRPr="00302BFC" w:rsidRDefault="00CC3D4C" w:rsidP="00302BFC">
      <w:pPr>
        <w:pStyle w:val="LauftextMeMi"/>
        <w:spacing w:after="0" w:line="276" w:lineRule="auto"/>
        <w:rPr>
          <w:rFonts w:ascii="Arial" w:hAnsi="Arial" w:cs="Arial"/>
          <w:color w:val="7030A0"/>
          <w:sz w:val="22"/>
          <w:szCs w:val="22"/>
        </w:rPr>
      </w:pPr>
      <w:r w:rsidRPr="00CC3D4C">
        <w:rPr>
          <w:rFonts w:ascii="Arial" w:hAnsi="Arial" w:cs="Arial"/>
          <w:color w:val="7030A0"/>
          <w:sz w:val="22"/>
          <w:szCs w:val="22"/>
        </w:rPr>
        <w:t xml:space="preserve">I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testi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 xml:space="preserve"> di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comunicazione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 xml:space="preserve">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servono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 xml:space="preserve"> come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suggerimento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 xml:space="preserve"> e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aiuto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 xml:space="preserve"> e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possono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 xml:space="preserve">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essere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 xml:space="preserve">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adattati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 xml:space="preserve"> a </w:t>
      </w:r>
      <w:proofErr w:type="spellStart"/>
      <w:r w:rsidRPr="00CC3D4C">
        <w:rPr>
          <w:rFonts w:ascii="Arial" w:hAnsi="Arial" w:cs="Arial"/>
          <w:color w:val="7030A0"/>
          <w:sz w:val="22"/>
          <w:szCs w:val="22"/>
        </w:rPr>
        <w:t>piacere</w:t>
      </w:r>
      <w:proofErr w:type="spellEnd"/>
      <w:r w:rsidRPr="00CC3D4C">
        <w:rPr>
          <w:rFonts w:ascii="Arial" w:hAnsi="Arial" w:cs="Arial"/>
          <w:color w:val="7030A0"/>
          <w:sz w:val="22"/>
          <w:szCs w:val="22"/>
        </w:rPr>
        <w:t>.</w:t>
      </w:r>
    </w:p>
    <w:p w14:paraId="5B565653" w14:textId="77777777" w:rsidR="00302BFC" w:rsidRPr="00302BFC" w:rsidRDefault="00302BFC">
      <w:pPr>
        <w:pStyle w:val="LauftextMeMi"/>
        <w:spacing w:after="0" w:line="276" w:lineRule="auto"/>
        <w:rPr>
          <w:rFonts w:ascii="Arial" w:hAnsi="Arial" w:cs="Arial"/>
          <w:color w:val="7030A0"/>
          <w:sz w:val="22"/>
          <w:szCs w:val="22"/>
          <w:lang w:val="fr-CH"/>
        </w:rPr>
      </w:pPr>
    </w:p>
    <w:p w14:paraId="384E8743" w14:textId="77777777" w:rsidR="00DC750E" w:rsidRPr="00302BFC" w:rsidRDefault="00DC750E" w:rsidP="00DC750E">
      <w:pPr>
        <w:spacing w:line="288" w:lineRule="auto"/>
        <w:rPr>
          <w:rFonts w:ascii="Arial" w:hAnsi="Arial" w:cs="Arial"/>
          <w:lang w:val="fr-CH"/>
        </w:rPr>
      </w:pPr>
    </w:p>
    <w:p w14:paraId="6A894D74" w14:textId="77777777" w:rsidR="00302BFC" w:rsidRPr="00302BFC" w:rsidRDefault="00302BFC" w:rsidP="00302BFC">
      <w:pPr>
        <w:rPr>
          <w:rFonts w:ascii="Arial" w:hAnsi="Arial" w:cs="Arial"/>
          <w:b/>
          <w:bCs/>
          <w:lang w:val="it-CH"/>
        </w:rPr>
      </w:pPr>
      <w:r w:rsidRPr="00302BFC">
        <w:rPr>
          <w:rFonts w:ascii="Arial" w:hAnsi="Arial" w:cs="Arial"/>
          <w:b/>
          <w:bCs/>
          <w:highlight w:val="cyan"/>
          <w:lang w:val="it-CH"/>
        </w:rPr>
        <w:t>Mailing agli studenti</w:t>
      </w:r>
    </w:p>
    <w:p w14:paraId="306D5A5F" w14:textId="77777777" w:rsidR="00302BFC" w:rsidRPr="00302BFC" w:rsidRDefault="00302BFC" w:rsidP="00302BFC">
      <w:pPr>
        <w:rPr>
          <w:rFonts w:ascii="Arial" w:hAnsi="Arial" w:cs="Arial"/>
          <w:b/>
          <w:bCs/>
          <w:lang w:val="it-CH"/>
        </w:rPr>
      </w:pPr>
    </w:p>
    <w:p w14:paraId="6E30B252" w14:textId="77777777" w:rsidR="00302BFC" w:rsidRDefault="00302BFC" w:rsidP="00302BFC">
      <w:pPr>
        <w:rPr>
          <w:rFonts w:ascii="Arial" w:hAnsi="Arial" w:cs="Arial"/>
          <w:b/>
          <w:bCs/>
          <w:lang w:val="it-CH"/>
        </w:rPr>
      </w:pPr>
      <w:r w:rsidRPr="00302BFC">
        <w:rPr>
          <w:rFonts w:ascii="Arial" w:hAnsi="Arial" w:cs="Arial"/>
          <w:b/>
          <w:bCs/>
          <w:lang w:val="it-CH"/>
        </w:rPr>
        <w:t>Oggetto: Diventa campione regionale ai campionati professionali SwissSkills di imprenditoria!</w:t>
      </w:r>
    </w:p>
    <w:p w14:paraId="6BF9EDB1" w14:textId="77777777" w:rsidR="00302BFC" w:rsidRPr="00302BFC" w:rsidRDefault="00302BFC" w:rsidP="00302BFC">
      <w:pPr>
        <w:rPr>
          <w:rFonts w:ascii="Arial" w:hAnsi="Arial" w:cs="Arial"/>
          <w:b/>
          <w:bCs/>
          <w:lang w:val="it-CH"/>
        </w:rPr>
      </w:pPr>
    </w:p>
    <w:p w14:paraId="70161D56" w14:textId="5C214164" w:rsidR="00302BFC" w:rsidRP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>Quanto sono buone le tue competenze imprenditoriali? Sei innovativo? Oppure ti interessa l'imprenditoria?</w:t>
      </w:r>
    </w:p>
    <w:p w14:paraId="6759492C" w14:textId="77777777" w:rsidR="00302BFC" w:rsidRPr="00302BFC" w:rsidRDefault="00302BFC" w:rsidP="00302BFC">
      <w:pPr>
        <w:rPr>
          <w:rFonts w:ascii="Arial" w:hAnsi="Arial" w:cs="Arial"/>
          <w:lang w:val="it-CH"/>
        </w:rPr>
      </w:pPr>
    </w:p>
    <w:p w14:paraId="7654B1AE" w14:textId="3EA174B2" w:rsid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 xml:space="preserve">Il campionato regionale del Ticino si terrà a Manno </w:t>
      </w:r>
      <w:r w:rsidRPr="00302BFC">
        <w:rPr>
          <w:rFonts w:ascii="Arial" w:hAnsi="Arial" w:cs="Arial"/>
          <w:b/>
          <w:bCs/>
          <w:lang w:val="it-CH"/>
        </w:rPr>
        <w:t>sabato 28 marzo 2026</w:t>
      </w:r>
      <w:r w:rsidRPr="00302BFC">
        <w:rPr>
          <w:rFonts w:ascii="Arial" w:hAnsi="Arial" w:cs="Arial"/>
          <w:lang w:val="it-CH"/>
        </w:rPr>
        <w:t>, dalle 9:00 alle 17:00. La squadra che si classificherà al primo posto potrà vantare del titolo di campione regionale e si qualificherà per la finale nazionale dei campionati di SwissSkills che si terrà dal</w:t>
      </w:r>
      <w:r w:rsidRPr="00302BFC">
        <w:rPr>
          <w:rFonts w:ascii="Arial" w:hAnsi="Arial" w:cs="Arial"/>
          <w:lang w:val="it-CH"/>
        </w:rPr>
        <w:t xml:space="preserve"> 27</w:t>
      </w:r>
      <w:r w:rsidRPr="00302BFC">
        <w:rPr>
          <w:rFonts w:ascii="Arial" w:hAnsi="Arial" w:cs="Arial"/>
          <w:lang w:val="it-CH"/>
        </w:rPr>
        <w:t xml:space="preserve"> al </w:t>
      </w:r>
      <w:r w:rsidRPr="00302BFC">
        <w:rPr>
          <w:rFonts w:ascii="Arial" w:hAnsi="Arial" w:cs="Arial"/>
          <w:lang w:val="it-CH"/>
        </w:rPr>
        <w:t>30 agosto 2026</w:t>
      </w:r>
      <w:r w:rsidRPr="00302BFC">
        <w:rPr>
          <w:rFonts w:ascii="Arial" w:hAnsi="Arial" w:cs="Arial"/>
          <w:lang w:val="it-CH"/>
        </w:rPr>
        <w:t xml:space="preserve"> a </w:t>
      </w:r>
      <w:r w:rsidRPr="00302BFC">
        <w:rPr>
          <w:rFonts w:ascii="Arial" w:hAnsi="Arial" w:cs="Arial"/>
          <w:lang w:val="it-CH"/>
        </w:rPr>
        <w:t xml:space="preserve">St. </w:t>
      </w:r>
      <w:proofErr w:type="spellStart"/>
      <w:r w:rsidRPr="00302BFC">
        <w:rPr>
          <w:rFonts w:ascii="Arial" w:hAnsi="Arial" w:cs="Arial"/>
          <w:lang w:val="it-CH"/>
        </w:rPr>
        <w:t>Gallen</w:t>
      </w:r>
      <w:proofErr w:type="spellEnd"/>
      <w:r w:rsidRPr="00302BFC">
        <w:rPr>
          <w:rFonts w:ascii="Arial" w:hAnsi="Arial" w:cs="Arial"/>
          <w:lang w:val="it-CH"/>
        </w:rPr>
        <w:t>.</w:t>
      </w:r>
    </w:p>
    <w:p w14:paraId="418B8B40" w14:textId="77777777" w:rsidR="00302BFC" w:rsidRPr="00302BFC" w:rsidRDefault="00302BFC" w:rsidP="00302BFC">
      <w:pPr>
        <w:rPr>
          <w:rFonts w:ascii="Arial" w:hAnsi="Arial" w:cs="Arial"/>
          <w:lang w:val="it-CH"/>
        </w:rPr>
      </w:pPr>
    </w:p>
    <w:p w14:paraId="2A3159BF" w14:textId="77777777" w:rsidR="00302BFC" w:rsidRPr="00302BFC" w:rsidRDefault="00302BFC" w:rsidP="00302BFC">
      <w:pPr>
        <w:rPr>
          <w:rFonts w:ascii="Arial" w:hAnsi="Arial" w:cs="Arial"/>
          <w:lang w:val="it-CH"/>
        </w:rPr>
      </w:pPr>
      <w:proofErr w:type="spellStart"/>
      <w:r w:rsidRPr="00302BFC">
        <w:rPr>
          <w:rFonts w:ascii="Arial" w:hAnsi="Arial" w:cs="Arial"/>
          <w:lang w:val="it-CH"/>
        </w:rPr>
        <w:t>EntrepreneurSkills</w:t>
      </w:r>
      <w:proofErr w:type="spellEnd"/>
      <w:r w:rsidRPr="00302BFC">
        <w:rPr>
          <w:rFonts w:ascii="Arial" w:hAnsi="Arial" w:cs="Arial"/>
          <w:lang w:val="it-CH"/>
        </w:rPr>
        <w:t xml:space="preserve"> è una categoria ufficiale dei campionati professionali di SwissSkills, aperta a tutte le professioni. In squadre di 2 persone, i partecipanti devono sviluppare una propria idea imprenditoriale per risolvere un problema prestabilito. Tutte le squadre partecipanti ricevono lo stesso problema. L’unica domanda è: chi lo risolverà meglio?</w:t>
      </w:r>
    </w:p>
    <w:p w14:paraId="424CBFD7" w14:textId="626BDFD8" w:rsidR="00302BFC" w:rsidRP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>Non sono richieste conoscenze preliminari particolari, durante le competizioni saranno disponibili strumenti di supporto e di coaching. È un'esperienza di squadra che vi consentirà di acquisire una visione d'insieme dell'imprenditorialità e dell'innovazione e, allo stesso tempo, di sviluppare ulteriormente i vostri punti di forza nella vostra professione e non solo.</w:t>
      </w:r>
      <w:r w:rsidRPr="00302BFC">
        <w:rPr>
          <w:rFonts w:ascii="Arial" w:hAnsi="Arial" w:cs="Arial"/>
          <w:lang w:val="it-CH"/>
        </w:rPr>
        <w:br/>
      </w:r>
      <w:r w:rsidRPr="00302BFC">
        <w:rPr>
          <w:rFonts w:ascii="Arial" w:hAnsi="Arial" w:cs="Arial"/>
          <w:lang w:val="it-CH"/>
        </w:rPr>
        <w:br/>
        <w:t xml:space="preserve">Cogliete quest’opportunità per mostrare il vostro talento e crescere come professionista! </w:t>
      </w:r>
      <w:r w:rsidRPr="00302BFC">
        <w:rPr>
          <w:rFonts w:ascii="Arial" w:hAnsi="Arial" w:cs="Arial"/>
          <w:lang w:val="it-CH"/>
        </w:rPr>
        <w:br/>
      </w:r>
      <w:r w:rsidRPr="00302BFC">
        <w:rPr>
          <w:rFonts w:ascii="Arial" w:hAnsi="Arial" w:cs="Arial"/>
          <w:lang w:val="it-CH"/>
        </w:rPr>
        <w:br/>
        <w:t>Tutte le informazioni e il modulo di iscrizione sono disponibili su</w:t>
      </w:r>
      <w:hyperlink r:id="rId8" w:history="1">
        <w:r w:rsidRPr="00302BFC">
          <w:rPr>
            <w:rStyle w:val="Hyperlink"/>
            <w:rFonts w:ascii="Arial" w:hAnsi="Arial" w:cs="Arial"/>
            <w:lang w:val="it-CH"/>
          </w:rPr>
          <w:t xml:space="preserve"> www.entrepreneurskills.ch</w:t>
        </w:r>
      </w:hyperlink>
      <w:r w:rsidRPr="00302BFC">
        <w:rPr>
          <w:rFonts w:ascii="Arial" w:hAnsi="Arial" w:cs="Arial"/>
          <w:lang w:val="it-CH"/>
        </w:rPr>
        <w:t xml:space="preserve">, nel volantino allegato e nel </w:t>
      </w:r>
      <w:hyperlink r:id="rId9" w:history="1">
        <w:r w:rsidRPr="00302BFC">
          <w:rPr>
            <w:rStyle w:val="Hyperlink"/>
            <w:rFonts w:ascii="Arial" w:hAnsi="Arial" w:cs="Arial"/>
            <w:lang w:val="it-CH"/>
          </w:rPr>
          <w:t>breve filmato</w:t>
        </w:r>
      </w:hyperlink>
      <w:r w:rsidRPr="00302BFC">
        <w:rPr>
          <w:rFonts w:ascii="Arial" w:hAnsi="Arial" w:cs="Arial"/>
          <w:lang w:val="it-CH"/>
        </w:rPr>
        <w:br/>
      </w:r>
      <w:r w:rsidRPr="00302BFC">
        <w:rPr>
          <w:rFonts w:ascii="Arial" w:hAnsi="Arial" w:cs="Arial"/>
          <w:lang w:val="it-CH"/>
        </w:rPr>
        <w:br/>
        <w:t xml:space="preserve">Se avete bisogno di una richiesta di dispensa dall'azienda per partecipare alla competizione, gli organizzatori di </w:t>
      </w:r>
      <w:proofErr w:type="spellStart"/>
      <w:r w:rsidRPr="00302BFC">
        <w:rPr>
          <w:rFonts w:ascii="Arial" w:hAnsi="Arial" w:cs="Arial"/>
          <w:lang w:val="it-CH"/>
        </w:rPr>
        <w:t>EntrepreneurSkills</w:t>
      </w:r>
      <w:proofErr w:type="spellEnd"/>
      <w:r w:rsidRPr="00302BFC">
        <w:rPr>
          <w:rFonts w:ascii="Arial" w:hAnsi="Arial" w:cs="Arial"/>
          <w:lang w:val="it-CH"/>
        </w:rPr>
        <w:t xml:space="preserve"> ve la forniranno.</w:t>
      </w:r>
      <w:r w:rsidRPr="00302BFC">
        <w:rPr>
          <w:rFonts w:ascii="Arial" w:hAnsi="Arial" w:cs="Arial"/>
          <w:lang w:val="it-CH"/>
        </w:rPr>
        <w:br/>
      </w:r>
      <w:r w:rsidRPr="00302BFC">
        <w:rPr>
          <w:rFonts w:ascii="Arial" w:hAnsi="Arial" w:cs="Arial"/>
          <w:lang w:val="it-CH"/>
        </w:rPr>
        <w:br/>
        <w:t>Cordiali saluti,</w:t>
      </w:r>
    </w:p>
    <w:p w14:paraId="15687193" w14:textId="77777777" w:rsidR="00302BFC" w:rsidRP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>XX</w:t>
      </w:r>
    </w:p>
    <w:p w14:paraId="62D9DF67" w14:textId="77777777" w:rsidR="00302BFC" w:rsidRPr="00302BFC" w:rsidRDefault="00302BFC" w:rsidP="00302BFC">
      <w:pPr>
        <w:rPr>
          <w:rFonts w:ascii="Arial" w:hAnsi="Arial" w:cs="Arial"/>
          <w:lang w:val="it-CH"/>
        </w:rPr>
      </w:pPr>
    </w:p>
    <w:p w14:paraId="5B5C6BCD" w14:textId="77777777" w:rsidR="00302BFC" w:rsidRPr="00302BFC" w:rsidRDefault="00302BFC" w:rsidP="00302BFC">
      <w:pPr>
        <w:rPr>
          <w:rFonts w:ascii="Arial" w:hAnsi="Arial" w:cs="Arial"/>
          <w:b/>
          <w:bCs/>
          <w:lang w:val="it-CH"/>
        </w:rPr>
      </w:pPr>
      <w:r w:rsidRPr="00302BFC">
        <w:rPr>
          <w:rFonts w:ascii="Arial" w:hAnsi="Arial" w:cs="Arial"/>
          <w:b/>
          <w:bCs/>
          <w:highlight w:val="cyan"/>
          <w:lang w:val="it-CH"/>
        </w:rPr>
        <w:t>Mailing insegnanti</w:t>
      </w:r>
    </w:p>
    <w:p w14:paraId="03A07B35" w14:textId="77777777" w:rsidR="00302BFC" w:rsidRPr="00302BFC" w:rsidRDefault="00302BFC" w:rsidP="00302BFC">
      <w:pPr>
        <w:rPr>
          <w:rFonts w:ascii="Arial" w:hAnsi="Arial" w:cs="Arial"/>
          <w:b/>
          <w:bCs/>
          <w:lang w:val="it-CH"/>
        </w:rPr>
      </w:pPr>
    </w:p>
    <w:p w14:paraId="3EA34AAA" w14:textId="77777777" w:rsidR="00302BFC" w:rsidRDefault="00302BFC" w:rsidP="00302BFC">
      <w:pPr>
        <w:rPr>
          <w:rFonts w:ascii="Arial" w:hAnsi="Arial" w:cs="Arial"/>
          <w:b/>
          <w:bCs/>
          <w:lang w:val="it-CH"/>
        </w:rPr>
      </w:pPr>
      <w:r w:rsidRPr="00302BFC">
        <w:rPr>
          <w:rFonts w:ascii="Arial" w:hAnsi="Arial" w:cs="Arial"/>
          <w:b/>
          <w:bCs/>
          <w:lang w:val="it-CH"/>
        </w:rPr>
        <w:t>Oggetto: Invito a partecipare ai campionati professionali SwissSkills di imprenditorialità per gli studenti</w:t>
      </w:r>
    </w:p>
    <w:p w14:paraId="7D5572C6" w14:textId="77777777" w:rsidR="00302BFC" w:rsidRPr="00302BFC" w:rsidRDefault="00302BFC" w:rsidP="00302BFC">
      <w:pPr>
        <w:rPr>
          <w:rFonts w:ascii="Arial" w:hAnsi="Arial" w:cs="Arial"/>
          <w:b/>
          <w:bCs/>
          <w:lang w:val="it-CH"/>
        </w:rPr>
      </w:pPr>
    </w:p>
    <w:p w14:paraId="19742E42" w14:textId="77777777" w:rsidR="00302BFC" w:rsidRP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>Cari insegnanti,</w:t>
      </w:r>
    </w:p>
    <w:p w14:paraId="191F4CEE" w14:textId="77777777" w:rsidR="00302BFC" w:rsidRPr="00302BFC" w:rsidRDefault="00302BFC" w:rsidP="00302BFC">
      <w:pPr>
        <w:rPr>
          <w:rFonts w:ascii="Arial" w:hAnsi="Arial" w:cs="Arial"/>
          <w:lang w:val="it-CH"/>
        </w:rPr>
      </w:pPr>
      <w:proofErr w:type="spellStart"/>
      <w:r w:rsidRPr="00302BFC">
        <w:rPr>
          <w:rFonts w:ascii="Arial" w:hAnsi="Arial" w:cs="Arial"/>
          <w:lang w:val="it-CH"/>
        </w:rPr>
        <w:lastRenderedPageBreak/>
        <w:t>EntrepreneurSkills</w:t>
      </w:r>
      <w:proofErr w:type="spellEnd"/>
      <w:r w:rsidRPr="00302BFC">
        <w:rPr>
          <w:rFonts w:ascii="Arial" w:hAnsi="Arial" w:cs="Arial"/>
          <w:lang w:val="it-CH"/>
        </w:rPr>
        <w:t xml:space="preserve"> è una categoria ufficiale dei campionati professionali SwissSkills aperta a tutte le professioni. In squadre di 2 persone, i partecipanti devono sviluppare una propria idea imprenditoriale innovativa per risolvere un problema prestabilito. Non sono richieste conoscenze preliminari particolari, e durante le competizioni saranno disponibili strumenti di supporto e di coaching. È un'esperienza di squadra che offre agli studenti una visione d’insieme sull'imprenditorialità e sull'innovazione, e che allo stesso tempo permette loro di sviluppare ulteriormente i propri punti di forza nella propria professione e non solo. Si tratta di competenze come creatività, capacità di risolvere i problemi, pensiero economico, lavoro di squadra e capacità di parlare ad un pubblico in modo convincente. Competenze decisive per il futuro degli studenti, indipendentemente dal loro percorso professionale. </w:t>
      </w:r>
    </w:p>
    <w:p w14:paraId="60D70DB7" w14:textId="002567C9" w:rsid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 xml:space="preserve">Il campionato regionale del Ticino si terrà a Manno </w:t>
      </w:r>
      <w:r w:rsidRPr="00302BFC">
        <w:rPr>
          <w:rFonts w:ascii="Arial" w:hAnsi="Arial" w:cs="Arial"/>
          <w:b/>
          <w:bCs/>
          <w:lang w:val="it-CH"/>
        </w:rPr>
        <w:t>sabato 28 marzo 2026</w:t>
      </w:r>
      <w:r w:rsidRPr="00302BFC">
        <w:rPr>
          <w:rFonts w:ascii="Arial" w:hAnsi="Arial" w:cs="Arial"/>
          <w:lang w:val="it-CH"/>
        </w:rPr>
        <w:t>, dalle 9:00 alle 17:00.</w:t>
      </w:r>
      <w:r>
        <w:rPr>
          <w:rFonts w:ascii="Arial" w:hAnsi="Arial" w:cs="Arial"/>
          <w:lang w:val="it-CH"/>
        </w:rPr>
        <w:t xml:space="preserve"> </w:t>
      </w:r>
      <w:r w:rsidRPr="00302BFC">
        <w:rPr>
          <w:rFonts w:ascii="Arial" w:hAnsi="Arial" w:cs="Arial"/>
          <w:lang w:val="it-CH"/>
        </w:rPr>
        <w:t xml:space="preserve">La squadra che si classificherà prima potrà vantare il titolo di campione regionale e si qualificherà per la finale nazionale degli SwissSkills </w:t>
      </w:r>
      <w:proofErr w:type="spellStart"/>
      <w:r w:rsidRPr="00302BFC">
        <w:rPr>
          <w:rFonts w:ascii="Arial" w:hAnsi="Arial" w:cs="Arial"/>
          <w:lang w:val="it-CH"/>
        </w:rPr>
        <w:t>Championships</w:t>
      </w:r>
      <w:proofErr w:type="spellEnd"/>
      <w:r w:rsidRPr="00302BFC">
        <w:rPr>
          <w:rFonts w:ascii="Arial" w:hAnsi="Arial" w:cs="Arial"/>
          <w:lang w:val="it-CH"/>
        </w:rPr>
        <w:t xml:space="preserve"> che si terrà 27 al 30 agosto 2026 a St. </w:t>
      </w:r>
      <w:proofErr w:type="spellStart"/>
      <w:r w:rsidRPr="00302BFC">
        <w:rPr>
          <w:rFonts w:ascii="Arial" w:hAnsi="Arial" w:cs="Arial"/>
          <w:lang w:val="it-CH"/>
        </w:rPr>
        <w:t>Gallen</w:t>
      </w:r>
      <w:proofErr w:type="spellEnd"/>
      <w:r w:rsidRPr="00302BFC">
        <w:rPr>
          <w:rFonts w:ascii="Arial" w:hAnsi="Arial" w:cs="Arial"/>
          <w:lang w:val="it-CH"/>
        </w:rPr>
        <w:t>.</w:t>
      </w:r>
    </w:p>
    <w:p w14:paraId="656603C9" w14:textId="77777777" w:rsidR="00302BFC" w:rsidRPr="00302BFC" w:rsidRDefault="00302BFC" w:rsidP="00302BFC">
      <w:pPr>
        <w:rPr>
          <w:rFonts w:ascii="Arial" w:hAnsi="Arial" w:cs="Arial"/>
          <w:lang w:val="it-CH"/>
        </w:rPr>
      </w:pPr>
    </w:p>
    <w:p w14:paraId="35361BB8" w14:textId="77777777" w:rsidR="00302BFC" w:rsidRPr="00302BFC" w:rsidRDefault="00302BFC" w:rsidP="00302BFC">
      <w:pPr>
        <w:rPr>
          <w:rFonts w:ascii="Arial" w:hAnsi="Arial" w:cs="Arial"/>
          <w:b/>
          <w:bCs/>
          <w:lang w:val="fr-CH"/>
        </w:rPr>
      </w:pPr>
      <w:r w:rsidRPr="00302BFC">
        <w:rPr>
          <w:rFonts w:ascii="Arial" w:hAnsi="Arial" w:cs="Arial"/>
          <w:b/>
          <w:bCs/>
          <w:lang w:val="it-CH"/>
        </w:rPr>
        <w:t xml:space="preserve">Vi preghiamo di comunicare attivamente l'offerta alle vostre classi. </w:t>
      </w:r>
      <w:r w:rsidRPr="00302BFC">
        <w:rPr>
          <w:rFonts w:ascii="Arial" w:hAnsi="Arial" w:cs="Arial"/>
          <w:b/>
          <w:bCs/>
          <w:lang w:val="fr-CH"/>
        </w:rPr>
        <w:t xml:space="preserve">A </w:t>
      </w:r>
      <w:proofErr w:type="spellStart"/>
      <w:r w:rsidRPr="00302BFC">
        <w:rPr>
          <w:rFonts w:ascii="Arial" w:hAnsi="Arial" w:cs="Arial"/>
          <w:b/>
          <w:bCs/>
          <w:lang w:val="fr-CH"/>
        </w:rPr>
        <w:t>tal</w:t>
      </w:r>
      <w:proofErr w:type="spellEnd"/>
      <w:r w:rsidRPr="00302BFC">
        <w:rPr>
          <w:rFonts w:ascii="Arial" w:hAnsi="Arial" w:cs="Arial"/>
          <w:b/>
          <w:bCs/>
          <w:lang w:val="fr-CH"/>
        </w:rPr>
        <w:t xml:space="preserve"> fine sono </w:t>
      </w:r>
      <w:proofErr w:type="spellStart"/>
      <w:proofErr w:type="gramStart"/>
      <w:r w:rsidRPr="00302BFC">
        <w:rPr>
          <w:rFonts w:ascii="Arial" w:hAnsi="Arial" w:cs="Arial"/>
          <w:b/>
          <w:bCs/>
          <w:lang w:val="fr-CH"/>
        </w:rPr>
        <w:t>disponibili</w:t>
      </w:r>
      <w:proofErr w:type="spellEnd"/>
      <w:r w:rsidRPr="00302BFC">
        <w:rPr>
          <w:rFonts w:ascii="Arial" w:hAnsi="Arial" w:cs="Arial"/>
          <w:b/>
          <w:bCs/>
          <w:lang w:val="fr-CH"/>
        </w:rPr>
        <w:t>:</w:t>
      </w:r>
      <w:proofErr w:type="gramEnd"/>
    </w:p>
    <w:p w14:paraId="77D22D71" w14:textId="77777777" w:rsidR="00302BFC" w:rsidRPr="00302BFC" w:rsidRDefault="00302BFC" w:rsidP="00302BFC">
      <w:pPr>
        <w:pStyle w:val="ListParagraph"/>
        <w:numPr>
          <w:ilvl w:val="0"/>
          <w:numId w:val="20"/>
        </w:numPr>
        <w:overflowPunct/>
        <w:autoSpaceDE/>
        <w:autoSpaceDN/>
        <w:adjustRightInd/>
        <w:spacing w:after="160" w:line="278" w:lineRule="auto"/>
        <w:textAlignment w:val="auto"/>
        <w:rPr>
          <w:rFonts w:ascii="Arial" w:hAnsi="Arial" w:cs="Arial"/>
          <w:b/>
          <w:bCs/>
          <w:lang w:val="it-CH"/>
        </w:rPr>
      </w:pPr>
      <w:r w:rsidRPr="00302BFC">
        <w:rPr>
          <w:rFonts w:ascii="Arial" w:hAnsi="Arial" w:cs="Arial"/>
          <w:b/>
          <w:bCs/>
          <w:lang w:val="it-CH"/>
        </w:rPr>
        <w:t xml:space="preserve">E-mail informativa per studenti, </w:t>
      </w:r>
      <w:proofErr w:type="spellStart"/>
      <w:r w:rsidRPr="00302BFC">
        <w:rPr>
          <w:rFonts w:ascii="Arial" w:hAnsi="Arial" w:cs="Arial"/>
          <w:b/>
          <w:bCs/>
          <w:lang w:val="it-CH"/>
        </w:rPr>
        <w:t>incl</w:t>
      </w:r>
      <w:proofErr w:type="spellEnd"/>
      <w:r w:rsidRPr="00302BFC">
        <w:rPr>
          <w:rFonts w:ascii="Arial" w:hAnsi="Arial" w:cs="Arial"/>
          <w:b/>
          <w:bCs/>
          <w:lang w:val="it-CH"/>
        </w:rPr>
        <w:t xml:space="preserve">. volantino </w:t>
      </w:r>
    </w:p>
    <w:p w14:paraId="552652D1" w14:textId="77777777" w:rsidR="00302BFC" w:rsidRPr="00302BFC" w:rsidRDefault="00302BFC" w:rsidP="00302BFC">
      <w:pPr>
        <w:pStyle w:val="ListParagraph"/>
        <w:numPr>
          <w:ilvl w:val="0"/>
          <w:numId w:val="20"/>
        </w:numPr>
        <w:overflowPunct/>
        <w:autoSpaceDE/>
        <w:autoSpaceDN/>
        <w:adjustRightInd/>
        <w:spacing w:after="160" w:line="278" w:lineRule="auto"/>
        <w:textAlignment w:val="auto"/>
        <w:rPr>
          <w:rFonts w:ascii="Arial" w:hAnsi="Arial" w:cs="Arial"/>
          <w:b/>
          <w:bCs/>
        </w:rPr>
      </w:pPr>
      <w:r w:rsidRPr="00302BFC">
        <w:rPr>
          <w:rFonts w:ascii="Arial" w:hAnsi="Arial" w:cs="Arial"/>
          <w:b/>
          <w:bCs/>
        </w:rPr>
        <w:t xml:space="preserve">Breve </w:t>
      </w:r>
      <w:proofErr w:type="spellStart"/>
      <w:r w:rsidRPr="00302BFC">
        <w:rPr>
          <w:rFonts w:ascii="Arial" w:hAnsi="Arial" w:cs="Arial"/>
          <w:b/>
          <w:bCs/>
        </w:rPr>
        <w:t>presentazione</w:t>
      </w:r>
      <w:proofErr w:type="spellEnd"/>
      <w:r w:rsidRPr="00302BFC">
        <w:rPr>
          <w:rFonts w:ascii="Arial" w:hAnsi="Arial" w:cs="Arial"/>
          <w:b/>
          <w:bCs/>
        </w:rPr>
        <w:t xml:space="preserve"> </w:t>
      </w:r>
      <w:proofErr w:type="spellStart"/>
      <w:r w:rsidRPr="00302BFC">
        <w:rPr>
          <w:rFonts w:ascii="Arial" w:hAnsi="Arial" w:cs="Arial"/>
          <w:b/>
          <w:bCs/>
        </w:rPr>
        <w:t>con</w:t>
      </w:r>
      <w:proofErr w:type="spellEnd"/>
      <w:r w:rsidRPr="00302BFC">
        <w:rPr>
          <w:rFonts w:ascii="Arial" w:hAnsi="Arial" w:cs="Arial"/>
          <w:b/>
          <w:bCs/>
        </w:rPr>
        <w:t xml:space="preserve"> </w:t>
      </w:r>
      <w:proofErr w:type="spellStart"/>
      <w:r w:rsidRPr="00302BFC">
        <w:rPr>
          <w:rFonts w:ascii="Arial" w:hAnsi="Arial" w:cs="Arial"/>
          <w:b/>
          <w:bCs/>
        </w:rPr>
        <w:t>filmati</w:t>
      </w:r>
      <w:proofErr w:type="spellEnd"/>
      <w:r w:rsidRPr="00302BFC">
        <w:rPr>
          <w:rFonts w:ascii="Arial" w:hAnsi="Arial" w:cs="Arial"/>
          <w:b/>
          <w:bCs/>
        </w:rPr>
        <w:t xml:space="preserve"> </w:t>
      </w:r>
      <w:proofErr w:type="spellStart"/>
      <w:r w:rsidRPr="00302BFC">
        <w:rPr>
          <w:rFonts w:ascii="Arial" w:hAnsi="Arial" w:cs="Arial"/>
          <w:b/>
          <w:bCs/>
        </w:rPr>
        <w:t>integrati</w:t>
      </w:r>
      <w:proofErr w:type="spellEnd"/>
    </w:p>
    <w:p w14:paraId="3A44050D" w14:textId="4B961704" w:rsidR="00302BFC" w:rsidRPr="00302BFC" w:rsidRDefault="00302BFC" w:rsidP="00302BFC">
      <w:pPr>
        <w:pStyle w:val="ListParagraph"/>
        <w:numPr>
          <w:ilvl w:val="0"/>
          <w:numId w:val="20"/>
        </w:numPr>
        <w:overflowPunct/>
        <w:autoSpaceDE/>
        <w:autoSpaceDN/>
        <w:adjustRightInd/>
        <w:spacing w:after="160" w:line="278" w:lineRule="auto"/>
        <w:textAlignment w:val="auto"/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b/>
          <w:bCs/>
          <w:lang w:val="it-CH"/>
        </w:rPr>
        <w:t xml:space="preserve">La possibilità di invitare un ex partecipante delle competizioni </w:t>
      </w:r>
      <w:proofErr w:type="spellStart"/>
      <w:r w:rsidRPr="00302BFC">
        <w:rPr>
          <w:rFonts w:ascii="Arial" w:hAnsi="Arial" w:cs="Arial"/>
          <w:b/>
          <w:bCs/>
          <w:lang w:val="it-CH"/>
        </w:rPr>
        <w:t>EntrepreneurSkills</w:t>
      </w:r>
      <w:proofErr w:type="spellEnd"/>
      <w:r w:rsidRPr="00302BFC">
        <w:rPr>
          <w:rFonts w:ascii="Arial" w:hAnsi="Arial" w:cs="Arial"/>
          <w:b/>
          <w:bCs/>
          <w:lang w:val="it-CH"/>
        </w:rPr>
        <w:t xml:space="preserve"> per una breve presentazione nella vostra classe. Se siete interessati, contattate: </w:t>
      </w:r>
      <w:r w:rsidRPr="00302BFC">
        <w:rPr>
          <w:rFonts w:ascii="Arial" w:hAnsi="Arial" w:cs="Arial"/>
          <w:b/>
          <w:bCs/>
          <w:highlight w:val="cyan"/>
          <w:lang w:val="it-CH"/>
        </w:rPr>
        <w:t>inserire contatto scuola</w:t>
      </w:r>
    </w:p>
    <w:p w14:paraId="41E24242" w14:textId="77777777" w:rsidR="00302BFC" w:rsidRDefault="00302BFC" w:rsidP="00302BFC">
      <w:pPr>
        <w:rPr>
          <w:rFonts w:ascii="Arial" w:hAnsi="Arial" w:cs="Arial"/>
          <w:lang w:val="it-CH"/>
        </w:rPr>
      </w:pPr>
    </w:p>
    <w:p w14:paraId="5E82977E" w14:textId="2D334BD5" w:rsidR="00302BFC" w:rsidRP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 xml:space="preserve">Cogliamo questa opportunità per mostrare i talenti della nostra scuola e aiutarli a crescere ulteriormente! </w:t>
      </w:r>
      <w:r w:rsidRPr="00302BFC">
        <w:rPr>
          <w:rFonts w:ascii="Arial" w:hAnsi="Arial" w:cs="Arial"/>
          <w:lang w:val="it-CH"/>
        </w:rPr>
        <w:br/>
      </w:r>
      <w:r w:rsidRPr="00302BFC">
        <w:rPr>
          <w:rFonts w:ascii="Arial" w:hAnsi="Arial" w:cs="Arial"/>
          <w:lang w:val="it-CH"/>
        </w:rPr>
        <w:br/>
        <w:t>Tutte le informazioni sul concorso e il modulo di iscrizione sono disponibili su</w:t>
      </w:r>
      <w:hyperlink r:id="rId10" w:history="1">
        <w:r w:rsidRPr="00302BFC">
          <w:rPr>
            <w:rStyle w:val="Hyperlink"/>
            <w:rFonts w:ascii="Arial" w:hAnsi="Arial" w:cs="Arial"/>
            <w:lang w:val="it-CH"/>
          </w:rPr>
          <w:t xml:space="preserve"> www.entrepreneurskills.ch</w:t>
        </w:r>
      </w:hyperlink>
      <w:r w:rsidRPr="00302BFC">
        <w:rPr>
          <w:rFonts w:ascii="Arial" w:hAnsi="Arial" w:cs="Arial"/>
          <w:lang w:val="it-CH"/>
        </w:rPr>
        <w:t xml:space="preserve">, oltre al volantino allegato e nel </w:t>
      </w:r>
      <w:hyperlink r:id="rId11" w:history="1">
        <w:r w:rsidRPr="00302BFC">
          <w:rPr>
            <w:rStyle w:val="Hyperlink"/>
            <w:rFonts w:ascii="Arial" w:hAnsi="Arial" w:cs="Arial"/>
            <w:lang w:val="it-CH"/>
          </w:rPr>
          <w:t xml:space="preserve">breve filmato. </w:t>
        </w:r>
      </w:hyperlink>
      <w:r w:rsidRPr="00302BFC">
        <w:rPr>
          <w:rFonts w:ascii="Arial" w:hAnsi="Arial" w:cs="Arial"/>
          <w:lang w:val="it-CH"/>
        </w:rPr>
        <w:br/>
      </w:r>
      <w:r w:rsidRPr="00302BFC">
        <w:rPr>
          <w:rFonts w:ascii="Arial" w:hAnsi="Arial" w:cs="Arial"/>
          <w:lang w:val="it-CH"/>
        </w:rPr>
        <w:br/>
        <w:t xml:space="preserve">Gli studenti che necessitano di una richiesta di dispensa dal lavoro per partecipare al concorso (sabato) potranno ricevere direttamente dagli organizzatori di </w:t>
      </w:r>
      <w:proofErr w:type="spellStart"/>
      <w:r w:rsidRPr="00302BFC">
        <w:rPr>
          <w:rFonts w:ascii="Arial" w:hAnsi="Arial" w:cs="Arial"/>
          <w:lang w:val="it-CH"/>
        </w:rPr>
        <w:t>EntrepreneurSkills</w:t>
      </w:r>
      <w:proofErr w:type="spellEnd"/>
      <w:r w:rsidRPr="00302BFC">
        <w:rPr>
          <w:rFonts w:ascii="Arial" w:hAnsi="Arial" w:cs="Arial"/>
          <w:lang w:val="it-CH"/>
        </w:rPr>
        <w:t xml:space="preserve">. </w:t>
      </w:r>
      <w:r w:rsidRPr="00302BFC">
        <w:rPr>
          <w:rFonts w:ascii="Arial" w:hAnsi="Arial" w:cs="Arial"/>
          <w:lang w:val="it-CH"/>
        </w:rPr>
        <w:br/>
      </w:r>
      <w:r w:rsidRPr="00302BFC">
        <w:rPr>
          <w:rFonts w:ascii="Arial" w:hAnsi="Arial" w:cs="Arial"/>
          <w:lang w:val="it-CH"/>
        </w:rPr>
        <w:br/>
        <w:t>Grazie mille per il vostro impegno!</w:t>
      </w:r>
    </w:p>
    <w:p w14:paraId="70CE436B" w14:textId="77777777" w:rsidR="00302BFC" w:rsidRDefault="00302BFC" w:rsidP="00302BFC">
      <w:pPr>
        <w:rPr>
          <w:rFonts w:ascii="Arial" w:hAnsi="Arial" w:cs="Arial"/>
          <w:lang w:val="it-CH"/>
        </w:rPr>
      </w:pPr>
    </w:p>
    <w:p w14:paraId="52FA9975" w14:textId="23F1080B" w:rsidR="00302BFC" w:rsidRP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>Cordiali saluti,</w:t>
      </w:r>
    </w:p>
    <w:p w14:paraId="72DE11CA" w14:textId="77777777" w:rsidR="00302BFC" w:rsidRPr="00302BFC" w:rsidRDefault="00302BFC" w:rsidP="00302BFC">
      <w:pPr>
        <w:rPr>
          <w:rFonts w:ascii="Arial" w:hAnsi="Arial" w:cs="Arial"/>
          <w:lang w:val="it-CH"/>
        </w:rPr>
      </w:pPr>
      <w:r w:rsidRPr="00302BFC">
        <w:rPr>
          <w:rFonts w:ascii="Arial" w:hAnsi="Arial" w:cs="Arial"/>
          <w:lang w:val="it-CH"/>
        </w:rPr>
        <w:t>XX</w:t>
      </w:r>
    </w:p>
    <w:p w14:paraId="2E84C535" w14:textId="77777777" w:rsidR="009C3189" w:rsidRPr="00DC750E" w:rsidRDefault="009C3189" w:rsidP="009C3189">
      <w:pPr>
        <w:pStyle w:val="LauftextMeMi"/>
        <w:spacing w:after="0"/>
        <w:rPr>
          <w:rFonts w:ascii="Arial" w:hAnsi="Arial" w:cs="Arial"/>
          <w:b/>
          <w:bCs/>
          <w:color w:val="7030A0"/>
          <w:sz w:val="32"/>
          <w:szCs w:val="32"/>
        </w:rPr>
      </w:pPr>
    </w:p>
    <w:sectPr w:rsidR="009C3189" w:rsidRPr="00DC750E" w:rsidSect="001C4EC6">
      <w:headerReference w:type="default" r:id="rId12"/>
      <w:footerReference w:type="default" r:id="rId13"/>
      <w:type w:val="continuous"/>
      <w:pgSz w:w="11900" w:h="16820"/>
      <w:pgMar w:top="2835" w:right="1134" w:bottom="1418" w:left="1418" w:header="709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340C6" w14:textId="77777777" w:rsidR="005B2444" w:rsidRDefault="005B2444">
      <w:r>
        <w:separator/>
      </w:r>
    </w:p>
  </w:endnote>
  <w:endnote w:type="continuationSeparator" w:id="0">
    <w:p w14:paraId="40AF9B65" w14:textId="77777777" w:rsidR="005B2444" w:rsidRDefault="005B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altName w:val="Vrind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 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NeueLT Std Me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4F681" w14:textId="05CD8E66" w:rsidR="000E6E76" w:rsidRPr="00ED7F89" w:rsidRDefault="67D094E1" w:rsidP="67D094E1">
    <w:pPr>
      <w:pStyle w:val="Fusszeile1"/>
      <w:rPr>
        <w:rFonts w:ascii="Arial" w:hAnsi="Arial"/>
        <w:b/>
        <w:color w:val="7030A0"/>
        <w:lang w:val="sv-SE"/>
      </w:rPr>
    </w:pPr>
    <w:r w:rsidRPr="00ED7F89">
      <w:rPr>
        <w:rFonts w:ascii="Arial" w:hAnsi="Arial"/>
        <w:b/>
        <w:color w:val="7030A0"/>
        <w:lang w:val="sv-SE"/>
      </w:rPr>
      <w:t xml:space="preserve">IG EntrepreneurSkills c/o Solothurner Handelskammer </w:t>
    </w:r>
  </w:p>
  <w:p w14:paraId="0A91836A" w14:textId="7F81B4B2" w:rsidR="000E6E76" w:rsidRPr="00ED7F89" w:rsidRDefault="00CC08B1">
    <w:pPr>
      <w:pStyle w:val="Fusszeile2"/>
      <w:rPr>
        <w:rFonts w:ascii="Arial" w:hAnsi="Arial"/>
        <w:color w:val="7030A0"/>
        <w:lang w:val="sv-SE"/>
      </w:rPr>
    </w:pPr>
    <w:r w:rsidRPr="00ED7F89">
      <w:rPr>
        <w:rFonts w:ascii="Arial" w:hAnsi="Arial"/>
        <w:color w:val="7030A0"/>
        <w:lang w:val="sv-SE"/>
      </w:rPr>
      <w:t xml:space="preserve">Grabackerstrasse 6 I </w:t>
    </w:r>
    <w:r w:rsidR="00E269E1" w:rsidRPr="00ED7F89">
      <w:rPr>
        <w:rFonts w:ascii="Arial" w:hAnsi="Arial"/>
        <w:color w:val="7030A0"/>
        <w:lang w:val="sv-SE"/>
      </w:rPr>
      <w:t xml:space="preserve">4500 </w:t>
    </w:r>
    <w:r w:rsidRPr="00ED7F89">
      <w:rPr>
        <w:rFonts w:ascii="Arial" w:hAnsi="Arial"/>
        <w:color w:val="7030A0"/>
        <w:lang w:val="sv-SE"/>
      </w:rPr>
      <w:t xml:space="preserve">Solothurn I T 032 626 24 </w:t>
    </w:r>
    <w:r w:rsidR="00F67AB7" w:rsidRPr="00ED7F89">
      <w:rPr>
        <w:rFonts w:ascii="Arial" w:hAnsi="Arial"/>
        <w:color w:val="7030A0"/>
        <w:lang w:val="sv-SE"/>
      </w:rPr>
      <w:t>2</w:t>
    </w:r>
    <w:r w:rsidR="007267AA" w:rsidRPr="00ED7F89">
      <w:rPr>
        <w:rFonts w:ascii="Arial" w:hAnsi="Arial"/>
        <w:color w:val="7030A0"/>
        <w:lang w:val="sv-SE"/>
      </w:rPr>
      <w:t>4</w:t>
    </w:r>
    <w:r w:rsidR="00F67AB7" w:rsidRPr="00ED7F89">
      <w:rPr>
        <w:rFonts w:ascii="Arial" w:hAnsi="Arial"/>
        <w:color w:val="7030A0"/>
        <w:lang w:val="sv-SE"/>
      </w:rPr>
      <w:t xml:space="preserve"> </w:t>
    </w:r>
    <w:r w:rsidRPr="00ED7F89">
      <w:rPr>
        <w:rFonts w:ascii="Arial" w:hAnsi="Arial"/>
        <w:color w:val="7030A0"/>
        <w:lang w:val="sv-SE"/>
      </w:rPr>
      <w:t xml:space="preserve">I </w:t>
    </w:r>
    <w:r w:rsidR="00E269E1" w:rsidRPr="00ED7F89">
      <w:rPr>
        <w:rFonts w:ascii="Arial" w:hAnsi="Arial"/>
        <w:color w:val="7030A0"/>
        <w:lang w:val="sv-SE"/>
      </w:rPr>
      <w:t xml:space="preserve">info@entrepreneurskills.ch </w:t>
    </w:r>
    <w:r w:rsidRPr="00ED7F89">
      <w:rPr>
        <w:rFonts w:ascii="Arial" w:hAnsi="Arial"/>
        <w:color w:val="7030A0"/>
        <w:lang w:val="sv-SE"/>
      </w:rPr>
      <w:t xml:space="preserve">I </w:t>
    </w:r>
    <w:r w:rsidR="00E269E1" w:rsidRPr="00ED7F89">
      <w:rPr>
        <w:rFonts w:ascii="Arial" w:hAnsi="Arial"/>
        <w:color w:val="7030A0"/>
        <w:lang w:val="sv-SE"/>
      </w:rPr>
      <w:t>www.entrepreneurskills.ch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17F23" w14:textId="77777777" w:rsidR="005B2444" w:rsidRDefault="005B2444">
      <w:r>
        <w:separator/>
      </w:r>
    </w:p>
  </w:footnote>
  <w:footnote w:type="continuationSeparator" w:id="0">
    <w:p w14:paraId="39416653" w14:textId="77777777" w:rsidR="005B2444" w:rsidRDefault="005B2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A7A6A" w14:textId="77777777" w:rsidR="00171BED" w:rsidRPr="007373F3" w:rsidRDefault="001C4EC6" w:rsidP="00FD2586">
    <w:pPr>
      <w:pStyle w:val="Header"/>
      <w:tabs>
        <w:tab w:val="clear" w:pos="9072"/>
      </w:tabs>
      <w:jc w:val="right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drawing>
        <wp:inline distT="0" distB="0" distL="0" distR="0" wp14:anchorId="1056C1FA" wp14:editId="6B5C47E5">
          <wp:extent cx="4724470" cy="1147762"/>
          <wp:effectExtent l="0" t="0" r="0" b="0"/>
          <wp:docPr id="1970069660" name="Grafik 1970069660" descr="Ein Bild, das Text, Schrift, Grafike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8849500" name="Grafik 1" descr="Ein Bild, das Text, Schrift, Grafiken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1482" cy="1166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692A8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5276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2EFE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28E8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D2E5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0ADF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3AB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9654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461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FCC95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E16F35"/>
    <w:multiLevelType w:val="hybridMultilevel"/>
    <w:tmpl w:val="FDDA413E"/>
    <w:lvl w:ilvl="0" w:tplc="C6DA431C">
      <w:numFmt w:val="bullet"/>
      <w:lvlText w:val="-"/>
      <w:lvlJc w:val="left"/>
      <w:pPr>
        <w:ind w:left="413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11" w15:restartNumberingAfterBreak="0">
    <w:nsid w:val="0D9A06F7"/>
    <w:multiLevelType w:val="hybridMultilevel"/>
    <w:tmpl w:val="21D09F9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E5E94"/>
    <w:multiLevelType w:val="hybridMultilevel"/>
    <w:tmpl w:val="C92C12E4"/>
    <w:lvl w:ilvl="0" w:tplc="6C66E2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9568C"/>
    <w:multiLevelType w:val="hybridMultilevel"/>
    <w:tmpl w:val="C09489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97D03"/>
    <w:multiLevelType w:val="hybridMultilevel"/>
    <w:tmpl w:val="CB6C9F5A"/>
    <w:lvl w:ilvl="0" w:tplc="D7BCD38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087941"/>
    <w:multiLevelType w:val="hybridMultilevel"/>
    <w:tmpl w:val="1E2E14DA"/>
    <w:lvl w:ilvl="0" w:tplc="B13272EE">
      <w:start w:val="1"/>
      <w:numFmt w:val="bullet"/>
      <w:lvlText w:val=""/>
      <w:lvlJc w:val="left"/>
      <w:pPr>
        <w:tabs>
          <w:tab w:val="num" w:pos="170"/>
        </w:tabs>
        <w:ind w:left="170" w:firstLine="0"/>
      </w:pPr>
      <w:rPr>
        <w:rFonts w:ascii="Wingdings" w:hAnsi="Wingdings" w:hint="default"/>
        <w:spacing w:val="0"/>
        <w:w w:val="100"/>
        <w:kern w:val="0"/>
        <w:position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5468D"/>
    <w:multiLevelType w:val="hybridMultilevel"/>
    <w:tmpl w:val="522616B6"/>
    <w:lvl w:ilvl="0" w:tplc="ABEACDD8">
      <w:start w:val="1"/>
      <w:numFmt w:val="bullet"/>
      <w:lvlText w:val="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spacing w:val="0"/>
        <w:w w:val="100"/>
        <w:kern w:val="0"/>
        <w:position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E62DEB"/>
    <w:multiLevelType w:val="hybridMultilevel"/>
    <w:tmpl w:val="0196253C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9326F2"/>
    <w:multiLevelType w:val="hybridMultilevel"/>
    <w:tmpl w:val="2FC64F02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331DF7"/>
    <w:multiLevelType w:val="hybridMultilevel"/>
    <w:tmpl w:val="A4E2164A"/>
    <w:lvl w:ilvl="0" w:tplc="8732339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789322">
    <w:abstractNumId w:val="16"/>
  </w:num>
  <w:num w:numId="2" w16cid:durableId="1429623483">
    <w:abstractNumId w:val="15"/>
  </w:num>
  <w:num w:numId="3" w16cid:durableId="1606419934">
    <w:abstractNumId w:val="13"/>
  </w:num>
  <w:num w:numId="4" w16cid:durableId="1273169319">
    <w:abstractNumId w:val="9"/>
  </w:num>
  <w:num w:numId="5" w16cid:durableId="1572303005">
    <w:abstractNumId w:val="7"/>
  </w:num>
  <w:num w:numId="6" w16cid:durableId="471019051">
    <w:abstractNumId w:val="6"/>
  </w:num>
  <w:num w:numId="7" w16cid:durableId="926428454">
    <w:abstractNumId w:val="5"/>
  </w:num>
  <w:num w:numId="8" w16cid:durableId="1636444943">
    <w:abstractNumId w:val="4"/>
  </w:num>
  <w:num w:numId="9" w16cid:durableId="2030792584">
    <w:abstractNumId w:val="8"/>
  </w:num>
  <w:num w:numId="10" w16cid:durableId="81609601">
    <w:abstractNumId w:val="3"/>
  </w:num>
  <w:num w:numId="11" w16cid:durableId="1996180076">
    <w:abstractNumId w:val="2"/>
  </w:num>
  <w:num w:numId="12" w16cid:durableId="982659420">
    <w:abstractNumId w:val="1"/>
  </w:num>
  <w:num w:numId="13" w16cid:durableId="1522281856">
    <w:abstractNumId w:val="0"/>
  </w:num>
  <w:num w:numId="14" w16cid:durableId="1699306833">
    <w:abstractNumId w:val="14"/>
  </w:num>
  <w:num w:numId="15" w16cid:durableId="2087070897">
    <w:abstractNumId w:val="10"/>
  </w:num>
  <w:num w:numId="16" w16cid:durableId="320279016">
    <w:abstractNumId w:val="12"/>
  </w:num>
  <w:num w:numId="17" w16cid:durableId="1289701390">
    <w:abstractNumId w:val="17"/>
  </w:num>
  <w:num w:numId="18" w16cid:durableId="1590626517">
    <w:abstractNumId w:val="11"/>
  </w:num>
  <w:num w:numId="19" w16cid:durableId="327557233">
    <w:abstractNumId w:val="19"/>
  </w:num>
  <w:num w:numId="20" w16cid:durableId="12257515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AA"/>
    <w:rsid w:val="00000C37"/>
    <w:rsid w:val="0001410F"/>
    <w:rsid w:val="00015604"/>
    <w:rsid w:val="00015D92"/>
    <w:rsid w:val="00023661"/>
    <w:rsid w:val="000263A4"/>
    <w:rsid w:val="00033E66"/>
    <w:rsid w:val="00034E0A"/>
    <w:rsid w:val="000406F7"/>
    <w:rsid w:val="00041114"/>
    <w:rsid w:val="00047F96"/>
    <w:rsid w:val="00054D36"/>
    <w:rsid w:val="000560F9"/>
    <w:rsid w:val="00075292"/>
    <w:rsid w:val="00077AF5"/>
    <w:rsid w:val="00077F41"/>
    <w:rsid w:val="00087B89"/>
    <w:rsid w:val="0009004A"/>
    <w:rsid w:val="000A5C54"/>
    <w:rsid w:val="000A74FF"/>
    <w:rsid w:val="000B06EC"/>
    <w:rsid w:val="000B4046"/>
    <w:rsid w:val="000B585B"/>
    <w:rsid w:val="000C387D"/>
    <w:rsid w:val="000C4377"/>
    <w:rsid w:val="000C53D5"/>
    <w:rsid w:val="000C72AA"/>
    <w:rsid w:val="000D5F66"/>
    <w:rsid w:val="000E4537"/>
    <w:rsid w:val="000E6E76"/>
    <w:rsid w:val="000E7F6E"/>
    <w:rsid w:val="000F55DE"/>
    <w:rsid w:val="00104FB4"/>
    <w:rsid w:val="00114C2B"/>
    <w:rsid w:val="00122D7A"/>
    <w:rsid w:val="001241B1"/>
    <w:rsid w:val="0012746D"/>
    <w:rsid w:val="00130AFE"/>
    <w:rsid w:val="00141FA2"/>
    <w:rsid w:val="0014602B"/>
    <w:rsid w:val="00154364"/>
    <w:rsid w:val="001548A8"/>
    <w:rsid w:val="00157382"/>
    <w:rsid w:val="001676F4"/>
    <w:rsid w:val="00171BED"/>
    <w:rsid w:val="00176393"/>
    <w:rsid w:val="001776B5"/>
    <w:rsid w:val="0018083D"/>
    <w:rsid w:val="00191E58"/>
    <w:rsid w:val="0019489A"/>
    <w:rsid w:val="001A5949"/>
    <w:rsid w:val="001A6A71"/>
    <w:rsid w:val="001B54CE"/>
    <w:rsid w:val="001B6849"/>
    <w:rsid w:val="001C2618"/>
    <w:rsid w:val="001C4722"/>
    <w:rsid w:val="001C4EC6"/>
    <w:rsid w:val="001C5E96"/>
    <w:rsid w:val="001D6FDA"/>
    <w:rsid w:val="001E1723"/>
    <w:rsid w:val="001E57AA"/>
    <w:rsid w:val="001E672F"/>
    <w:rsid w:val="001F0828"/>
    <w:rsid w:val="002004A9"/>
    <w:rsid w:val="00201071"/>
    <w:rsid w:val="00207943"/>
    <w:rsid w:val="00213DB2"/>
    <w:rsid w:val="00216F5E"/>
    <w:rsid w:val="002230BB"/>
    <w:rsid w:val="0022786A"/>
    <w:rsid w:val="00230ED1"/>
    <w:rsid w:val="00232CE7"/>
    <w:rsid w:val="00237736"/>
    <w:rsid w:val="00237E3F"/>
    <w:rsid w:val="002405E8"/>
    <w:rsid w:val="0024146A"/>
    <w:rsid w:val="002460D5"/>
    <w:rsid w:val="00256207"/>
    <w:rsid w:val="00256433"/>
    <w:rsid w:val="00262B20"/>
    <w:rsid w:val="00263E5E"/>
    <w:rsid w:val="00272AC7"/>
    <w:rsid w:val="0028446F"/>
    <w:rsid w:val="00290321"/>
    <w:rsid w:val="0029205F"/>
    <w:rsid w:val="00295922"/>
    <w:rsid w:val="002A7B41"/>
    <w:rsid w:val="002B0990"/>
    <w:rsid w:val="002B107A"/>
    <w:rsid w:val="002B4310"/>
    <w:rsid w:val="002C2A1B"/>
    <w:rsid w:val="002C72EA"/>
    <w:rsid w:val="002D35FE"/>
    <w:rsid w:val="002E5834"/>
    <w:rsid w:val="002F2F28"/>
    <w:rsid w:val="002F3FC3"/>
    <w:rsid w:val="002F5D93"/>
    <w:rsid w:val="00302BFC"/>
    <w:rsid w:val="0031106E"/>
    <w:rsid w:val="00311870"/>
    <w:rsid w:val="003142C6"/>
    <w:rsid w:val="00320C5E"/>
    <w:rsid w:val="00323767"/>
    <w:rsid w:val="0033182F"/>
    <w:rsid w:val="00331DDD"/>
    <w:rsid w:val="00334EB3"/>
    <w:rsid w:val="003369BF"/>
    <w:rsid w:val="00342532"/>
    <w:rsid w:val="00342C1D"/>
    <w:rsid w:val="00344402"/>
    <w:rsid w:val="00351640"/>
    <w:rsid w:val="00357589"/>
    <w:rsid w:val="003612F0"/>
    <w:rsid w:val="003622B2"/>
    <w:rsid w:val="00364465"/>
    <w:rsid w:val="00365B96"/>
    <w:rsid w:val="003907D3"/>
    <w:rsid w:val="00391456"/>
    <w:rsid w:val="003921B1"/>
    <w:rsid w:val="00393A7F"/>
    <w:rsid w:val="003966A2"/>
    <w:rsid w:val="003A6830"/>
    <w:rsid w:val="003B456C"/>
    <w:rsid w:val="003B71AA"/>
    <w:rsid w:val="003B7B5E"/>
    <w:rsid w:val="003C30C1"/>
    <w:rsid w:val="003C37F7"/>
    <w:rsid w:val="003C4F8A"/>
    <w:rsid w:val="003D16B2"/>
    <w:rsid w:val="003E1C32"/>
    <w:rsid w:val="003E4C6B"/>
    <w:rsid w:val="003E679E"/>
    <w:rsid w:val="003F028A"/>
    <w:rsid w:val="003F5F95"/>
    <w:rsid w:val="003F60D7"/>
    <w:rsid w:val="00400C71"/>
    <w:rsid w:val="004011B6"/>
    <w:rsid w:val="004102DD"/>
    <w:rsid w:val="00413162"/>
    <w:rsid w:val="00415E5E"/>
    <w:rsid w:val="004230BC"/>
    <w:rsid w:val="00441785"/>
    <w:rsid w:val="004462C0"/>
    <w:rsid w:val="00447B93"/>
    <w:rsid w:val="00455113"/>
    <w:rsid w:val="00460720"/>
    <w:rsid w:val="00481DAB"/>
    <w:rsid w:val="00484002"/>
    <w:rsid w:val="00486154"/>
    <w:rsid w:val="004962B7"/>
    <w:rsid w:val="0049738F"/>
    <w:rsid w:val="004C04ED"/>
    <w:rsid w:val="004C49D9"/>
    <w:rsid w:val="004C7363"/>
    <w:rsid w:val="004D0665"/>
    <w:rsid w:val="004D1474"/>
    <w:rsid w:val="004D4E69"/>
    <w:rsid w:val="004D645F"/>
    <w:rsid w:val="004F4945"/>
    <w:rsid w:val="004F6E6A"/>
    <w:rsid w:val="00501960"/>
    <w:rsid w:val="005024BE"/>
    <w:rsid w:val="00502E92"/>
    <w:rsid w:val="00503814"/>
    <w:rsid w:val="00510FC0"/>
    <w:rsid w:val="00511199"/>
    <w:rsid w:val="00512C3C"/>
    <w:rsid w:val="005177C6"/>
    <w:rsid w:val="00527385"/>
    <w:rsid w:val="00531CCE"/>
    <w:rsid w:val="005322B7"/>
    <w:rsid w:val="00535D35"/>
    <w:rsid w:val="005370AE"/>
    <w:rsid w:val="00541035"/>
    <w:rsid w:val="00542104"/>
    <w:rsid w:val="0054493F"/>
    <w:rsid w:val="00554608"/>
    <w:rsid w:val="00556FD9"/>
    <w:rsid w:val="005603B8"/>
    <w:rsid w:val="0056400B"/>
    <w:rsid w:val="00572209"/>
    <w:rsid w:val="00581B95"/>
    <w:rsid w:val="00581FB4"/>
    <w:rsid w:val="0058416D"/>
    <w:rsid w:val="00591CD9"/>
    <w:rsid w:val="005939C4"/>
    <w:rsid w:val="00594C51"/>
    <w:rsid w:val="0059506F"/>
    <w:rsid w:val="005A01B4"/>
    <w:rsid w:val="005A2C06"/>
    <w:rsid w:val="005A2FD7"/>
    <w:rsid w:val="005A414A"/>
    <w:rsid w:val="005B2444"/>
    <w:rsid w:val="005B4A39"/>
    <w:rsid w:val="005B65B6"/>
    <w:rsid w:val="005D1E5A"/>
    <w:rsid w:val="005D2CE0"/>
    <w:rsid w:val="005E301D"/>
    <w:rsid w:val="005F29E2"/>
    <w:rsid w:val="005F4403"/>
    <w:rsid w:val="005F4532"/>
    <w:rsid w:val="005F6A3B"/>
    <w:rsid w:val="00617203"/>
    <w:rsid w:val="00622A9D"/>
    <w:rsid w:val="00626F05"/>
    <w:rsid w:val="00633017"/>
    <w:rsid w:val="00634278"/>
    <w:rsid w:val="00646728"/>
    <w:rsid w:val="00652483"/>
    <w:rsid w:val="00670580"/>
    <w:rsid w:val="006722BB"/>
    <w:rsid w:val="006761B9"/>
    <w:rsid w:val="0067739B"/>
    <w:rsid w:val="00677CD3"/>
    <w:rsid w:val="0069378A"/>
    <w:rsid w:val="006A4147"/>
    <w:rsid w:val="006B1DB5"/>
    <w:rsid w:val="006B231C"/>
    <w:rsid w:val="006C4B5E"/>
    <w:rsid w:val="006C76C5"/>
    <w:rsid w:val="006D76A2"/>
    <w:rsid w:val="006E013A"/>
    <w:rsid w:val="006E14E7"/>
    <w:rsid w:val="006E7D8F"/>
    <w:rsid w:val="006F5FDE"/>
    <w:rsid w:val="007002AC"/>
    <w:rsid w:val="007027F1"/>
    <w:rsid w:val="0070465F"/>
    <w:rsid w:val="00705BF0"/>
    <w:rsid w:val="007119BD"/>
    <w:rsid w:val="00712AB0"/>
    <w:rsid w:val="00713271"/>
    <w:rsid w:val="00715E82"/>
    <w:rsid w:val="00722471"/>
    <w:rsid w:val="00725DE4"/>
    <w:rsid w:val="007262FC"/>
    <w:rsid w:val="007264B4"/>
    <w:rsid w:val="007267AA"/>
    <w:rsid w:val="00735ED0"/>
    <w:rsid w:val="007369A5"/>
    <w:rsid w:val="007373F3"/>
    <w:rsid w:val="00752B74"/>
    <w:rsid w:val="007578F5"/>
    <w:rsid w:val="0076291F"/>
    <w:rsid w:val="007706FA"/>
    <w:rsid w:val="00772C38"/>
    <w:rsid w:val="007753AB"/>
    <w:rsid w:val="00775AEE"/>
    <w:rsid w:val="00776400"/>
    <w:rsid w:val="007765B8"/>
    <w:rsid w:val="00780353"/>
    <w:rsid w:val="00791D53"/>
    <w:rsid w:val="0079423A"/>
    <w:rsid w:val="0079718E"/>
    <w:rsid w:val="007A2EF0"/>
    <w:rsid w:val="007A3603"/>
    <w:rsid w:val="007A463B"/>
    <w:rsid w:val="007B2A5C"/>
    <w:rsid w:val="007E0164"/>
    <w:rsid w:val="007E71A2"/>
    <w:rsid w:val="008004B3"/>
    <w:rsid w:val="00803125"/>
    <w:rsid w:val="00817934"/>
    <w:rsid w:val="00821520"/>
    <w:rsid w:val="0083010D"/>
    <w:rsid w:val="0083262B"/>
    <w:rsid w:val="008337B2"/>
    <w:rsid w:val="0084499F"/>
    <w:rsid w:val="00844DD5"/>
    <w:rsid w:val="00846387"/>
    <w:rsid w:val="008473D0"/>
    <w:rsid w:val="00873974"/>
    <w:rsid w:val="00875A20"/>
    <w:rsid w:val="00875C58"/>
    <w:rsid w:val="00885FC9"/>
    <w:rsid w:val="0088603C"/>
    <w:rsid w:val="00887B99"/>
    <w:rsid w:val="00891B26"/>
    <w:rsid w:val="00894A09"/>
    <w:rsid w:val="008A0C9A"/>
    <w:rsid w:val="008A28E3"/>
    <w:rsid w:val="008A31FD"/>
    <w:rsid w:val="008A3232"/>
    <w:rsid w:val="008A630A"/>
    <w:rsid w:val="008A715B"/>
    <w:rsid w:val="008A74EC"/>
    <w:rsid w:val="008B38D8"/>
    <w:rsid w:val="008D1D50"/>
    <w:rsid w:val="008D7723"/>
    <w:rsid w:val="008E7515"/>
    <w:rsid w:val="008F1C03"/>
    <w:rsid w:val="008F2608"/>
    <w:rsid w:val="008F44B9"/>
    <w:rsid w:val="00900C76"/>
    <w:rsid w:val="00902923"/>
    <w:rsid w:val="00902986"/>
    <w:rsid w:val="00931A14"/>
    <w:rsid w:val="00935365"/>
    <w:rsid w:val="00943AE2"/>
    <w:rsid w:val="009443C5"/>
    <w:rsid w:val="00946FF0"/>
    <w:rsid w:val="00953DCA"/>
    <w:rsid w:val="00963566"/>
    <w:rsid w:val="00966D49"/>
    <w:rsid w:val="009725D0"/>
    <w:rsid w:val="009738AB"/>
    <w:rsid w:val="00977389"/>
    <w:rsid w:val="00981D9D"/>
    <w:rsid w:val="00982F9B"/>
    <w:rsid w:val="00984D7F"/>
    <w:rsid w:val="009924BB"/>
    <w:rsid w:val="00995843"/>
    <w:rsid w:val="009A4191"/>
    <w:rsid w:val="009A5584"/>
    <w:rsid w:val="009A5BFD"/>
    <w:rsid w:val="009B5D22"/>
    <w:rsid w:val="009B6AD8"/>
    <w:rsid w:val="009C3189"/>
    <w:rsid w:val="009C6D98"/>
    <w:rsid w:val="009C7884"/>
    <w:rsid w:val="009D25FE"/>
    <w:rsid w:val="009D491A"/>
    <w:rsid w:val="009E7E88"/>
    <w:rsid w:val="009F29D0"/>
    <w:rsid w:val="009F5990"/>
    <w:rsid w:val="009F625E"/>
    <w:rsid w:val="00A06812"/>
    <w:rsid w:val="00A13CDC"/>
    <w:rsid w:val="00A16CA6"/>
    <w:rsid w:val="00A16EE2"/>
    <w:rsid w:val="00A21572"/>
    <w:rsid w:val="00A257C5"/>
    <w:rsid w:val="00A27622"/>
    <w:rsid w:val="00A318C9"/>
    <w:rsid w:val="00A4159F"/>
    <w:rsid w:val="00A52D75"/>
    <w:rsid w:val="00A52F91"/>
    <w:rsid w:val="00A564A4"/>
    <w:rsid w:val="00A617D6"/>
    <w:rsid w:val="00A62925"/>
    <w:rsid w:val="00A64A67"/>
    <w:rsid w:val="00A677B8"/>
    <w:rsid w:val="00A72CFB"/>
    <w:rsid w:val="00A73C0C"/>
    <w:rsid w:val="00A86DD5"/>
    <w:rsid w:val="00A91874"/>
    <w:rsid w:val="00A92D3D"/>
    <w:rsid w:val="00A93F0E"/>
    <w:rsid w:val="00AA3A31"/>
    <w:rsid w:val="00AB2EC6"/>
    <w:rsid w:val="00AC0E07"/>
    <w:rsid w:val="00AC3D26"/>
    <w:rsid w:val="00AC748F"/>
    <w:rsid w:val="00AE2352"/>
    <w:rsid w:val="00AF1820"/>
    <w:rsid w:val="00AF45A6"/>
    <w:rsid w:val="00B033C0"/>
    <w:rsid w:val="00B11D88"/>
    <w:rsid w:val="00B13842"/>
    <w:rsid w:val="00B15866"/>
    <w:rsid w:val="00B1690F"/>
    <w:rsid w:val="00B203C0"/>
    <w:rsid w:val="00B239F8"/>
    <w:rsid w:val="00B2568F"/>
    <w:rsid w:val="00B25F07"/>
    <w:rsid w:val="00B32AB0"/>
    <w:rsid w:val="00B3382C"/>
    <w:rsid w:val="00B3470C"/>
    <w:rsid w:val="00B36D06"/>
    <w:rsid w:val="00B36F26"/>
    <w:rsid w:val="00B37A85"/>
    <w:rsid w:val="00B45714"/>
    <w:rsid w:val="00B45D7A"/>
    <w:rsid w:val="00B505CC"/>
    <w:rsid w:val="00B57090"/>
    <w:rsid w:val="00B623B2"/>
    <w:rsid w:val="00B64833"/>
    <w:rsid w:val="00B72483"/>
    <w:rsid w:val="00B92E37"/>
    <w:rsid w:val="00B9685B"/>
    <w:rsid w:val="00BA0DD7"/>
    <w:rsid w:val="00BA46E2"/>
    <w:rsid w:val="00BA5189"/>
    <w:rsid w:val="00BA6AB6"/>
    <w:rsid w:val="00BB6B91"/>
    <w:rsid w:val="00BC0126"/>
    <w:rsid w:val="00BC0725"/>
    <w:rsid w:val="00BC373C"/>
    <w:rsid w:val="00BD1CE3"/>
    <w:rsid w:val="00BD2C83"/>
    <w:rsid w:val="00BD3825"/>
    <w:rsid w:val="00BD5C43"/>
    <w:rsid w:val="00BE24EA"/>
    <w:rsid w:val="00BE66DF"/>
    <w:rsid w:val="00BF63E1"/>
    <w:rsid w:val="00C00D8C"/>
    <w:rsid w:val="00C03827"/>
    <w:rsid w:val="00C0713A"/>
    <w:rsid w:val="00C105EB"/>
    <w:rsid w:val="00C163B2"/>
    <w:rsid w:val="00C2131B"/>
    <w:rsid w:val="00C230FA"/>
    <w:rsid w:val="00C26148"/>
    <w:rsid w:val="00C30562"/>
    <w:rsid w:val="00C35F0D"/>
    <w:rsid w:val="00C371CA"/>
    <w:rsid w:val="00C44C82"/>
    <w:rsid w:val="00C45675"/>
    <w:rsid w:val="00C553AB"/>
    <w:rsid w:val="00C56536"/>
    <w:rsid w:val="00C56CAA"/>
    <w:rsid w:val="00C5750E"/>
    <w:rsid w:val="00C57EF0"/>
    <w:rsid w:val="00C60014"/>
    <w:rsid w:val="00C61B09"/>
    <w:rsid w:val="00C61E71"/>
    <w:rsid w:val="00C626F1"/>
    <w:rsid w:val="00C70127"/>
    <w:rsid w:val="00C71FCA"/>
    <w:rsid w:val="00C7473A"/>
    <w:rsid w:val="00C80C70"/>
    <w:rsid w:val="00C84B6D"/>
    <w:rsid w:val="00C92199"/>
    <w:rsid w:val="00CA0BE0"/>
    <w:rsid w:val="00CA4A32"/>
    <w:rsid w:val="00CA6681"/>
    <w:rsid w:val="00CA6B59"/>
    <w:rsid w:val="00CA729E"/>
    <w:rsid w:val="00CA7798"/>
    <w:rsid w:val="00CB00F0"/>
    <w:rsid w:val="00CB375C"/>
    <w:rsid w:val="00CB3D8F"/>
    <w:rsid w:val="00CB561B"/>
    <w:rsid w:val="00CC08B1"/>
    <w:rsid w:val="00CC3D4C"/>
    <w:rsid w:val="00CC61C3"/>
    <w:rsid w:val="00CD1639"/>
    <w:rsid w:val="00CD1BBE"/>
    <w:rsid w:val="00CD382D"/>
    <w:rsid w:val="00CD7C9A"/>
    <w:rsid w:val="00CE13F3"/>
    <w:rsid w:val="00CF1725"/>
    <w:rsid w:val="00CF2684"/>
    <w:rsid w:val="00CF3054"/>
    <w:rsid w:val="00CF59FB"/>
    <w:rsid w:val="00CF6C2D"/>
    <w:rsid w:val="00D03A4A"/>
    <w:rsid w:val="00D1469A"/>
    <w:rsid w:val="00D35883"/>
    <w:rsid w:val="00D363B0"/>
    <w:rsid w:val="00D41B58"/>
    <w:rsid w:val="00D4422A"/>
    <w:rsid w:val="00D6281A"/>
    <w:rsid w:val="00D876AA"/>
    <w:rsid w:val="00D9003F"/>
    <w:rsid w:val="00D9300A"/>
    <w:rsid w:val="00D96CAF"/>
    <w:rsid w:val="00DA6912"/>
    <w:rsid w:val="00DB194D"/>
    <w:rsid w:val="00DB64B5"/>
    <w:rsid w:val="00DC098A"/>
    <w:rsid w:val="00DC523C"/>
    <w:rsid w:val="00DC750E"/>
    <w:rsid w:val="00DD52DA"/>
    <w:rsid w:val="00DD63C6"/>
    <w:rsid w:val="00DE04CC"/>
    <w:rsid w:val="00DE06D6"/>
    <w:rsid w:val="00DF2851"/>
    <w:rsid w:val="00E04F4F"/>
    <w:rsid w:val="00E0744D"/>
    <w:rsid w:val="00E0770E"/>
    <w:rsid w:val="00E11129"/>
    <w:rsid w:val="00E127D9"/>
    <w:rsid w:val="00E200BB"/>
    <w:rsid w:val="00E21BF9"/>
    <w:rsid w:val="00E2328C"/>
    <w:rsid w:val="00E269E1"/>
    <w:rsid w:val="00E26FE3"/>
    <w:rsid w:val="00E300F5"/>
    <w:rsid w:val="00E370DF"/>
    <w:rsid w:val="00E41807"/>
    <w:rsid w:val="00E44D56"/>
    <w:rsid w:val="00E4591A"/>
    <w:rsid w:val="00E50CFE"/>
    <w:rsid w:val="00E51BF1"/>
    <w:rsid w:val="00E56DF1"/>
    <w:rsid w:val="00E64058"/>
    <w:rsid w:val="00E6444F"/>
    <w:rsid w:val="00E73EA2"/>
    <w:rsid w:val="00E92DAF"/>
    <w:rsid w:val="00E9674A"/>
    <w:rsid w:val="00EA4EC8"/>
    <w:rsid w:val="00EB1FF1"/>
    <w:rsid w:val="00EC22EE"/>
    <w:rsid w:val="00EC5E53"/>
    <w:rsid w:val="00EC7D49"/>
    <w:rsid w:val="00ED068A"/>
    <w:rsid w:val="00ED7F89"/>
    <w:rsid w:val="00EE1BA8"/>
    <w:rsid w:val="00EE7C25"/>
    <w:rsid w:val="00EF5DF3"/>
    <w:rsid w:val="00F0675B"/>
    <w:rsid w:val="00F06F2A"/>
    <w:rsid w:val="00F137A4"/>
    <w:rsid w:val="00F16FF5"/>
    <w:rsid w:val="00F201C1"/>
    <w:rsid w:val="00F24277"/>
    <w:rsid w:val="00F2701D"/>
    <w:rsid w:val="00F3415C"/>
    <w:rsid w:val="00F36207"/>
    <w:rsid w:val="00F52335"/>
    <w:rsid w:val="00F552FA"/>
    <w:rsid w:val="00F57A55"/>
    <w:rsid w:val="00F61149"/>
    <w:rsid w:val="00F67AB7"/>
    <w:rsid w:val="00F724AC"/>
    <w:rsid w:val="00F74C18"/>
    <w:rsid w:val="00F76C63"/>
    <w:rsid w:val="00F93076"/>
    <w:rsid w:val="00FA043C"/>
    <w:rsid w:val="00FA10AA"/>
    <w:rsid w:val="00FA2EC3"/>
    <w:rsid w:val="00FA303E"/>
    <w:rsid w:val="00FA5D49"/>
    <w:rsid w:val="00FB4B22"/>
    <w:rsid w:val="00FB6E61"/>
    <w:rsid w:val="00FC33E9"/>
    <w:rsid w:val="00FD24D4"/>
    <w:rsid w:val="00FD2586"/>
    <w:rsid w:val="00FD3105"/>
    <w:rsid w:val="00FD47AE"/>
    <w:rsid w:val="00FE072C"/>
    <w:rsid w:val="00FE291A"/>
    <w:rsid w:val="00FE55AA"/>
    <w:rsid w:val="00FE7A39"/>
    <w:rsid w:val="00FF74D8"/>
    <w:rsid w:val="33FCCF5C"/>
    <w:rsid w:val="620DF011"/>
    <w:rsid w:val="67D094E1"/>
    <w:rsid w:val="7762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1D2F2D2"/>
  <w15:docId w15:val="{8E53CC12-CBAA-4926-AB78-1818D764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semiHidden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256433"/>
    <w:pPr>
      <w:overflowPunct w:val="0"/>
      <w:autoSpaceDE w:val="0"/>
      <w:autoSpaceDN w:val="0"/>
      <w:adjustRightInd w:val="0"/>
      <w:textAlignment w:val="baseline"/>
    </w:pPr>
    <w:rPr>
      <w:rFonts w:ascii="Frutiger 45 Light" w:hAnsi="Frutiger 45 Light"/>
      <w:sz w:val="22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locked/>
    <w:rsid w:val="00E50CF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semiHidden/>
    <w:rsid w:val="00B25F07"/>
    <w:rPr>
      <w:rFonts w:ascii="Calibri" w:hAnsi="Calibri"/>
      <w:sz w:val="22"/>
      <w:szCs w:val="22"/>
      <w:lang w:val="en-US" w:eastAsia="en-US"/>
    </w:rPr>
  </w:style>
  <w:style w:type="character" w:styleId="Hyperlink">
    <w:name w:val="Hyperlink"/>
    <w:semiHidden/>
    <w:locked/>
    <w:rsid w:val="00E50CFE"/>
    <w:rPr>
      <w:color w:val="0000FF"/>
      <w:u w:val="single"/>
    </w:rPr>
  </w:style>
  <w:style w:type="character" w:styleId="Strong">
    <w:name w:val="Strong"/>
    <w:uiPriority w:val="22"/>
    <w:semiHidden/>
    <w:qFormat/>
    <w:locked/>
    <w:rsid w:val="000B4046"/>
    <w:rPr>
      <w:b/>
      <w:bCs/>
    </w:rPr>
  </w:style>
  <w:style w:type="paragraph" w:styleId="NormalWeb">
    <w:name w:val="Normal (Web)"/>
    <w:basedOn w:val="Normal"/>
    <w:uiPriority w:val="99"/>
    <w:semiHidden/>
    <w:locked/>
    <w:rsid w:val="000B40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de-CH" w:eastAsia="de-CH"/>
    </w:rPr>
  </w:style>
  <w:style w:type="paragraph" w:styleId="Header">
    <w:name w:val="header"/>
    <w:basedOn w:val="Normal"/>
    <w:link w:val="HeaderChar"/>
    <w:semiHidden/>
    <w:locked/>
    <w:rsid w:val="00CA0B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B25F07"/>
    <w:rPr>
      <w:rFonts w:ascii="Calibri" w:hAnsi="Calibri"/>
      <w:sz w:val="22"/>
      <w:szCs w:val="22"/>
      <w:lang w:val="en-US" w:eastAsia="en-US"/>
    </w:rPr>
  </w:style>
  <w:style w:type="character" w:customStyle="1" w:styleId="Logo">
    <w:name w:val="Logo"/>
    <w:basedOn w:val="DefaultParagraphFont"/>
    <w:rsid w:val="00CA6681"/>
    <w:rPr>
      <w:rFonts w:ascii="HelveticaNeueLT Std Lt" w:hAnsi="HelveticaNeueLT Std Lt"/>
      <w:vanish w:val="0"/>
    </w:rPr>
  </w:style>
  <w:style w:type="paragraph" w:customStyle="1" w:styleId="Fusszeile1">
    <w:name w:val="Fusszeile_1"/>
    <w:basedOn w:val="Normal"/>
    <w:qFormat/>
    <w:rsid w:val="00B25F07"/>
    <w:pPr>
      <w:keepNext/>
      <w:keepLines/>
      <w:widowControl w:val="0"/>
      <w:spacing w:line="320" w:lineRule="atLeast"/>
      <w:jc w:val="both"/>
    </w:pPr>
    <w:rPr>
      <w:rFonts w:ascii="HelveticaNeueLT Std" w:eastAsia="PMingLiU" w:hAnsi="HelveticaNeueLT Std" w:cs="Arial"/>
      <w:bCs/>
      <w:color w:val="EC3237"/>
      <w:sz w:val="16"/>
      <w:szCs w:val="16"/>
      <w:lang w:val="de-CH"/>
    </w:rPr>
  </w:style>
  <w:style w:type="paragraph" w:customStyle="1" w:styleId="Fusszeile2">
    <w:name w:val="Fusszeile_2"/>
    <w:basedOn w:val="Normal"/>
    <w:qFormat/>
    <w:rsid w:val="00B25F07"/>
    <w:rPr>
      <w:rFonts w:ascii="HelveticaNeueLT Std Lt" w:hAnsi="HelveticaNeueLT Std Lt" w:cs="Arial"/>
      <w:color w:val="6E6F71"/>
      <w:sz w:val="16"/>
      <w:szCs w:val="16"/>
      <w:lang w:val="de-CH"/>
    </w:rPr>
  </w:style>
  <w:style w:type="paragraph" w:customStyle="1" w:styleId="LauftextMeMi">
    <w:name w:val="Lauftext_MeMi"/>
    <w:basedOn w:val="NormalWeb"/>
    <w:uiPriority w:val="99"/>
    <w:rsid w:val="00460720"/>
    <w:pPr>
      <w:spacing w:before="0" w:beforeAutospacing="0" w:after="120" w:afterAutospacing="0" w:line="288" w:lineRule="auto"/>
    </w:pPr>
    <w:rPr>
      <w:rFonts w:ascii="HelveticaNeueLT Std Lt" w:hAnsi="HelveticaNeueLT Std Lt"/>
      <w:sz w:val="20"/>
    </w:rPr>
  </w:style>
  <w:style w:type="character" w:customStyle="1" w:styleId="Lead">
    <w:name w:val="Lead"/>
    <w:basedOn w:val="Strong"/>
    <w:rsid w:val="004011B6"/>
    <w:rPr>
      <w:rFonts w:ascii="HelveticaNeueLT Std Med" w:hAnsi="HelveticaNeueLT Std Med"/>
      <w:b w:val="0"/>
      <w:bCs w:val="0"/>
      <w:sz w:val="20"/>
    </w:rPr>
  </w:style>
  <w:style w:type="paragraph" w:customStyle="1" w:styleId="TitelMeMi">
    <w:name w:val="Titel_MeMi"/>
    <w:basedOn w:val="Normal"/>
    <w:rsid w:val="004011B6"/>
    <w:pPr>
      <w:spacing w:line="500" w:lineRule="atLeast"/>
    </w:pPr>
    <w:rPr>
      <w:rFonts w:ascii="HelveticaNeueLT Std Lt" w:hAnsi="HelveticaNeueLT Std Lt"/>
      <w:color w:val="4B575E"/>
      <w:spacing w:val="3"/>
      <w:sz w:val="28"/>
    </w:rPr>
  </w:style>
  <w:style w:type="character" w:customStyle="1" w:styleId="DatumMeMi">
    <w:name w:val="Datum_MeMi"/>
    <w:basedOn w:val="DefaultParagraphFont"/>
    <w:rsid w:val="004011B6"/>
    <w:rPr>
      <w:rFonts w:ascii="HelveticaNeueLT Std" w:hAnsi="HelveticaNeueLT Std"/>
      <w:color w:val="4B575E"/>
      <w:spacing w:val="3"/>
      <w:sz w:val="28"/>
    </w:rPr>
  </w:style>
  <w:style w:type="paragraph" w:customStyle="1" w:styleId="MeMi">
    <w:name w:val="MeMi"/>
    <w:basedOn w:val="Normal"/>
    <w:rsid w:val="00B25F07"/>
    <w:pPr>
      <w:spacing w:line="500" w:lineRule="atLeast"/>
    </w:pPr>
    <w:rPr>
      <w:rFonts w:ascii="HelveticaNeueLT Std" w:hAnsi="HelveticaNeueLT Std"/>
      <w:color w:val="7F7F7F" w:themeColor="text1" w:themeTint="80"/>
      <w:sz w:val="46"/>
    </w:rPr>
  </w:style>
  <w:style w:type="paragraph" w:styleId="HTMLAddress">
    <w:name w:val="HTML Address"/>
    <w:basedOn w:val="Normal"/>
    <w:link w:val="HTMLAddressChar"/>
    <w:semiHidden/>
    <w:locked/>
    <w:rsid w:val="00DD63C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25F07"/>
    <w:rPr>
      <w:rFonts w:ascii="Calibri" w:hAnsi="Calibri"/>
      <w:i/>
      <w:iCs/>
      <w:sz w:val="22"/>
      <w:szCs w:val="22"/>
      <w:lang w:val="en-US" w:eastAsia="en-US"/>
    </w:rPr>
  </w:style>
  <w:style w:type="character" w:styleId="HTMLDefinition">
    <w:name w:val="HTML Definition"/>
    <w:basedOn w:val="DefaultParagraphFont"/>
    <w:semiHidden/>
    <w:locked/>
    <w:rsid w:val="00DD63C6"/>
    <w:rPr>
      <w:i/>
      <w:iCs/>
    </w:rPr>
  </w:style>
  <w:style w:type="character" w:styleId="HTMLKeyboard">
    <w:name w:val="HTML Keyboard"/>
    <w:basedOn w:val="DefaultParagraphFont"/>
    <w:semiHidden/>
    <w:locked/>
    <w:rsid w:val="00DD63C6"/>
    <w:rPr>
      <w:rFonts w:ascii="Consolas" w:hAnsi="Consolas" w:cs="Consolas"/>
      <w:sz w:val="20"/>
      <w:szCs w:val="20"/>
    </w:rPr>
  </w:style>
  <w:style w:type="paragraph" w:styleId="Index2">
    <w:name w:val="index 2"/>
    <w:basedOn w:val="Normal"/>
    <w:next w:val="Normal"/>
    <w:autoRedefine/>
    <w:semiHidden/>
    <w:locked/>
    <w:rsid w:val="00DD63C6"/>
    <w:pPr>
      <w:ind w:left="440" w:hanging="220"/>
    </w:pPr>
  </w:style>
  <w:style w:type="paragraph" w:styleId="DocumentMap">
    <w:name w:val="Document Map"/>
    <w:basedOn w:val="Normal"/>
    <w:link w:val="DocumentMapChar"/>
    <w:semiHidden/>
    <w:locked/>
    <w:rsid w:val="00B25F0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25F07"/>
    <w:rPr>
      <w:rFonts w:ascii="Tahoma" w:hAnsi="Tahoma" w:cs="Tahoma"/>
      <w:sz w:val="16"/>
      <w:szCs w:val="16"/>
      <w:lang w:val="en-US" w:eastAsia="en-US"/>
    </w:rPr>
  </w:style>
  <w:style w:type="paragraph" w:customStyle="1" w:styleId="Betreffzeile">
    <w:name w:val="Betreffzeile"/>
    <w:basedOn w:val="LauftextMeMi"/>
    <w:qFormat/>
    <w:rsid w:val="00256433"/>
    <w:rPr>
      <w:rFonts w:ascii="HelveticaNeueLT Std" w:hAnsi="HelveticaNeueLT Std"/>
    </w:rPr>
  </w:style>
  <w:style w:type="paragraph" w:styleId="BalloonText">
    <w:name w:val="Balloon Text"/>
    <w:basedOn w:val="Normal"/>
    <w:link w:val="BalloonTextChar"/>
    <w:semiHidden/>
    <w:locked/>
    <w:rsid w:val="001A6A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A6A71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locked/>
    <w:rsid w:val="004102DD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BA6AB6"/>
    <w:rPr>
      <w:color w:val="605E5C"/>
      <w:shd w:val="clear" w:color="auto" w:fill="E1DFDD"/>
    </w:rPr>
  </w:style>
  <w:style w:type="table" w:styleId="TableGrid">
    <w:name w:val="Table Grid"/>
    <w:basedOn w:val="TableNormal"/>
    <w:locked/>
    <w:rsid w:val="00554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locked/>
    <w:rsid w:val="00B36F26"/>
    <w:pPr>
      <w:ind w:left="720"/>
      <w:contextualSpacing/>
    </w:pPr>
  </w:style>
  <w:style w:type="character" w:styleId="FollowedHyperlink">
    <w:name w:val="FollowedHyperlink"/>
    <w:basedOn w:val="DefaultParagraphFont"/>
    <w:semiHidden/>
    <w:locked/>
    <w:rsid w:val="00DC75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trepreneurskills.c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JpxFTErJPtY?si=iy_xUl23v33p7JU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ntrepreneurskills.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JpxFTErJPtY?si=iy_xUl23v33p7JUc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ERWALTUNG\EDV\Vorlagen\SOHK\GZS%20GmbH_Brief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BFA4E-C128-446C-B668-8A0D4109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GZS GmbH_Briefvorlage</Template>
  <TotalTime>0</TotalTime>
  <Pages>2</Pages>
  <Words>596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Solothurner Handelskammer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Heimann</dc:creator>
  <cp:keywords>, docId:38E90B9D82B6EF1832807E2969115D24</cp:keywords>
  <dc:description/>
  <cp:lastModifiedBy>Anna-Leena Marti</cp:lastModifiedBy>
  <cp:revision>3</cp:revision>
  <cp:lastPrinted>2025-07-18T09:18:00Z</cp:lastPrinted>
  <dcterms:created xsi:type="dcterms:W3CDTF">2025-12-02T13:47:00Z</dcterms:created>
  <dcterms:modified xsi:type="dcterms:W3CDTF">2025-12-02T13:55:00Z</dcterms:modified>
</cp:coreProperties>
</file>